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AB7" w:rsidRDefault="00E83AB7">
      <w:pPr>
        <w:tabs>
          <w:tab w:val="left" w:pos="315"/>
        </w:tabs>
        <w:jc w:val="left"/>
        <w:rPr>
          <w:b/>
          <w:sz w:val="28"/>
        </w:rPr>
      </w:pPr>
    </w:p>
    <w:p w:rsidR="00951311" w:rsidRDefault="00951311" w:rsidP="00951311">
      <w:pPr>
        <w:pStyle w:val="Standardowytekst"/>
        <w:rPr>
          <w:sz w:val="24"/>
          <w:szCs w:val="24"/>
        </w:rPr>
      </w:pPr>
      <w:r>
        <w:rPr>
          <w:sz w:val="24"/>
          <w:szCs w:val="24"/>
        </w:rPr>
        <w:t xml:space="preserve">    </w:t>
      </w:r>
      <w:r w:rsidRPr="00E032AF">
        <w:rPr>
          <w:sz w:val="24"/>
          <w:szCs w:val="24"/>
        </w:rPr>
        <w:t>SPECYFIKACJA TECHNICZNA</w:t>
      </w:r>
      <w:r>
        <w:rPr>
          <w:sz w:val="24"/>
          <w:szCs w:val="24"/>
        </w:rPr>
        <w:t xml:space="preserve"> WYKONANIA I ODBIORU ROBÓT    </w:t>
      </w:r>
    </w:p>
    <w:p w:rsidR="00951311" w:rsidRPr="00E032AF" w:rsidRDefault="00951311" w:rsidP="00951311">
      <w:pPr>
        <w:pStyle w:val="Standardowytekst"/>
        <w:rPr>
          <w:b/>
          <w:sz w:val="24"/>
          <w:szCs w:val="24"/>
        </w:rPr>
      </w:pPr>
      <w:r>
        <w:rPr>
          <w:sz w:val="24"/>
          <w:szCs w:val="24"/>
        </w:rPr>
        <w:t xml:space="preserve">                                                 BUDOWLANYCH   </w:t>
      </w:r>
    </w:p>
    <w:p w:rsidR="00E83AB7" w:rsidRDefault="00E83AB7" w:rsidP="00951311">
      <w:pPr>
        <w:rPr>
          <w:b/>
          <w:sz w:val="28"/>
        </w:rPr>
      </w:pPr>
    </w:p>
    <w:p w:rsidR="00E83AB7" w:rsidRPr="00951311" w:rsidRDefault="00E83AB7" w:rsidP="00951311">
      <w:pPr>
        <w:jc w:val="center"/>
        <w:rPr>
          <w:b/>
          <w:sz w:val="24"/>
          <w:szCs w:val="24"/>
        </w:rPr>
      </w:pPr>
      <w:r w:rsidRPr="00951311">
        <w:rPr>
          <w:b/>
          <w:sz w:val="24"/>
          <w:szCs w:val="24"/>
        </w:rPr>
        <w:t>D - M - 00.00.00</w:t>
      </w:r>
    </w:p>
    <w:p w:rsidR="00E83AB7" w:rsidRPr="00951311" w:rsidRDefault="00E83AB7" w:rsidP="00951311">
      <w:pPr>
        <w:jc w:val="center"/>
        <w:rPr>
          <w:b/>
          <w:sz w:val="24"/>
          <w:szCs w:val="24"/>
        </w:rPr>
      </w:pPr>
    </w:p>
    <w:p w:rsidR="00E83AB7" w:rsidRPr="00951311" w:rsidRDefault="00E83AB7" w:rsidP="00951311">
      <w:pPr>
        <w:jc w:val="center"/>
        <w:rPr>
          <w:b/>
          <w:sz w:val="24"/>
          <w:szCs w:val="24"/>
        </w:rPr>
      </w:pPr>
      <w:r w:rsidRPr="00951311">
        <w:rPr>
          <w:b/>
          <w:sz w:val="24"/>
          <w:szCs w:val="24"/>
        </w:rPr>
        <w:t>WYMAGANIA OGÓLNE</w:t>
      </w:r>
    </w:p>
    <w:p w:rsidR="00E83AB7" w:rsidRDefault="00E83AB7" w:rsidP="00951311">
      <w:pPr>
        <w:rPr>
          <w:sz w:val="19"/>
        </w:rPr>
        <w:sectPr w:rsidR="00E83AB7" w:rsidSect="00951311">
          <w:headerReference w:type="default" r:id="rId8"/>
          <w:type w:val="continuous"/>
          <w:pgSz w:w="11907" w:h="16840" w:code="9"/>
          <w:pgMar w:top="1134" w:right="1134" w:bottom="1134" w:left="2268" w:header="1985" w:footer="1531" w:gutter="0"/>
          <w:cols w:space="708"/>
          <w:titlePg/>
        </w:sectPr>
      </w:pPr>
    </w:p>
    <w:p w:rsidR="00951311" w:rsidRDefault="00951311" w:rsidP="00951311">
      <w:pPr>
        <w:pStyle w:val="Nagwek1"/>
        <w:spacing w:before="0" w:after="0"/>
      </w:pPr>
      <w:r>
        <w:lastRenderedPageBreak/>
        <w:t>1. WSTĘP</w:t>
      </w:r>
    </w:p>
    <w:p w:rsidR="00951311" w:rsidRDefault="00951311" w:rsidP="00951311">
      <w:pPr>
        <w:pStyle w:val="Nagwek2"/>
        <w:spacing w:before="0" w:after="0"/>
      </w:pPr>
      <w:r>
        <w:t>1.1.Przedmiot S</w:t>
      </w:r>
      <w:r w:rsidR="00AE382B">
        <w:t>S</w:t>
      </w:r>
      <w:r>
        <w:t>T</w:t>
      </w:r>
    </w:p>
    <w:p w:rsidR="00951311" w:rsidRPr="00951311" w:rsidRDefault="00951311" w:rsidP="00951311">
      <w:pPr>
        <w:pStyle w:val="Standardowytekst"/>
        <w:tabs>
          <w:tab w:val="left" w:pos="0"/>
        </w:tabs>
        <w:rPr>
          <w:bCs/>
        </w:rPr>
      </w:pPr>
      <w:r w:rsidRPr="00083FD6">
        <w:rPr>
          <w:spacing w:val="-3"/>
        </w:rPr>
        <w:t xml:space="preserve">Specyfikacja Techniczna D-M-00.00.00 - Wymagania Ogólne odnosi się do wymagań wspólnych dla poszczególnych wymagań technicznych dotyczących wykonania i odbioru </w:t>
      </w:r>
      <w:r w:rsidR="00AE382B">
        <w:rPr>
          <w:spacing w:val="-3"/>
        </w:rPr>
        <w:t>r</w:t>
      </w:r>
      <w:r w:rsidRPr="00083FD6">
        <w:rPr>
          <w:spacing w:val="-3"/>
        </w:rPr>
        <w:t xml:space="preserve">obót, które zostaną wykonane  </w:t>
      </w:r>
      <w:r w:rsidR="00D9618C">
        <w:rPr>
          <w:spacing w:val="-3"/>
        </w:rPr>
        <w:t>dla zadania</w:t>
      </w:r>
      <w:r w:rsidRPr="00083FD6">
        <w:t>:</w:t>
      </w:r>
      <w:r>
        <w:rPr>
          <w:b/>
        </w:rPr>
        <w:tab/>
      </w:r>
    </w:p>
    <w:p w:rsidR="00746AD0" w:rsidRDefault="005942EE" w:rsidP="005942EE">
      <w:pPr>
        <w:tabs>
          <w:tab w:val="left" w:pos="0"/>
        </w:tabs>
        <w:jc w:val="left"/>
      </w:pPr>
      <w:r>
        <w:t>PRZEBU</w:t>
      </w:r>
      <w:r w:rsidR="00746AD0">
        <w:t xml:space="preserve">DOWA </w:t>
      </w:r>
      <w:r>
        <w:t>DROGI GMINNEJ nr 590041P „ALEJA CZEREŚNIOWA” STARE BOJANOWO -OLSZEWO</w:t>
      </w:r>
      <w:r w:rsidR="00746AD0">
        <w:t xml:space="preserve">.  </w:t>
      </w:r>
    </w:p>
    <w:p w:rsidR="00951311" w:rsidRDefault="00951311" w:rsidP="00951311">
      <w:pPr>
        <w:tabs>
          <w:tab w:val="left" w:pos="0"/>
        </w:tabs>
      </w:pPr>
    </w:p>
    <w:p w:rsidR="00951311" w:rsidRDefault="00951311" w:rsidP="00951311">
      <w:pPr>
        <w:pStyle w:val="Nagwek2"/>
        <w:spacing w:before="0" w:after="0"/>
      </w:pPr>
      <w:r>
        <w:t>1.2. Zakres stosowania S</w:t>
      </w:r>
      <w:r w:rsidR="00666282">
        <w:t>ST</w:t>
      </w:r>
    </w:p>
    <w:p w:rsidR="00951311" w:rsidRDefault="00951311" w:rsidP="00951311">
      <w:pPr>
        <w:pStyle w:val="tekstost"/>
      </w:pPr>
      <w:r>
        <w:tab/>
        <w:t>Specyfikacja techniczna wykonania i odbioru robot budowlanych (S</w:t>
      </w:r>
      <w:r w:rsidR="000C6FA3">
        <w:t>S</w:t>
      </w:r>
      <w:r>
        <w:t xml:space="preserve">T) stanowi obowiązujący  dokument przetargowy i kontraktowy przy zlecaniu i realizacji robót wymienionych </w:t>
      </w:r>
    </w:p>
    <w:p w:rsidR="00951311" w:rsidRDefault="00951311" w:rsidP="00951311">
      <w:pPr>
        <w:pStyle w:val="tekstost"/>
      </w:pPr>
      <w:r>
        <w:t xml:space="preserve">w pkt1.1 </w:t>
      </w:r>
    </w:p>
    <w:p w:rsidR="00951311" w:rsidRDefault="00951311" w:rsidP="00951311">
      <w:pPr>
        <w:pStyle w:val="tekstost"/>
      </w:pPr>
    </w:p>
    <w:p w:rsidR="00E83AB7" w:rsidRDefault="00E83AB7" w:rsidP="00951311">
      <w:pPr>
        <w:pStyle w:val="Nagwek2"/>
        <w:spacing w:before="0" w:after="0"/>
      </w:pPr>
      <w:r>
        <w:t xml:space="preserve">1.3. Zakres </w:t>
      </w:r>
      <w:r w:rsidR="007F1BFA">
        <w:t>R</w:t>
      </w:r>
      <w:r>
        <w:t>obót objętych</w:t>
      </w:r>
      <w:r w:rsidR="00951311">
        <w:t xml:space="preserve"> </w:t>
      </w:r>
      <w:r>
        <w:t>S</w:t>
      </w:r>
      <w:r w:rsidR="00AE382B">
        <w:t>S</w:t>
      </w:r>
      <w:r>
        <w:t>T</w:t>
      </w:r>
      <w:r w:rsidR="00951311">
        <w:t xml:space="preserve"> </w:t>
      </w:r>
    </w:p>
    <w:p w:rsidR="00951311" w:rsidRPr="00083FD6" w:rsidRDefault="00951311" w:rsidP="00951311">
      <w:pPr>
        <w:numPr>
          <w:ilvl w:val="2"/>
          <w:numId w:val="17"/>
        </w:numPr>
        <w:tabs>
          <w:tab w:val="left" w:pos="-1440"/>
          <w:tab w:val="left" w:pos="-720"/>
          <w:tab w:val="left" w:pos="0"/>
        </w:tabs>
        <w:overflowPunct/>
        <w:autoSpaceDE/>
        <w:autoSpaceDN/>
        <w:adjustRightInd/>
        <w:textAlignment w:val="auto"/>
        <w:rPr>
          <w:spacing w:val="-3"/>
        </w:rPr>
      </w:pPr>
      <w:r w:rsidRPr="00083FD6">
        <w:rPr>
          <w:spacing w:val="-3"/>
        </w:rPr>
        <w:t>Wymagania ogólne należy rozumieć i stosować w powiązaniu z niżej wymienionymi Specyfikacjami Technicznymi:</w:t>
      </w:r>
    </w:p>
    <w:p w:rsidR="00E83AB7" w:rsidRDefault="00E83AB7" w:rsidP="00951311">
      <w:r>
        <w:tab/>
        <w:t xml:space="preserve"> </w:t>
      </w:r>
    </w:p>
    <w:tbl>
      <w:tblPr>
        <w:tblStyle w:val="Tabela-Siatka"/>
        <w:tblW w:w="0" w:type="auto"/>
        <w:tblInd w:w="38"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4A0"/>
      </w:tblPr>
      <w:tblGrid>
        <w:gridCol w:w="1859"/>
        <w:gridCol w:w="6824"/>
      </w:tblGrid>
      <w:tr w:rsidR="00951311" w:rsidTr="00951311">
        <w:tc>
          <w:tcPr>
            <w:tcW w:w="1859" w:type="dxa"/>
            <w:vAlign w:val="center"/>
          </w:tcPr>
          <w:p w:rsidR="00951311" w:rsidRDefault="00951311" w:rsidP="008E761A">
            <w:pPr>
              <w:tabs>
                <w:tab w:val="left" w:pos="-1440"/>
                <w:tab w:val="left" w:pos="-720"/>
                <w:tab w:val="left" w:pos="0"/>
              </w:tabs>
              <w:jc w:val="center"/>
            </w:pPr>
            <w:r>
              <w:t>Nr SST</w:t>
            </w:r>
          </w:p>
        </w:tc>
        <w:tc>
          <w:tcPr>
            <w:tcW w:w="6824" w:type="dxa"/>
            <w:vAlign w:val="center"/>
          </w:tcPr>
          <w:p w:rsidR="00951311" w:rsidRDefault="00951311" w:rsidP="008E761A">
            <w:pPr>
              <w:tabs>
                <w:tab w:val="left" w:pos="-1440"/>
                <w:tab w:val="left" w:pos="-720"/>
                <w:tab w:val="left" w:pos="0"/>
              </w:tabs>
              <w:jc w:val="center"/>
            </w:pPr>
            <w:r>
              <w:t>Wyszczególnienie</w:t>
            </w:r>
          </w:p>
        </w:tc>
      </w:tr>
      <w:tr w:rsidR="00951311" w:rsidTr="00951311">
        <w:tc>
          <w:tcPr>
            <w:tcW w:w="1859" w:type="dxa"/>
            <w:vAlign w:val="center"/>
          </w:tcPr>
          <w:p w:rsidR="00951311" w:rsidRPr="00D44A3E" w:rsidRDefault="00951311" w:rsidP="008E761A">
            <w:pPr>
              <w:tabs>
                <w:tab w:val="left" w:pos="-1440"/>
                <w:tab w:val="left" w:pos="-720"/>
                <w:tab w:val="left" w:pos="0"/>
              </w:tabs>
              <w:jc w:val="center"/>
            </w:pPr>
            <w:r w:rsidRPr="00D44A3E">
              <w:t>D-01.01.01.</w:t>
            </w:r>
          </w:p>
        </w:tc>
        <w:tc>
          <w:tcPr>
            <w:tcW w:w="6824" w:type="dxa"/>
          </w:tcPr>
          <w:p w:rsidR="00951311" w:rsidRPr="00D44A3E" w:rsidRDefault="00951311" w:rsidP="00951311">
            <w:pPr>
              <w:tabs>
                <w:tab w:val="left" w:pos="-1440"/>
                <w:tab w:val="left" w:pos="-720"/>
                <w:tab w:val="left" w:pos="0"/>
              </w:tabs>
            </w:pPr>
            <w:r w:rsidRPr="00D44A3E">
              <w:t>Wyznaczenie trasy i punktów wysokościowych w terenie równinnym</w:t>
            </w:r>
          </w:p>
        </w:tc>
      </w:tr>
      <w:tr w:rsidR="00842993" w:rsidTr="00951311">
        <w:tc>
          <w:tcPr>
            <w:tcW w:w="1859" w:type="dxa"/>
            <w:vAlign w:val="center"/>
          </w:tcPr>
          <w:p w:rsidR="00842993" w:rsidRPr="00D44A3E" w:rsidRDefault="00842993" w:rsidP="00842993">
            <w:pPr>
              <w:tabs>
                <w:tab w:val="left" w:pos="-1440"/>
                <w:tab w:val="left" w:pos="-720"/>
                <w:tab w:val="left" w:pos="0"/>
              </w:tabs>
              <w:jc w:val="center"/>
            </w:pPr>
            <w:r w:rsidRPr="00D44A3E">
              <w:t>D-02.0</w:t>
            </w:r>
            <w:r>
              <w:t>0</w:t>
            </w:r>
            <w:r w:rsidRPr="00D44A3E">
              <w:t>.01.</w:t>
            </w:r>
          </w:p>
        </w:tc>
        <w:tc>
          <w:tcPr>
            <w:tcW w:w="6824" w:type="dxa"/>
          </w:tcPr>
          <w:p w:rsidR="00842993" w:rsidRPr="00D44A3E" w:rsidRDefault="00842993" w:rsidP="00842993">
            <w:pPr>
              <w:tabs>
                <w:tab w:val="left" w:pos="-1440"/>
                <w:tab w:val="left" w:pos="-720"/>
                <w:tab w:val="left" w:pos="0"/>
              </w:tabs>
            </w:pPr>
            <w:r w:rsidRPr="00D44A3E">
              <w:t>Roboty ziemne. Wy</w:t>
            </w:r>
            <w:r>
              <w:t>magania ogólne</w:t>
            </w:r>
          </w:p>
        </w:tc>
      </w:tr>
      <w:tr w:rsidR="00842993" w:rsidTr="00951311">
        <w:tc>
          <w:tcPr>
            <w:tcW w:w="1859" w:type="dxa"/>
            <w:vAlign w:val="center"/>
          </w:tcPr>
          <w:p w:rsidR="00842993" w:rsidRPr="00D44A3E" w:rsidRDefault="00842993" w:rsidP="008E761A">
            <w:pPr>
              <w:tabs>
                <w:tab w:val="left" w:pos="-1440"/>
                <w:tab w:val="left" w:pos="-720"/>
                <w:tab w:val="left" w:pos="0"/>
              </w:tabs>
              <w:jc w:val="center"/>
            </w:pPr>
            <w:r w:rsidRPr="00D44A3E">
              <w:t>D-02.01.01.</w:t>
            </w:r>
          </w:p>
        </w:tc>
        <w:tc>
          <w:tcPr>
            <w:tcW w:w="6824" w:type="dxa"/>
          </w:tcPr>
          <w:p w:rsidR="00842993" w:rsidRPr="00D44A3E" w:rsidRDefault="00842993" w:rsidP="008E761A">
            <w:pPr>
              <w:tabs>
                <w:tab w:val="left" w:pos="-1440"/>
                <w:tab w:val="left" w:pos="-720"/>
                <w:tab w:val="left" w:pos="0"/>
              </w:tabs>
            </w:pPr>
            <w:r w:rsidRPr="00D44A3E">
              <w:t xml:space="preserve">Roboty ziemne. Wykopy w gruntach </w:t>
            </w:r>
            <w:proofErr w:type="spellStart"/>
            <w:r w:rsidRPr="00D44A3E">
              <w:t>nieskalistych</w:t>
            </w:r>
            <w:proofErr w:type="spellEnd"/>
          </w:p>
        </w:tc>
      </w:tr>
      <w:tr w:rsidR="00842993" w:rsidTr="00951311">
        <w:tc>
          <w:tcPr>
            <w:tcW w:w="1859" w:type="dxa"/>
            <w:vAlign w:val="center"/>
          </w:tcPr>
          <w:p w:rsidR="00842993" w:rsidRPr="00D44A3E" w:rsidRDefault="00842993" w:rsidP="008E761A">
            <w:pPr>
              <w:tabs>
                <w:tab w:val="left" w:pos="-1440"/>
                <w:tab w:val="left" w:pos="-720"/>
                <w:tab w:val="left" w:pos="0"/>
              </w:tabs>
              <w:jc w:val="center"/>
            </w:pPr>
            <w:r w:rsidRPr="00D44A3E">
              <w:t>D-02.03.01.</w:t>
            </w:r>
          </w:p>
        </w:tc>
        <w:tc>
          <w:tcPr>
            <w:tcW w:w="6824" w:type="dxa"/>
          </w:tcPr>
          <w:p w:rsidR="00842993" w:rsidRPr="00D44A3E" w:rsidRDefault="00842993" w:rsidP="008E761A">
            <w:pPr>
              <w:tabs>
                <w:tab w:val="left" w:pos="-1440"/>
                <w:tab w:val="left" w:pos="-720"/>
                <w:tab w:val="left" w:pos="0"/>
              </w:tabs>
            </w:pPr>
            <w:r w:rsidRPr="00D44A3E">
              <w:t>Wykonanie nasypów</w:t>
            </w:r>
          </w:p>
        </w:tc>
      </w:tr>
      <w:tr w:rsidR="0066597B" w:rsidTr="00951311">
        <w:tc>
          <w:tcPr>
            <w:tcW w:w="1859" w:type="dxa"/>
            <w:vAlign w:val="center"/>
          </w:tcPr>
          <w:p w:rsidR="0066597B" w:rsidRPr="00D44A3E" w:rsidRDefault="0066597B" w:rsidP="0066597B">
            <w:pPr>
              <w:tabs>
                <w:tab w:val="left" w:pos="-1440"/>
                <w:tab w:val="left" w:pos="-720"/>
                <w:tab w:val="left" w:pos="0"/>
              </w:tabs>
              <w:jc w:val="center"/>
            </w:pPr>
            <w:r w:rsidRPr="00D44A3E">
              <w:t>D-04.0</w:t>
            </w:r>
            <w:r>
              <w:t>3</w:t>
            </w:r>
            <w:r w:rsidRPr="00D44A3E">
              <w:t>.01.</w:t>
            </w:r>
          </w:p>
        </w:tc>
        <w:tc>
          <w:tcPr>
            <w:tcW w:w="6824" w:type="dxa"/>
          </w:tcPr>
          <w:p w:rsidR="0066597B" w:rsidRPr="00D44A3E" w:rsidRDefault="0066597B" w:rsidP="002951AC">
            <w:pPr>
              <w:tabs>
                <w:tab w:val="left" w:pos="-1440"/>
                <w:tab w:val="left" w:pos="-720"/>
                <w:tab w:val="left" w:pos="0"/>
              </w:tabs>
            </w:pPr>
            <w:r>
              <w:t>Oczyszczenie i skropienie</w:t>
            </w:r>
          </w:p>
        </w:tc>
      </w:tr>
      <w:tr w:rsidR="00CD3B5B" w:rsidTr="00951311">
        <w:tc>
          <w:tcPr>
            <w:tcW w:w="1859" w:type="dxa"/>
            <w:vAlign w:val="center"/>
          </w:tcPr>
          <w:p w:rsidR="00CD3B5B" w:rsidRPr="00D44A3E" w:rsidRDefault="00CD3B5B" w:rsidP="00CD3B5B">
            <w:pPr>
              <w:tabs>
                <w:tab w:val="left" w:pos="-1440"/>
                <w:tab w:val="left" w:pos="-720"/>
                <w:tab w:val="left" w:pos="0"/>
              </w:tabs>
              <w:jc w:val="center"/>
            </w:pPr>
            <w:r w:rsidRPr="00D44A3E">
              <w:t>D-04.0</w:t>
            </w:r>
            <w:r>
              <w:t>4</w:t>
            </w:r>
            <w:r w:rsidRPr="00D44A3E">
              <w:t>.0</w:t>
            </w:r>
            <w:r>
              <w:t>0</w:t>
            </w:r>
            <w:r w:rsidRPr="00D44A3E">
              <w:t>.</w:t>
            </w:r>
          </w:p>
        </w:tc>
        <w:tc>
          <w:tcPr>
            <w:tcW w:w="6824" w:type="dxa"/>
          </w:tcPr>
          <w:p w:rsidR="00CD3B5B" w:rsidRPr="00D44A3E" w:rsidRDefault="00CD3B5B" w:rsidP="002951AC">
            <w:pPr>
              <w:tabs>
                <w:tab w:val="left" w:pos="-1440"/>
                <w:tab w:val="left" w:pos="-720"/>
                <w:tab w:val="left" w:pos="0"/>
              </w:tabs>
            </w:pPr>
            <w:r>
              <w:t>Podbudowa z kruszyw-wymagania ogólne</w:t>
            </w:r>
          </w:p>
        </w:tc>
      </w:tr>
      <w:tr w:rsidR="00CD3B5B" w:rsidTr="00951311">
        <w:tc>
          <w:tcPr>
            <w:tcW w:w="1859" w:type="dxa"/>
            <w:vAlign w:val="center"/>
          </w:tcPr>
          <w:p w:rsidR="00CD3B5B" w:rsidRPr="00D44A3E" w:rsidRDefault="00CD3B5B" w:rsidP="00CD3B5B">
            <w:pPr>
              <w:tabs>
                <w:tab w:val="left" w:pos="-1440"/>
                <w:tab w:val="left" w:pos="-720"/>
                <w:tab w:val="left" w:pos="0"/>
              </w:tabs>
              <w:jc w:val="center"/>
            </w:pPr>
            <w:r w:rsidRPr="00D44A3E">
              <w:t>D-04.0</w:t>
            </w:r>
            <w:r>
              <w:t>4</w:t>
            </w:r>
            <w:r w:rsidRPr="00D44A3E">
              <w:t>.0</w:t>
            </w:r>
            <w:r>
              <w:t>2</w:t>
            </w:r>
            <w:r w:rsidRPr="00D44A3E">
              <w:t>.</w:t>
            </w:r>
          </w:p>
        </w:tc>
        <w:tc>
          <w:tcPr>
            <w:tcW w:w="6824" w:type="dxa"/>
          </w:tcPr>
          <w:p w:rsidR="00CD3B5B" w:rsidRPr="00D44A3E" w:rsidRDefault="00CD3B5B" w:rsidP="005942EE">
            <w:pPr>
              <w:tabs>
                <w:tab w:val="left" w:pos="-1440"/>
                <w:tab w:val="left" w:pos="-720"/>
                <w:tab w:val="left" w:pos="0"/>
              </w:tabs>
            </w:pPr>
            <w:r>
              <w:t>Podbudowa z kruszyw łam</w:t>
            </w:r>
            <w:r w:rsidR="005942EE">
              <w:t>anych s</w:t>
            </w:r>
            <w:r>
              <w:t>tabilizowanych mechanicznie</w:t>
            </w:r>
          </w:p>
        </w:tc>
      </w:tr>
      <w:tr w:rsidR="00CD3B5B" w:rsidTr="00951311">
        <w:tc>
          <w:tcPr>
            <w:tcW w:w="1859" w:type="dxa"/>
            <w:vAlign w:val="center"/>
          </w:tcPr>
          <w:p w:rsidR="00CD3B5B" w:rsidRPr="00D44A3E" w:rsidRDefault="00CD3B5B" w:rsidP="00CD3B5B">
            <w:pPr>
              <w:tabs>
                <w:tab w:val="left" w:pos="-1440"/>
                <w:tab w:val="left" w:pos="-720"/>
                <w:tab w:val="left" w:pos="0"/>
              </w:tabs>
              <w:jc w:val="center"/>
            </w:pPr>
            <w:r>
              <w:t xml:space="preserve">  </w:t>
            </w:r>
            <w:r w:rsidRPr="00D44A3E">
              <w:t>D-0</w:t>
            </w:r>
            <w:r>
              <w:t>5</w:t>
            </w:r>
            <w:r w:rsidRPr="00D44A3E">
              <w:t>.0</w:t>
            </w:r>
            <w:r>
              <w:t>3</w:t>
            </w:r>
            <w:r w:rsidRPr="00D44A3E">
              <w:t>.0</w:t>
            </w:r>
            <w:r>
              <w:t>5a</w:t>
            </w:r>
            <w:r w:rsidRPr="00D44A3E">
              <w:t>.</w:t>
            </w:r>
          </w:p>
        </w:tc>
        <w:tc>
          <w:tcPr>
            <w:tcW w:w="6824" w:type="dxa"/>
          </w:tcPr>
          <w:p w:rsidR="00CD3B5B" w:rsidRPr="00D44A3E" w:rsidRDefault="00CD3B5B" w:rsidP="002951AC">
            <w:pPr>
              <w:tabs>
                <w:tab w:val="left" w:pos="-1440"/>
                <w:tab w:val="left" w:pos="-720"/>
                <w:tab w:val="left" w:pos="0"/>
              </w:tabs>
            </w:pPr>
            <w:r>
              <w:t xml:space="preserve">Nawierzchnia z betonu asfaltowego </w:t>
            </w:r>
            <w:proofErr w:type="spellStart"/>
            <w:r>
              <w:t>w-wa</w:t>
            </w:r>
            <w:proofErr w:type="spellEnd"/>
            <w:r>
              <w:t xml:space="preserve"> ścieralna</w:t>
            </w:r>
          </w:p>
        </w:tc>
      </w:tr>
      <w:tr w:rsidR="00CD3B5B" w:rsidTr="00951311">
        <w:tc>
          <w:tcPr>
            <w:tcW w:w="1859" w:type="dxa"/>
            <w:vAlign w:val="center"/>
          </w:tcPr>
          <w:p w:rsidR="00CD3B5B" w:rsidRPr="00D44A3E" w:rsidRDefault="00CD3B5B" w:rsidP="00CD3B5B">
            <w:pPr>
              <w:tabs>
                <w:tab w:val="left" w:pos="-1440"/>
                <w:tab w:val="left" w:pos="-720"/>
                <w:tab w:val="left" w:pos="0"/>
              </w:tabs>
              <w:jc w:val="center"/>
            </w:pPr>
            <w:r>
              <w:t xml:space="preserve">  </w:t>
            </w:r>
            <w:r w:rsidRPr="00D44A3E">
              <w:t>D-0</w:t>
            </w:r>
            <w:r>
              <w:t>5</w:t>
            </w:r>
            <w:r w:rsidRPr="00D44A3E">
              <w:t>.0</w:t>
            </w:r>
            <w:r>
              <w:t>3</w:t>
            </w:r>
            <w:r w:rsidRPr="00D44A3E">
              <w:t>.0</w:t>
            </w:r>
            <w:r>
              <w:t>5b</w:t>
            </w:r>
            <w:r w:rsidRPr="00D44A3E">
              <w:t>.</w:t>
            </w:r>
          </w:p>
        </w:tc>
        <w:tc>
          <w:tcPr>
            <w:tcW w:w="6824" w:type="dxa"/>
          </w:tcPr>
          <w:p w:rsidR="00CD3B5B" w:rsidRPr="00D44A3E" w:rsidRDefault="00CD3B5B" w:rsidP="00CD3B5B">
            <w:pPr>
              <w:tabs>
                <w:tab w:val="left" w:pos="-1440"/>
                <w:tab w:val="left" w:pos="-720"/>
                <w:tab w:val="left" w:pos="0"/>
              </w:tabs>
            </w:pPr>
            <w:r>
              <w:t xml:space="preserve">Nawierzchnia z betonu asfaltowego </w:t>
            </w:r>
            <w:proofErr w:type="spellStart"/>
            <w:r>
              <w:t>w-wa</w:t>
            </w:r>
            <w:proofErr w:type="spellEnd"/>
            <w:r>
              <w:t xml:space="preserve"> wiążąca</w:t>
            </w:r>
          </w:p>
        </w:tc>
      </w:tr>
      <w:tr w:rsidR="00A3556F" w:rsidTr="00951311">
        <w:tc>
          <w:tcPr>
            <w:tcW w:w="1859" w:type="dxa"/>
            <w:vAlign w:val="center"/>
          </w:tcPr>
          <w:p w:rsidR="00A3556F" w:rsidRPr="00D44A3E" w:rsidRDefault="00A3556F" w:rsidP="002951AC">
            <w:pPr>
              <w:tabs>
                <w:tab w:val="left" w:pos="-1440"/>
                <w:tab w:val="left" w:pos="-720"/>
                <w:tab w:val="left" w:pos="0"/>
              </w:tabs>
              <w:jc w:val="center"/>
            </w:pPr>
            <w:r w:rsidRPr="00D44A3E">
              <w:t>D-06.01.01</w:t>
            </w:r>
          </w:p>
        </w:tc>
        <w:tc>
          <w:tcPr>
            <w:tcW w:w="6824" w:type="dxa"/>
          </w:tcPr>
          <w:p w:rsidR="00A3556F" w:rsidRPr="00D44A3E" w:rsidRDefault="00A3556F" w:rsidP="002951AC">
            <w:pPr>
              <w:tabs>
                <w:tab w:val="left" w:pos="-1440"/>
                <w:tab w:val="left" w:pos="-720"/>
                <w:tab w:val="left" w:pos="0"/>
              </w:tabs>
            </w:pPr>
            <w:r w:rsidRPr="00D44A3E">
              <w:t xml:space="preserve">Umocnienie powierzchniowe skarp, rowów i </w:t>
            </w:r>
            <w:proofErr w:type="spellStart"/>
            <w:r w:rsidRPr="00D44A3E">
              <w:t>scieków</w:t>
            </w:r>
            <w:proofErr w:type="spellEnd"/>
          </w:p>
        </w:tc>
      </w:tr>
      <w:tr w:rsidR="00A3556F" w:rsidRPr="00C7353B" w:rsidTr="00951311">
        <w:tc>
          <w:tcPr>
            <w:tcW w:w="1859" w:type="dxa"/>
            <w:vAlign w:val="center"/>
          </w:tcPr>
          <w:p w:rsidR="00A3556F" w:rsidRPr="00D44A3E" w:rsidRDefault="00A3556F" w:rsidP="0002092F">
            <w:pPr>
              <w:tabs>
                <w:tab w:val="left" w:pos="-1440"/>
                <w:tab w:val="left" w:pos="-720"/>
                <w:tab w:val="left" w:pos="0"/>
              </w:tabs>
              <w:jc w:val="center"/>
            </w:pPr>
            <w:r w:rsidRPr="00D44A3E">
              <w:t xml:space="preserve">   D-06.03.01a.</w:t>
            </w:r>
          </w:p>
        </w:tc>
        <w:tc>
          <w:tcPr>
            <w:tcW w:w="6824" w:type="dxa"/>
          </w:tcPr>
          <w:p w:rsidR="00A3556F" w:rsidRPr="00D44A3E" w:rsidRDefault="00A3556F" w:rsidP="0002092F">
            <w:pPr>
              <w:tabs>
                <w:tab w:val="left" w:pos="-1440"/>
                <w:tab w:val="left" w:pos="-720"/>
                <w:tab w:val="left" w:pos="0"/>
              </w:tabs>
            </w:pPr>
            <w:r w:rsidRPr="00D44A3E">
              <w:t xml:space="preserve">Utwardzenie poboczy </w:t>
            </w:r>
          </w:p>
        </w:tc>
      </w:tr>
      <w:tr w:rsidR="00A3556F" w:rsidRPr="00C7353B" w:rsidTr="00951311">
        <w:tc>
          <w:tcPr>
            <w:tcW w:w="1859" w:type="dxa"/>
            <w:vAlign w:val="center"/>
          </w:tcPr>
          <w:p w:rsidR="00A3556F" w:rsidRPr="00D44A3E" w:rsidRDefault="00A3556F" w:rsidP="0002092F">
            <w:pPr>
              <w:tabs>
                <w:tab w:val="left" w:pos="-1440"/>
                <w:tab w:val="left" w:pos="-720"/>
                <w:tab w:val="left" w:pos="0"/>
              </w:tabs>
              <w:jc w:val="center"/>
            </w:pPr>
            <w:r w:rsidRPr="00D44A3E">
              <w:t>D-07.01.01.</w:t>
            </w:r>
          </w:p>
        </w:tc>
        <w:tc>
          <w:tcPr>
            <w:tcW w:w="6824" w:type="dxa"/>
          </w:tcPr>
          <w:p w:rsidR="00A3556F" w:rsidRPr="00D44A3E" w:rsidRDefault="00A3556F" w:rsidP="0002092F">
            <w:pPr>
              <w:tabs>
                <w:tab w:val="left" w:pos="-1440"/>
                <w:tab w:val="left" w:pos="-720"/>
                <w:tab w:val="left" w:pos="0"/>
              </w:tabs>
            </w:pPr>
            <w:r w:rsidRPr="00D44A3E">
              <w:t>Oznakowanie poziome</w:t>
            </w:r>
          </w:p>
        </w:tc>
      </w:tr>
      <w:tr w:rsidR="00A3556F" w:rsidRPr="00C7353B" w:rsidTr="00951311">
        <w:tc>
          <w:tcPr>
            <w:tcW w:w="1859" w:type="dxa"/>
            <w:vAlign w:val="center"/>
          </w:tcPr>
          <w:p w:rsidR="00A3556F" w:rsidRPr="00D44A3E" w:rsidRDefault="00A3556F" w:rsidP="0002092F">
            <w:pPr>
              <w:tabs>
                <w:tab w:val="left" w:pos="-1440"/>
                <w:tab w:val="left" w:pos="-720"/>
                <w:tab w:val="left" w:pos="0"/>
              </w:tabs>
              <w:jc w:val="center"/>
            </w:pPr>
            <w:r w:rsidRPr="00D44A3E">
              <w:t>D-07.02.01.</w:t>
            </w:r>
          </w:p>
        </w:tc>
        <w:tc>
          <w:tcPr>
            <w:tcW w:w="6824" w:type="dxa"/>
          </w:tcPr>
          <w:p w:rsidR="00A3556F" w:rsidRPr="00D44A3E" w:rsidRDefault="00A3556F" w:rsidP="0002092F">
            <w:pPr>
              <w:tabs>
                <w:tab w:val="left" w:pos="-1440"/>
                <w:tab w:val="left" w:pos="-720"/>
                <w:tab w:val="left" w:pos="0"/>
              </w:tabs>
            </w:pPr>
            <w:r w:rsidRPr="00D44A3E">
              <w:t>Oznakowanie pionowe</w:t>
            </w:r>
          </w:p>
        </w:tc>
      </w:tr>
    </w:tbl>
    <w:p w:rsidR="00951311" w:rsidRDefault="00951311" w:rsidP="00951311"/>
    <w:p w:rsidR="00E83AB7" w:rsidRDefault="00E83AB7" w:rsidP="00951311">
      <w:pPr>
        <w:pStyle w:val="Nagwek2"/>
        <w:spacing w:before="0" w:after="0"/>
      </w:pPr>
      <w:r>
        <w:t>1.4. Określenia podstawowe</w:t>
      </w:r>
    </w:p>
    <w:p w:rsidR="00E83AB7" w:rsidRDefault="00E83AB7" w:rsidP="00951311">
      <w:pPr>
        <w:pStyle w:val="tekstost"/>
      </w:pPr>
      <w:r>
        <w:tab/>
        <w:t>Użyte w SST wymienione poniżej określenia należy rozumieć w każdym przypadku następująco:</w:t>
      </w:r>
    </w:p>
    <w:p w:rsidR="00E83AB7" w:rsidRDefault="00E83AB7" w:rsidP="00951311">
      <w:pPr>
        <w:pStyle w:val="tekstost"/>
        <w:tabs>
          <w:tab w:val="left" w:pos="567"/>
        </w:tabs>
      </w:pPr>
      <w:r>
        <w:rPr>
          <w:b/>
        </w:rPr>
        <w:t>1.4.1.</w:t>
      </w:r>
      <w:r>
        <w:tab/>
      </w:r>
      <w:r w:rsidRPr="007F1BFA">
        <w:rPr>
          <w:b/>
        </w:rPr>
        <w:t>Budowla drogowa</w:t>
      </w:r>
      <w:r>
        <w:t xml:space="preserve"> - obiekt budowlany, nie będący budynkiem, stanowiący całość techniczno-użytkową (droga) albo jego część stanowiącą odrębny element konstrukcyjny lub technologiczny (obiekt mostowy, korpus ziemny, węzeł).</w:t>
      </w:r>
    </w:p>
    <w:p w:rsidR="00E83AB7" w:rsidRDefault="00E83AB7" w:rsidP="00951311">
      <w:pPr>
        <w:pStyle w:val="tekstost"/>
        <w:tabs>
          <w:tab w:val="left" w:pos="567"/>
        </w:tabs>
      </w:pPr>
      <w:r>
        <w:rPr>
          <w:b/>
        </w:rPr>
        <w:t>1.4.2</w:t>
      </w:r>
      <w:r>
        <w:t>.</w:t>
      </w:r>
      <w:r>
        <w:tab/>
      </w:r>
      <w:r w:rsidRPr="007F1BFA">
        <w:rPr>
          <w:b/>
        </w:rPr>
        <w:t xml:space="preserve">Chodnik </w:t>
      </w:r>
      <w:r>
        <w:t>- wyznaczony pas terenu przy jezdni lub odsunięty od jezdni, przeznaczony do ruchu pieszych.</w:t>
      </w:r>
    </w:p>
    <w:p w:rsidR="00E83AB7" w:rsidRDefault="00E83AB7" w:rsidP="00951311">
      <w:pPr>
        <w:pStyle w:val="tekstost"/>
        <w:tabs>
          <w:tab w:val="left" w:pos="567"/>
        </w:tabs>
      </w:pPr>
      <w:r>
        <w:rPr>
          <w:b/>
        </w:rPr>
        <w:t>1.4.</w:t>
      </w:r>
      <w:r w:rsidR="007F1BFA">
        <w:rPr>
          <w:b/>
        </w:rPr>
        <w:t>3</w:t>
      </w:r>
      <w:r>
        <w:t>.</w:t>
      </w:r>
      <w:r>
        <w:tab/>
      </w:r>
      <w:r w:rsidRPr="007F1BFA">
        <w:rPr>
          <w:b/>
        </w:rPr>
        <w:t>Droga</w:t>
      </w:r>
      <w:r>
        <w:t xml:space="preserve"> - wydzielony pas terenu przeznaczony do ruchu lub postoju pojazdów oraz ruchu pieszych wraz z wszelkimi urządzeniami technicznymi związanymi z prowadzeniem i zabezpieczeniem ruchu.</w:t>
      </w:r>
    </w:p>
    <w:p w:rsidR="00E83AB7" w:rsidRDefault="00E83AB7" w:rsidP="00951311">
      <w:pPr>
        <w:pStyle w:val="tekstost"/>
        <w:tabs>
          <w:tab w:val="left" w:pos="567"/>
        </w:tabs>
      </w:pPr>
      <w:r>
        <w:rPr>
          <w:b/>
        </w:rPr>
        <w:t>1.4.</w:t>
      </w:r>
      <w:r w:rsidR="007F1BFA">
        <w:rPr>
          <w:b/>
        </w:rPr>
        <w:t>4</w:t>
      </w:r>
      <w:r>
        <w:t>.</w:t>
      </w:r>
      <w:r>
        <w:tab/>
      </w:r>
      <w:r w:rsidRPr="007F1BFA">
        <w:rPr>
          <w:b/>
        </w:rPr>
        <w:t>Droga tymczasowa (montażowa)</w:t>
      </w:r>
      <w:r>
        <w:t xml:space="preserve"> - droga specjalnie przygotowana, przeznaczona do ruchu pojazdów obsługujących zadanie budowlane na czas jego wykonania, przewidziana do usunięcia po jego zakończeniu.</w:t>
      </w:r>
    </w:p>
    <w:p w:rsidR="003D06BB" w:rsidRPr="003D06BB" w:rsidRDefault="008E761A" w:rsidP="003D06BB">
      <w:pPr>
        <w:tabs>
          <w:tab w:val="left" w:pos="-1725"/>
          <w:tab w:val="left" w:pos="-1005"/>
          <w:tab w:val="left" w:pos="-28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Pr>
          <w:b/>
          <w:spacing w:val="-3"/>
        </w:rPr>
        <w:t>1.4.5.</w:t>
      </w:r>
      <w:r w:rsidR="003D06BB">
        <w:rPr>
          <w:b/>
          <w:spacing w:val="-3"/>
        </w:rPr>
        <w:t xml:space="preserve"> </w:t>
      </w:r>
      <w:r w:rsidRPr="00083FD6">
        <w:rPr>
          <w:b/>
          <w:spacing w:val="-3"/>
        </w:rPr>
        <w:t xml:space="preserve">Droga objazdowa </w:t>
      </w:r>
      <w:r w:rsidRPr="00083FD6">
        <w:rPr>
          <w:spacing w:val="-3"/>
        </w:rPr>
        <w:t xml:space="preserve">– jest to istniejąca droga prowadząca ruch publiczny </w:t>
      </w:r>
      <w:proofErr w:type="spellStart"/>
      <w:r w:rsidRPr="00083FD6">
        <w:rPr>
          <w:spacing w:val="-3"/>
        </w:rPr>
        <w:t>przekierowywany</w:t>
      </w:r>
      <w:proofErr w:type="spellEnd"/>
      <w:r w:rsidRPr="00083FD6">
        <w:rPr>
          <w:spacing w:val="-3"/>
        </w:rPr>
        <w:t xml:space="preserve"> z drogi będącej w budowie, przebudowie lub remoncie.</w:t>
      </w:r>
    </w:p>
    <w:p w:rsidR="003D06BB" w:rsidRPr="003D06BB" w:rsidRDefault="003D06BB" w:rsidP="003D06BB">
      <w:pPr>
        <w:tabs>
          <w:tab w:val="left" w:pos="-1725"/>
          <w:tab w:val="left" w:pos="-1005"/>
          <w:tab w:val="left" w:pos="-28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Pr>
          <w:b/>
          <w:spacing w:val="-3"/>
        </w:rPr>
        <w:t xml:space="preserve">1.4.6. </w:t>
      </w:r>
      <w:r w:rsidRPr="003D06BB">
        <w:rPr>
          <w:b/>
          <w:spacing w:val="-3"/>
        </w:rPr>
        <w:t>Dziennik Budowy</w:t>
      </w:r>
      <w:r w:rsidRPr="003D06BB">
        <w:rPr>
          <w:spacing w:val="-3"/>
        </w:rPr>
        <w:t xml:space="preserve"> - opatrzony pieczęcią Zamawiającego zeszyt, z ponumerowanymi stronami, służący do notowania wydarzeń zaistniałych w czasie wykonywania zadania budowlanego, rejestrowania dokonywanych odbiorów Robót, przekazywania poleceń i innej korespondencji technicznej pomiędzy Inżynierem, Wykonawcą i projektantem.</w:t>
      </w:r>
    </w:p>
    <w:p w:rsidR="003D06BB" w:rsidRPr="003D06BB" w:rsidRDefault="003D06BB" w:rsidP="003D06BB">
      <w:pPr>
        <w:tabs>
          <w:tab w:val="left" w:pos="-1725"/>
          <w:tab w:val="left" w:pos="-1005"/>
          <w:tab w:val="left" w:pos="-28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Pr>
          <w:b/>
          <w:spacing w:val="-3"/>
        </w:rPr>
        <w:t>1.4.7.</w:t>
      </w:r>
      <w:r w:rsidRPr="003D06BB">
        <w:rPr>
          <w:b/>
          <w:spacing w:val="-3"/>
        </w:rPr>
        <w:t>Jezdnia</w:t>
      </w:r>
      <w:r w:rsidRPr="003D06BB">
        <w:rPr>
          <w:spacing w:val="-3"/>
        </w:rPr>
        <w:t xml:space="preserve"> - część korony drogi przeznaczona do ruchu pojazdów.</w:t>
      </w:r>
    </w:p>
    <w:p w:rsidR="003D06BB" w:rsidRPr="003D06BB" w:rsidRDefault="003D06BB" w:rsidP="003D06BB">
      <w:pPr>
        <w:tabs>
          <w:tab w:val="left" w:pos="-1725"/>
          <w:tab w:val="left" w:pos="-1005"/>
          <w:tab w:val="left" w:pos="-28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Pr>
          <w:b/>
          <w:spacing w:val="-3"/>
        </w:rPr>
        <w:lastRenderedPageBreak/>
        <w:t>1.4.8.</w:t>
      </w:r>
      <w:r w:rsidRPr="003D06BB">
        <w:rPr>
          <w:b/>
          <w:spacing w:val="-3"/>
        </w:rPr>
        <w:t xml:space="preserve">Inżynier - </w:t>
      </w:r>
      <w:r w:rsidRPr="00083FD6">
        <w:t>osoba wymieniona w danych kontraktowych (wyznaczona przez Zamawiającego, o której wyznaczeniu poinformowany jest Wykonawca), odpowiedzialna za nadzorowanie robót i administrowanie kontraktem.</w:t>
      </w:r>
    </w:p>
    <w:p w:rsidR="003D06BB" w:rsidRPr="00083FD6" w:rsidRDefault="003D06BB" w:rsidP="003D06BB">
      <w:pPr>
        <w:tabs>
          <w:tab w:val="left" w:pos="-1725"/>
          <w:tab w:val="left" w:pos="-1005"/>
          <w:tab w:val="left" w:pos="-28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Pr>
          <w:b/>
          <w:spacing w:val="-3"/>
        </w:rPr>
        <w:t xml:space="preserve">1.4.9.  </w:t>
      </w:r>
      <w:r w:rsidRPr="00083FD6">
        <w:rPr>
          <w:b/>
          <w:spacing w:val="-3"/>
        </w:rPr>
        <w:t>Kierownik budowy</w:t>
      </w:r>
      <w:r w:rsidRPr="00083FD6">
        <w:rPr>
          <w:spacing w:val="-3"/>
        </w:rPr>
        <w:t xml:space="preserve"> - osoba wyznaczona przez Wykonawcę, upoważniona do kierowania Robotami i do występowania w jego imieniu w sprawach realizacji Kontraktu.</w:t>
      </w:r>
    </w:p>
    <w:p w:rsidR="003D06BB" w:rsidRPr="00083FD6" w:rsidRDefault="003D06BB" w:rsidP="003D06BB">
      <w:pPr>
        <w:tabs>
          <w:tab w:val="left" w:pos="-1725"/>
          <w:tab w:val="left" w:pos="-1005"/>
          <w:tab w:val="left" w:pos="-285"/>
          <w:tab w:val="left" w:pos="851"/>
          <w:tab w:val="left" w:pos="1418"/>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Pr>
          <w:b/>
          <w:spacing w:val="-3"/>
        </w:rPr>
        <w:t>1.4.10.</w:t>
      </w:r>
      <w:r w:rsidRPr="00083FD6">
        <w:rPr>
          <w:b/>
          <w:spacing w:val="-3"/>
        </w:rPr>
        <w:t>Korona drogi</w:t>
      </w:r>
      <w:r w:rsidRPr="00083FD6">
        <w:rPr>
          <w:spacing w:val="-3"/>
        </w:rPr>
        <w:t xml:space="preserve"> - jezdnia z poboczami lub chodnikami, zatokami, pasami awaryjnego postoju i pasami dzielącymi jezdnie.</w:t>
      </w:r>
    </w:p>
    <w:p w:rsidR="003D06BB" w:rsidRPr="00083FD6" w:rsidRDefault="003D06BB" w:rsidP="003D06BB">
      <w:pPr>
        <w:tabs>
          <w:tab w:val="left" w:pos="-1725"/>
          <w:tab w:val="left" w:pos="-1005"/>
          <w:tab w:val="left" w:pos="-285"/>
          <w:tab w:val="left" w:pos="435"/>
          <w:tab w:val="num" w:pos="720"/>
          <w:tab w:val="left" w:pos="1418"/>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09" w:hanging="709"/>
        <w:rPr>
          <w:spacing w:val="-3"/>
        </w:rPr>
      </w:pPr>
      <w:r w:rsidRPr="00083FD6">
        <w:rPr>
          <w:b/>
          <w:spacing w:val="-3"/>
        </w:rPr>
        <w:t xml:space="preserve">1.4.11. </w:t>
      </w:r>
      <w:r>
        <w:rPr>
          <w:b/>
          <w:spacing w:val="-3"/>
        </w:rPr>
        <w:t xml:space="preserve"> </w:t>
      </w:r>
      <w:r w:rsidRPr="00083FD6">
        <w:rPr>
          <w:b/>
          <w:spacing w:val="-3"/>
        </w:rPr>
        <w:t>Konstrukcja nawierzchni</w:t>
      </w:r>
      <w:r w:rsidRPr="00083FD6">
        <w:rPr>
          <w:spacing w:val="-3"/>
        </w:rPr>
        <w:t xml:space="preserve"> - układ warstw nawierzchni wraz ze sposobem ich połączenia.</w:t>
      </w:r>
    </w:p>
    <w:p w:rsidR="003D06BB" w:rsidRPr="00083FD6" w:rsidRDefault="003D06BB" w:rsidP="003D06BB">
      <w:pPr>
        <w:tabs>
          <w:tab w:val="left" w:pos="-1725"/>
          <w:tab w:val="left" w:pos="-1005"/>
          <w:tab w:val="left" w:pos="-285"/>
          <w:tab w:val="left" w:pos="435"/>
          <w:tab w:val="num" w:pos="720"/>
          <w:tab w:val="left" w:pos="1443"/>
          <w:tab w:val="left" w:pos="170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09" w:hanging="709"/>
        <w:rPr>
          <w:b/>
          <w:spacing w:val="-3"/>
        </w:rPr>
      </w:pPr>
      <w:r w:rsidRPr="00083FD6">
        <w:rPr>
          <w:b/>
          <w:spacing w:val="-3"/>
        </w:rPr>
        <w:t>1.4.12.  Korpus drogowy</w:t>
      </w:r>
      <w:r w:rsidRPr="00083FD6">
        <w:rPr>
          <w:spacing w:val="-3"/>
        </w:rPr>
        <w:t xml:space="preserve"> - nasyp lub ta część wykopu, która jest ogra</w:t>
      </w:r>
      <w:r>
        <w:rPr>
          <w:spacing w:val="-3"/>
        </w:rPr>
        <w:t>niczona koroną drogi i </w:t>
      </w:r>
      <w:proofErr w:type="spellStart"/>
      <w:r>
        <w:rPr>
          <w:spacing w:val="-3"/>
        </w:rPr>
        <w:t>skarpam</w:t>
      </w:r>
      <w:r w:rsidRPr="00083FD6">
        <w:rPr>
          <w:spacing w:val="-3"/>
        </w:rPr>
        <w:t>rowów</w:t>
      </w:r>
      <w:proofErr w:type="spellEnd"/>
      <w:r w:rsidRPr="00083FD6">
        <w:rPr>
          <w:spacing w:val="-3"/>
        </w:rPr>
        <w:t>.</w:t>
      </w:r>
    </w:p>
    <w:p w:rsidR="003D06BB" w:rsidRPr="00083FD6" w:rsidRDefault="003D06BB" w:rsidP="003D06BB">
      <w:pPr>
        <w:tabs>
          <w:tab w:val="left" w:pos="-1725"/>
          <w:tab w:val="left" w:pos="-1005"/>
          <w:tab w:val="left" w:pos="-285"/>
          <w:tab w:val="left" w:pos="435"/>
          <w:tab w:val="num" w:pos="720"/>
          <w:tab w:val="left" w:pos="867"/>
          <w:tab w:val="left" w:pos="1443"/>
          <w:tab w:val="left" w:pos="170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09" w:hanging="709"/>
        <w:rPr>
          <w:spacing w:val="-3"/>
        </w:rPr>
      </w:pPr>
      <w:r w:rsidRPr="00083FD6">
        <w:rPr>
          <w:b/>
          <w:spacing w:val="-3"/>
        </w:rPr>
        <w:t>1.4.13.  Koryto</w:t>
      </w:r>
      <w:r w:rsidRPr="00083FD6">
        <w:rPr>
          <w:spacing w:val="-3"/>
        </w:rPr>
        <w:t xml:space="preserve"> - element uformowany w korpusie drogowym w </w:t>
      </w:r>
      <w:r>
        <w:rPr>
          <w:spacing w:val="-3"/>
        </w:rPr>
        <w:t xml:space="preserve">celu ułożenia w nim </w:t>
      </w:r>
      <w:proofErr w:type="spellStart"/>
      <w:r>
        <w:rPr>
          <w:spacing w:val="-3"/>
        </w:rPr>
        <w:t>konstrukcj</w:t>
      </w:r>
      <w:r w:rsidRPr="00083FD6">
        <w:rPr>
          <w:spacing w:val="-3"/>
        </w:rPr>
        <w:t>nawierzchni</w:t>
      </w:r>
      <w:proofErr w:type="spellEnd"/>
      <w:r w:rsidRPr="00083FD6">
        <w:rPr>
          <w:spacing w:val="-3"/>
        </w:rPr>
        <w:t>.</w:t>
      </w:r>
    </w:p>
    <w:p w:rsidR="003D06BB" w:rsidRPr="00083FD6" w:rsidRDefault="00D44A3E" w:rsidP="00D44A3E">
      <w:pPr>
        <w:tabs>
          <w:tab w:val="left" w:pos="-1725"/>
          <w:tab w:val="left" w:pos="-1005"/>
          <w:tab w:val="left" w:pos="-285"/>
          <w:tab w:val="num" w:pos="0"/>
          <w:tab w:val="left" w:pos="435"/>
          <w:tab w:val="left" w:pos="1443"/>
          <w:tab w:val="left" w:pos="170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hanging="709"/>
        <w:rPr>
          <w:spacing w:val="-3"/>
        </w:rPr>
      </w:pPr>
      <w:r>
        <w:rPr>
          <w:b/>
          <w:spacing w:val="-3"/>
        </w:rPr>
        <w:t xml:space="preserve">                1.4.14  </w:t>
      </w:r>
      <w:r w:rsidR="003D06BB" w:rsidRPr="00083FD6">
        <w:rPr>
          <w:b/>
          <w:spacing w:val="-3"/>
        </w:rPr>
        <w:t>Książka Obmiarów</w:t>
      </w:r>
      <w:r w:rsidR="003D06BB" w:rsidRPr="00083FD6">
        <w:rPr>
          <w:spacing w:val="-3"/>
        </w:rPr>
        <w:t xml:space="preserve"> - akceptowany przez Inżyniera zeszyt z ponumerowanymi stronami służący do wpisywania przez Wykonawcę obmiaru dokonywanych Robót</w:t>
      </w:r>
      <w:r w:rsidR="003D06BB">
        <w:rPr>
          <w:spacing w:val="-3"/>
        </w:rPr>
        <w:t xml:space="preserve"> </w:t>
      </w:r>
      <w:r w:rsidR="003D06BB" w:rsidRPr="00083FD6">
        <w:rPr>
          <w:spacing w:val="-3"/>
        </w:rPr>
        <w:t xml:space="preserve">w formie wyliczeń, szkiców i ew. dodatkowych załączników. Wpisy w Książce Obmiarów podlegają potwierdzeniu przez Inżyniera. </w:t>
      </w:r>
    </w:p>
    <w:p w:rsidR="003D06BB" w:rsidRPr="00083FD6" w:rsidRDefault="003D06BB" w:rsidP="00D44A3E">
      <w:pPr>
        <w:tabs>
          <w:tab w:val="left" w:pos="-1725"/>
          <w:tab w:val="left" w:pos="-1005"/>
          <w:tab w:val="left" w:pos="-285"/>
          <w:tab w:val="num" w:pos="0"/>
          <w:tab w:val="left" w:pos="435"/>
          <w:tab w:val="left" w:pos="1443"/>
          <w:tab w:val="left" w:pos="1875"/>
          <w:tab w:val="left" w:pos="2268"/>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083FD6">
        <w:rPr>
          <w:b/>
          <w:spacing w:val="-3"/>
        </w:rPr>
        <w:t xml:space="preserve">1.4.15. </w:t>
      </w:r>
      <w:r>
        <w:rPr>
          <w:b/>
          <w:spacing w:val="-3"/>
        </w:rPr>
        <w:t xml:space="preserve"> </w:t>
      </w:r>
      <w:r w:rsidRPr="00083FD6">
        <w:rPr>
          <w:b/>
          <w:spacing w:val="-3"/>
        </w:rPr>
        <w:t xml:space="preserve">Laboratorium - </w:t>
      </w:r>
      <w:r w:rsidRPr="00083FD6">
        <w:rPr>
          <w:spacing w:val="-3"/>
        </w:rPr>
        <w:t>drogowe lub inne laboratorium badawcze, zaakceptowane przez Zamawiającego, niezbędne do przeprowadzenia wszelkich badań i prób związanych z oceną jakości materiałów oraz Robót.</w:t>
      </w:r>
    </w:p>
    <w:p w:rsidR="003D06BB" w:rsidRPr="00083FD6" w:rsidRDefault="003D06BB" w:rsidP="00D44A3E">
      <w:pPr>
        <w:tabs>
          <w:tab w:val="left" w:pos="-1725"/>
          <w:tab w:val="left" w:pos="-1005"/>
          <w:tab w:val="left" w:pos="-285"/>
          <w:tab w:val="num" w:pos="0"/>
          <w:tab w:val="left" w:pos="435"/>
          <w:tab w:val="left" w:pos="1443"/>
          <w:tab w:val="left" w:pos="1875"/>
          <w:tab w:val="left" w:pos="2268"/>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b/>
          <w:spacing w:val="-3"/>
        </w:rPr>
        <w:t>1.4.16. Materiały</w:t>
      </w:r>
      <w:r w:rsidRPr="00083FD6">
        <w:rPr>
          <w:spacing w:val="-3"/>
        </w:rPr>
        <w:t xml:space="preserve"> - wszelkie tworzywa niezbędne do wykonania Robót, zgodne z Dokumentacją Projektową i Specyfikacjami Technicznymi, zaakceptowane przez Inżyniera.</w:t>
      </w:r>
    </w:p>
    <w:p w:rsidR="003D06BB" w:rsidRPr="00083FD6" w:rsidRDefault="003D06BB" w:rsidP="003D06BB">
      <w:pPr>
        <w:tabs>
          <w:tab w:val="left" w:pos="-1725"/>
          <w:tab w:val="left" w:pos="-1005"/>
          <w:tab w:val="left" w:pos="-285"/>
          <w:tab w:val="left" w:pos="435"/>
          <w:tab w:val="left" w:pos="867"/>
          <w:tab w:val="left" w:pos="1443"/>
          <w:tab w:val="left" w:pos="1875"/>
          <w:tab w:val="left" w:pos="2268"/>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spacing w:val="-3"/>
        </w:rPr>
      </w:pPr>
      <w:r w:rsidRPr="00083FD6">
        <w:rPr>
          <w:b/>
          <w:spacing w:val="-3"/>
        </w:rPr>
        <w:t>1.4.17.</w:t>
      </w:r>
      <w:r>
        <w:rPr>
          <w:b/>
          <w:spacing w:val="-3"/>
        </w:rPr>
        <w:t xml:space="preserve">  </w:t>
      </w:r>
      <w:r w:rsidRPr="00083FD6">
        <w:rPr>
          <w:b/>
          <w:spacing w:val="-3"/>
        </w:rPr>
        <w:t>Nawierzchnia</w:t>
      </w:r>
      <w:r w:rsidRPr="00083FD6">
        <w:rPr>
          <w:spacing w:val="-3"/>
        </w:rPr>
        <w:t xml:space="preserve"> - warstwa lub zespół warstw służących do przejmowania i rozkładania obciążeń od ruchu na podłoże gruntowe i zapewniających dogodne warunki dla ruchu.</w:t>
      </w:r>
    </w:p>
    <w:p w:rsidR="003D06BB" w:rsidRPr="00083FD6" w:rsidRDefault="003D06BB" w:rsidP="003D06BB">
      <w:pPr>
        <w:numPr>
          <w:ilvl w:val="0"/>
          <w:numId w:val="27"/>
        </w:num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b/>
          <w:spacing w:val="-3"/>
        </w:rPr>
        <w:t>Warstwa ścieralna</w:t>
      </w:r>
      <w:r w:rsidRPr="00083FD6">
        <w:rPr>
          <w:spacing w:val="-3"/>
        </w:rPr>
        <w:t xml:space="preserve"> - górna warstwa nawierzchni poddana bezpośrednio oddziaływaniu ruchu i czynników atmosferycznych.</w:t>
      </w:r>
    </w:p>
    <w:p w:rsidR="003D06BB" w:rsidRPr="00083FD6" w:rsidRDefault="003D06BB" w:rsidP="003D06BB">
      <w:pPr>
        <w:numPr>
          <w:ilvl w:val="0"/>
          <w:numId w:val="27"/>
        </w:num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b/>
          <w:spacing w:val="-3"/>
        </w:rPr>
        <w:t>Warstwa wiążąca</w:t>
      </w:r>
      <w:r w:rsidRPr="00083FD6">
        <w:rPr>
          <w:spacing w:val="-3"/>
        </w:rPr>
        <w:t xml:space="preserve"> - warstwa znajdująca się między warstwą ścieralną a podbudową, zapewniająca lepsze rozłożenie naprężeń w nawierzchni i przekazywanie ich na podbudowę.</w:t>
      </w:r>
    </w:p>
    <w:p w:rsidR="003D06BB" w:rsidRPr="00083FD6" w:rsidRDefault="003D06BB" w:rsidP="003D06BB">
      <w:pPr>
        <w:numPr>
          <w:ilvl w:val="0"/>
          <w:numId w:val="27"/>
        </w:num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b/>
          <w:spacing w:val="-3"/>
        </w:rPr>
        <w:t>Warstwa wyrównawcza</w:t>
      </w:r>
      <w:r w:rsidRPr="00083FD6">
        <w:rPr>
          <w:spacing w:val="-3"/>
        </w:rPr>
        <w:t xml:space="preserve"> - warstwa służąca do wyrównania nierówności podbudowy lub profilu istniejącej nawierzchni.</w:t>
      </w:r>
    </w:p>
    <w:p w:rsidR="003D06BB" w:rsidRPr="00083FD6" w:rsidRDefault="003D06BB" w:rsidP="003D06BB">
      <w:pPr>
        <w:numPr>
          <w:ilvl w:val="0"/>
          <w:numId w:val="27"/>
        </w:num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b/>
          <w:spacing w:val="-3"/>
        </w:rPr>
        <w:t>Podbudowa</w:t>
      </w:r>
      <w:r w:rsidRPr="00083FD6">
        <w:rPr>
          <w:spacing w:val="-3"/>
        </w:rPr>
        <w:t xml:space="preserve"> - dolna część nawierzchni służąca do przenoszenia obciążeń od ruchu na podłoże. Podbudowa może składać się z podbudowy zasadniczej i podbudowy pomocniczej.</w:t>
      </w:r>
    </w:p>
    <w:p w:rsidR="003D06BB" w:rsidRPr="00083FD6" w:rsidRDefault="003D06BB" w:rsidP="003D06BB">
      <w:pPr>
        <w:numPr>
          <w:ilvl w:val="0"/>
          <w:numId w:val="27"/>
        </w:num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b/>
          <w:spacing w:val="-3"/>
        </w:rPr>
        <w:t>Podbudowa zasadnicza</w:t>
      </w:r>
      <w:r w:rsidRPr="00083FD6">
        <w:rPr>
          <w:spacing w:val="-3"/>
        </w:rPr>
        <w:t xml:space="preserve"> - górna część podbudowy spełniająca funkcje nośne</w:t>
      </w:r>
      <w:r>
        <w:rPr>
          <w:spacing w:val="-3"/>
        </w:rPr>
        <w:t xml:space="preserve"> </w:t>
      </w:r>
      <w:r w:rsidRPr="00083FD6">
        <w:rPr>
          <w:spacing w:val="-3"/>
        </w:rPr>
        <w:t>w konstrukcji nawierzchni. Może ona składać się z jednej lub dwóch warstw.</w:t>
      </w:r>
    </w:p>
    <w:p w:rsidR="003D06BB" w:rsidRPr="00083FD6" w:rsidRDefault="003D06BB" w:rsidP="003D06BB">
      <w:pPr>
        <w:numPr>
          <w:ilvl w:val="0"/>
          <w:numId w:val="27"/>
        </w:num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b/>
          <w:spacing w:val="-3"/>
        </w:rPr>
        <w:t>Podbudowa pomocnicza</w:t>
      </w:r>
      <w:r w:rsidRPr="00083FD6">
        <w:rPr>
          <w:spacing w:val="-3"/>
        </w:rPr>
        <w:t xml:space="preserve"> - dolna część podbudowy spełniająca, obok funkcji nośnych, funkcje zabezpieczenia nawierzchni przed działaniem wody, mrozu i przenikaniem cząstek podłoża. Może zawierać warstwę </w:t>
      </w:r>
      <w:proofErr w:type="spellStart"/>
      <w:r w:rsidRPr="00083FD6">
        <w:rPr>
          <w:spacing w:val="-3"/>
        </w:rPr>
        <w:t>mrozoochronną</w:t>
      </w:r>
      <w:proofErr w:type="spellEnd"/>
      <w:r w:rsidRPr="00083FD6">
        <w:rPr>
          <w:spacing w:val="-3"/>
        </w:rPr>
        <w:t>, odsączającą lub odcinającą.</w:t>
      </w:r>
    </w:p>
    <w:p w:rsidR="003D06BB" w:rsidRPr="00083FD6" w:rsidRDefault="003D06BB" w:rsidP="003D06BB">
      <w:pPr>
        <w:numPr>
          <w:ilvl w:val="0"/>
          <w:numId w:val="27"/>
        </w:num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b/>
          <w:spacing w:val="-3"/>
        </w:rPr>
        <w:t>Warstwa odcinająca</w:t>
      </w:r>
      <w:r w:rsidRPr="00083FD6">
        <w:rPr>
          <w:spacing w:val="-3"/>
        </w:rPr>
        <w:t xml:space="preserve"> - warstwa stosowana w celu uniemożliwienia przenikania cząstek drobnych gruntu do warstwy nawierzchni leżącej powyżej.</w:t>
      </w:r>
    </w:p>
    <w:p w:rsidR="003D06BB" w:rsidRPr="00083FD6" w:rsidRDefault="003D06BB" w:rsidP="003D06BB">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spacing w:val="-3"/>
        </w:rPr>
      </w:pPr>
      <w:r w:rsidRPr="00083FD6">
        <w:rPr>
          <w:b/>
          <w:spacing w:val="-3"/>
        </w:rPr>
        <w:t>1.4.18.</w:t>
      </w:r>
      <w:r w:rsidRPr="00083FD6">
        <w:rPr>
          <w:b/>
          <w:spacing w:val="-3"/>
        </w:rPr>
        <w:tab/>
        <w:t>Niweleta</w:t>
      </w:r>
      <w:r w:rsidRPr="00083FD6">
        <w:rPr>
          <w:spacing w:val="-3"/>
        </w:rPr>
        <w:t xml:space="preserve"> - wysokościowe i geometryczne rozwinięcie na płaszczyźnie pionowego przekroju w osi drogi lub obiektu mostowego.</w:t>
      </w:r>
    </w:p>
    <w:p w:rsidR="003D06BB" w:rsidRPr="00083FD6" w:rsidRDefault="003D06BB" w:rsidP="003D06BB">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spacing w:val="-3"/>
        </w:rPr>
      </w:pPr>
      <w:r w:rsidRPr="00083FD6">
        <w:rPr>
          <w:b/>
          <w:spacing w:val="-3"/>
        </w:rPr>
        <w:t>1.4.19.</w:t>
      </w:r>
      <w:r w:rsidRPr="00083FD6">
        <w:rPr>
          <w:b/>
          <w:spacing w:val="-3"/>
        </w:rPr>
        <w:tab/>
        <w:t>Obiekt mostowy</w:t>
      </w:r>
      <w:r w:rsidRPr="00083FD6">
        <w:rPr>
          <w:spacing w:val="-3"/>
        </w:rPr>
        <w:t xml:space="preserve"> - most, wiadukt, estakada, tunel, kładka dla pieszych i przepust.</w:t>
      </w:r>
    </w:p>
    <w:p w:rsidR="003D06BB" w:rsidRPr="00083FD6" w:rsidRDefault="003D06BB" w:rsidP="003D06BB">
      <w:pPr>
        <w:tabs>
          <w:tab w:val="left" w:pos="-1725"/>
          <w:tab w:val="left" w:pos="-1005"/>
          <w:tab w:val="left" w:pos="-285"/>
          <w:tab w:val="left" w:pos="435"/>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spacing w:val="-3"/>
        </w:rPr>
      </w:pPr>
      <w:r w:rsidRPr="00083FD6">
        <w:rPr>
          <w:b/>
          <w:spacing w:val="-3"/>
        </w:rPr>
        <w:t>1.4.20.    Odpowiednia (bliska) zgodność</w:t>
      </w:r>
      <w:r w:rsidRPr="00083FD6">
        <w:rPr>
          <w:spacing w:val="-3"/>
        </w:rPr>
        <w:t xml:space="preserve"> - zgodność wykonywanych Robót z dopuszczonymi tolerancjami, a jeśli przedział tolerancji nie został określony - z przeciętnymi tolerancjami, przyjmowanymi zwyczajowo dla danego rodzaju Robót budowlanych.</w:t>
      </w:r>
    </w:p>
    <w:p w:rsidR="003D06BB" w:rsidRPr="00083FD6" w:rsidRDefault="003D06BB" w:rsidP="003D06BB">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spacing w:val="-3"/>
        </w:rPr>
      </w:pPr>
      <w:r w:rsidRPr="00083FD6">
        <w:rPr>
          <w:b/>
          <w:spacing w:val="-3"/>
        </w:rPr>
        <w:t>1.4.21.</w:t>
      </w:r>
      <w:r w:rsidRPr="00083FD6">
        <w:rPr>
          <w:b/>
          <w:spacing w:val="-3"/>
        </w:rPr>
        <w:tab/>
        <w:t>Pas drogowy</w:t>
      </w:r>
      <w:r w:rsidRPr="00083FD6">
        <w:rPr>
          <w:spacing w:val="-3"/>
        </w:rPr>
        <w:t xml:space="preserve"> - wydzielony liniami rozgraniczającymi pas terenu przeznaczony do umieszczania w nim drogi oraz drzew i krzewów. Pas drogowy może również obejmować teren przewidziany do rozbudowy drogi i budowy urządzeń chroniących ludzi i środowisko przed uciążliwościami powodowanymi przez ruch na drodze.</w:t>
      </w:r>
    </w:p>
    <w:p w:rsidR="003D06BB" w:rsidRPr="00083FD6" w:rsidRDefault="003D06BB" w:rsidP="003D06BB">
      <w:pPr>
        <w:tabs>
          <w:tab w:val="left" w:pos="-1725"/>
          <w:tab w:val="left" w:pos="-1005"/>
          <w:tab w:val="left" w:pos="-285"/>
          <w:tab w:val="left" w:pos="435"/>
          <w:tab w:val="left" w:pos="867"/>
          <w:tab w:val="left" w:pos="1299"/>
          <w:tab w:val="left" w:pos="1418"/>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spacing w:val="-3"/>
        </w:rPr>
      </w:pPr>
      <w:r w:rsidRPr="00083FD6">
        <w:rPr>
          <w:b/>
          <w:spacing w:val="-3"/>
        </w:rPr>
        <w:t>1.4.22.</w:t>
      </w:r>
      <w:r w:rsidRPr="00083FD6">
        <w:rPr>
          <w:b/>
          <w:spacing w:val="-3"/>
        </w:rPr>
        <w:tab/>
        <w:t>Pobocze</w:t>
      </w:r>
      <w:r w:rsidRPr="00083FD6">
        <w:rPr>
          <w:spacing w:val="-3"/>
        </w:rPr>
        <w:t xml:space="preserve"> - część korony drogi przeznaczona do chwilowego zatrzymywania się pojazdów, umieszczenia urządzeń bezpieczeństwa ruchu i wykorzystywana do ruchu pieszych, służąca jednocześnie do bocznego oparcia konstrukcji nawierzchni.</w:t>
      </w:r>
    </w:p>
    <w:p w:rsidR="003D06BB" w:rsidRPr="00083FD6" w:rsidRDefault="003D06BB" w:rsidP="003D06BB">
      <w:pPr>
        <w:tabs>
          <w:tab w:val="left" w:pos="-1725"/>
          <w:tab w:val="left" w:pos="-1005"/>
          <w:tab w:val="left" w:pos="-285"/>
          <w:tab w:val="left" w:pos="435"/>
          <w:tab w:val="left" w:pos="867"/>
          <w:tab w:val="left" w:pos="1299"/>
          <w:tab w:val="left" w:pos="1418"/>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spacing w:val="-3"/>
        </w:rPr>
      </w:pPr>
      <w:r w:rsidRPr="00083FD6">
        <w:rPr>
          <w:b/>
          <w:spacing w:val="-3"/>
        </w:rPr>
        <w:t>1.4.23.</w:t>
      </w:r>
      <w:r w:rsidRPr="00083FD6">
        <w:rPr>
          <w:b/>
          <w:spacing w:val="-3"/>
        </w:rPr>
        <w:tab/>
        <w:t>Podłoże</w:t>
      </w:r>
      <w:r w:rsidRPr="00083FD6">
        <w:rPr>
          <w:spacing w:val="-3"/>
        </w:rPr>
        <w:t xml:space="preserve"> - grunt rodzimy lub nasypowy, leżący pod nawierzchnią do głębokości przemarzania.</w:t>
      </w:r>
    </w:p>
    <w:p w:rsidR="003D06BB" w:rsidRPr="00083FD6" w:rsidRDefault="003D06BB" w:rsidP="003D06BB">
      <w:pPr>
        <w:tabs>
          <w:tab w:val="left" w:pos="-1725"/>
          <w:tab w:val="left" w:pos="-1005"/>
          <w:tab w:val="left" w:pos="-285"/>
          <w:tab w:val="left" w:pos="435"/>
          <w:tab w:val="left" w:pos="867"/>
          <w:tab w:val="left" w:pos="1299"/>
          <w:tab w:val="left" w:pos="1418"/>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spacing w:val="-3"/>
        </w:rPr>
      </w:pPr>
      <w:r w:rsidRPr="00083FD6">
        <w:rPr>
          <w:b/>
          <w:spacing w:val="-3"/>
        </w:rPr>
        <w:t>1.4.24.</w:t>
      </w:r>
      <w:r w:rsidRPr="00083FD6">
        <w:rPr>
          <w:b/>
          <w:spacing w:val="-3"/>
        </w:rPr>
        <w:tab/>
        <w:t>Podłoże ulepszone</w:t>
      </w:r>
      <w:r w:rsidRPr="00083FD6">
        <w:rPr>
          <w:spacing w:val="-3"/>
        </w:rPr>
        <w:t xml:space="preserve"> - górna warstwa podłoża, leżąca bezpośrednio pod nawierzchnią, ulepszona w celu umożliwienia przejęcia ruchu budowlanego i właściwego wykonania nawierzchni.</w:t>
      </w:r>
    </w:p>
    <w:p w:rsidR="003D06BB" w:rsidRPr="00083FD6" w:rsidRDefault="003D06BB" w:rsidP="003D06BB">
      <w:pPr>
        <w:tabs>
          <w:tab w:val="left" w:pos="-1725"/>
          <w:tab w:val="left" w:pos="-1005"/>
          <w:tab w:val="left" w:pos="-285"/>
          <w:tab w:val="left" w:pos="435"/>
          <w:tab w:val="left" w:pos="867"/>
          <w:tab w:val="left" w:pos="1299"/>
          <w:tab w:val="left" w:pos="1418"/>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spacing w:val="-3"/>
        </w:rPr>
      </w:pPr>
      <w:r w:rsidRPr="00083FD6">
        <w:rPr>
          <w:b/>
          <w:spacing w:val="-3"/>
        </w:rPr>
        <w:t>1.4.25.</w:t>
      </w:r>
      <w:r w:rsidRPr="00083FD6">
        <w:rPr>
          <w:b/>
          <w:spacing w:val="-3"/>
        </w:rPr>
        <w:tab/>
        <w:t xml:space="preserve">Polecenie Inżyniera </w:t>
      </w:r>
      <w:r w:rsidRPr="00083FD6">
        <w:rPr>
          <w:spacing w:val="-3"/>
        </w:rPr>
        <w:t xml:space="preserve">- wszelkie polecenia przekazane Wykonawcy przez </w:t>
      </w:r>
      <w:r>
        <w:rPr>
          <w:spacing w:val="-3"/>
        </w:rPr>
        <w:t>Inż</w:t>
      </w:r>
      <w:r w:rsidRPr="00083FD6">
        <w:rPr>
          <w:spacing w:val="-3"/>
        </w:rPr>
        <w:t>ynier</w:t>
      </w:r>
      <w:r>
        <w:rPr>
          <w:spacing w:val="-3"/>
        </w:rPr>
        <w:t xml:space="preserve">a </w:t>
      </w:r>
      <w:r w:rsidRPr="00083FD6">
        <w:rPr>
          <w:spacing w:val="-3"/>
        </w:rPr>
        <w:t>w formie pisemnej, dotyczące sposobu realizacji Robót lub innych spraw związanych z prowadzeniem budowy.</w:t>
      </w:r>
    </w:p>
    <w:p w:rsidR="003D06BB" w:rsidRPr="00083FD6" w:rsidRDefault="003D06BB" w:rsidP="003D06BB">
      <w:pPr>
        <w:tabs>
          <w:tab w:val="left" w:pos="-1725"/>
          <w:tab w:val="left" w:pos="-1005"/>
          <w:tab w:val="left" w:pos="-285"/>
          <w:tab w:val="left" w:pos="435"/>
          <w:tab w:val="left" w:pos="867"/>
          <w:tab w:val="left" w:pos="1299"/>
          <w:tab w:val="left" w:pos="1418"/>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spacing w:val="-3"/>
        </w:rPr>
      </w:pPr>
      <w:r w:rsidRPr="00083FD6">
        <w:rPr>
          <w:b/>
          <w:spacing w:val="-3"/>
        </w:rPr>
        <w:t>1.4.26.</w:t>
      </w:r>
      <w:r w:rsidRPr="00083FD6">
        <w:rPr>
          <w:b/>
          <w:spacing w:val="-3"/>
        </w:rPr>
        <w:tab/>
        <w:t>Projektant</w:t>
      </w:r>
      <w:r w:rsidRPr="00083FD6">
        <w:rPr>
          <w:spacing w:val="-3"/>
        </w:rPr>
        <w:t xml:space="preserve"> - uprawniona osoba prawna lub fizyczna będąca autorem Dokumentacji Projektowej.</w:t>
      </w:r>
    </w:p>
    <w:p w:rsidR="003D06BB" w:rsidRPr="00083FD6" w:rsidRDefault="003D06BB" w:rsidP="003D06BB">
      <w:pPr>
        <w:tabs>
          <w:tab w:val="left" w:pos="-1725"/>
          <w:tab w:val="left" w:pos="-1005"/>
          <w:tab w:val="left" w:pos="-285"/>
          <w:tab w:val="left" w:pos="435"/>
          <w:tab w:val="left" w:pos="867"/>
          <w:tab w:val="left" w:pos="1299"/>
          <w:tab w:val="left" w:pos="1418"/>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spacing w:val="-3"/>
        </w:rPr>
      </w:pPr>
      <w:r w:rsidRPr="00083FD6">
        <w:rPr>
          <w:b/>
          <w:spacing w:val="-3"/>
        </w:rPr>
        <w:t>1.4.27.</w:t>
      </w:r>
      <w:r w:rsidRPr="00083FD6">
        <w:rPr>
          <w:b/>
          <w:spacing w:val="-3"/>
        </w:rPr>
        <w:tab/>
        <w:t>Przedsięwzięcie budowlane</w:t>
      </w:r>
      <w:r w:rsidRPr="00083FD6">
        <w:rPr>
          <w:spacing w:val="-3"/>
        </w:rPr>
        <w:t xml:space="preserve"> - kompleksowa realizacja nowego połączenia drogowego lub całkowita modernizacja (zmiana parametrów geometrycznych trasy w planie i przekroju podłużnym) istniejącego połączenia.</w:t>
      </w:r>
    </w:p>
    <w:p w:rsidR="003D06BB" w:rsidRPr="00083FD6" w:rsidRDefault="003D06BB" w:rsidP="003D06BB">
      <w:pPr>
        <w:tabs>
          <w:tab w:val="left" w:pos="-1725"/>
          <w:tab w:val="left" w:pos="-1005"/>
          <w:tab w:val="left" w:pos="-284"/>
          <w:tab w:val="left" w:pos="851"/>
          <w:tab w:val="num" w:pos="1146"/>
          <w:tab w:val="left" w:pos="1299"/>
          <w:tab w:val="left" w:pos="1418"/>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spacing w:val="-3"/>
        </w:rPr>
      </w:pPr>
      <w:r w:rsidRPr="00083FD6">
        <w:rPr>
          <w:b/>
          <w:spacing w:val="-3"/>
        </w:rPr>
        <w:t>1.4.28.</w:t>
      </w:r>
      <w:r w:rsidRPr="00083FD6">
        <w:rPr>
          <w:b/>
          <w:spacing w:val="-3"/>
        </w:rPr>
        <w:tab/>
        <w:t>Przepust</w:t>
      </w:r>
      <w:r w:rsidRPr="00083FD6">
        <w:rPr>
          <w:spacing w:val="-3"/>
        </w:rPr>
        <w:t xml:space="preserve"> - obiekty wybudowane w formie zamkniętej obudowy konstrukcyjnej, służące do przepływu małych cieków wodnych pod nasypami korpusu drogowego lub dla ruchu kołowego, pieszego.</w:t>
      </w:r>
    </w:p>
    <w:p w:rsidR="003D06BB" w:rsidRPr="00083FD6" w:rsidRDefault="003D06BB" w:rsidP="003D06BB">
      <w:pPr>
        <w:tabs>
          <w:tab w:val="left" w:pos="-1725"/>
          <w:tab w:val="left" w:pos="-1005"/>
          <w:tab w:val="left" w:pos="-285"/>
          <w:tab w:val="left" w:pos="435"/>
          <w:tab w:val="num" w:pos="851"/>
          <w:tab w:val="left" w:pos="1299"/>
          <w:tab w:val="left" w:pos="1418"/>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spacing w:val="-3"/>
        </w:rPr>
      </w:pPr>
      <w:r w:rsidRPr="00083FD6">
        <w:rPr>
          <w:b/>
          <w:spacing w:val="-3"/>
        </w:rPr>
        <w:lastRenderedPageBreak/>
        <w:t>1.4.29.</w:t>
      </w:r>
      <w:r w:rsidRPr="00083FD6">
        <w:rPr>
          <w:b/>
          <w:spacing w:val="-3"/>
        </w:rPr>
        <w:tab/>
        <w:t>Przeszkoda naturalna</w:t>
      </w:r>
      <w:r w:rsidRPr="00083FD6">
        <w:rPr>
          <w:spacing w:val="-3"/>
        </w:rPr>
        <w:t xml:space="preserve"> - element środowiska naturalnego, stanowiący utrudnienie w realizacji zadania budowlanego, na przykład dolina, bagno, rzeka itp.</w:t>
      </w:r>
    </w:p>
    <w:p w:rsidR="003D06BB" w:rsidRPr="00083FD6" w:rsidRDefault="003D06BB" w:rsidP="003D06BB">
      <w:pPr>
        <w:tabs>
          <w:tab w:val="left" w:pos="-1725"/>
          <w:tab w:val="left" w:pos="-1005"/>
          <w:tab w:val="left" w:pos="-284"/>
          <w:tab w:val="left" w:pos="85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spacing w:val="-3"/>
        </w:rPr>
      </w:pPr>
      <w:r w:rsidRPr="00083FD6">
        <w:rPr>
          <w:b/>
          <w:spacing w:val="-3"/>
        </w:rPr>
        <w:t>1.4.30.</w:t>
      </w:r>
      <w:r w:rsidRPr="00083FD6">
        <w:rPr>
          <w:b/>
          <w:spacing w:val="-3"/>
        </w:rPr>
        <w:tab/>
        <w:t>Przeszkoda sztuczna</w:t>
      </w:r>
      <w:r w:rsidRPr="00083FD6">
        <w:rPr>
          <w:spacing w:val="-3"/>
        </w:rPr>
        <w:t xml:space="preserve"> - dzieło ludzkie, stanowiące utrudnienie w realizacji zadania budowlanego, na przykład droga, kolej, rurociąg itp.</w:t>
      </w:r>
    </w:p>
    <w:p w:rsidR="003D06BB" w:rsidRDefault="003D06BB" w:rsidP="003D06BB">
      <w:pPr>
        <w:numPr>
          <w:ilvl w:val="2"/>
          <w:numId w:val="29"/>
        </w:numPr>
        <w:tabs>
          <w:tab w:val="clear" w:pos="720"/>
          <w:tab w:val="left" w:pos="-1725"/>
          <w:tab w:val="left" w:pos="-1005"/>
          <w:tab w:val="left" w:pos="-285"/>
          <w:tab w:val="left" w:pos="426"/>
          <w:tab w:val="num" w:pos="851"/>
          <w:tab w:val="left" w:pos="1299"/>
          <w:tab w:val="left" w:pos="1418"/>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ind w:left="851" w:hanging="851"/>
        <w:textAlignment w:val="auto"/>
        <w:rPr>
          <w:spacing w:val="-3"/>
        </w:rPr>
      </w:pPr>
      <w:r w:rsidRPr="00083FD6">
        <w:rPr>
          <w:b/>
          <w:spacing w:val="-3"/>
        </w:rPr>
        <w:t>Przetargowa Dokumentacja Projektowa</w:t>
      </w:r>
      <w:r w:rsidRPr="00083FD6">
        <w:rPr>
          <w:spacing w:val="-3"/>
        </w:rPr>
        <w:t xml:space="preserve"> - część Dokumentacji Projektowej, która wskazuje lokalizację,</w:t>
      </w:r>
    </w:p>
    <w:p w:rsidR="003D06BB" w:rsidRPr="00083FD6" w:rsidRDefault="003D06BB" w:rsidP="003D06BB">
      <w:pPr>
        <w:tabs>
          <w:tab w:val="left" w:pos="-1725"/>
          <w:tab w:val="left" w:pos="-1005"/>
          <w:tab w:val="left" w:pos="-285"/>
          <w:tab w:val="left" w:pos="426"/>
          <w:tab w:val="left" w:pos="1299"/>
          <w:tab w:val="left" w:pos="1418"/>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Pr>
          <w:spacing w:val="-3"/>
        </w:rPr>
        <w:t xml:space="preserve">         </w:t>
      </w:r>
      <w:r w:rsidRPr="00083FD6">
        <w:rPr>
          <w:spacing w:val="-3"/>
        </w:rPr>
        <w:t xml:space="preserve"> </w:t>
      </w:r>
      <w:r>
        <w:rPr>
          <w:spacing w:val="-3"/>
        </w:rPr>
        <w:t xml:space="preserve">       </w:t>
      </w:r>
      <w:r w:rsidRPr="00083FD6">
        <w:rPr>
          <w:spacing w:val="-3"/>
        </w:rPr>
        <w:t>charakterystykę i wymiary obiektu będącego przedmiotem Robót.</w:t>
      </w:r>
    </w:p>
    <w:p w:rsidR="003D06BB" w:rsidRPr="00083FD6" w:rsidRDefault="003D06BB" w:rsidP="003D06BB">
      <w:pPr>
        <w:tabs>
          <w:tab w:val="left" w:pos="-1725"/>
          <w:tab w:val="left" w:pos="-1005"/>
          <w:tab w:val="left" w:pos="-285"/>
          <w:tab w:val="left" w:pos="435"/>
          <w:tab w:val="left" w:pos="867"/>
          <w:tab w:val="left" w:pos="1299"/>
          <w:tab w:val="left" w:pos="1418"/>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spacing w:val="-3"/>
        </w:rPr>
      </w:pPr>
      <w:r w:rsidRPr="00083FD6">
        <w:rPr>
          <w:b/>
          <w:spacing w:val="-3"/>
        </w:rPr>
        <w:t>1.4.32.</w:t>
      </w:r>
      <w:r w:rsidRPr="00083FD6">
        <w:rPr>
          <w:b/>
          <w:spacing w:val="-3"/>
        </w:rPr>
        <w:tab/>
        <w:t>Przyczółek</w:t>
      </w:r>
      <w:r w:rsidRPr="00083FD6">
        <w:rPr>
          <w:spacing w:val="-3"/>
        </w:rPr>
        <w:t xml:space="preserve"> - skrajna podpora obiektu mostowego. Może składać się z pełnej ściany, słupów lub innych form konstrukcyjnych np. skrzyń, komór.</w:t>
      </w:r>
    </w:p>
    <w:p w:rsidR="003D06BB" w:rsidRPr="00083FD6" w:rsidRDefault="003D06BB" w:rsidP="003D06BB">
      <w:pPr>
        <w:tabs>
          <w:tab w:val="left" w:pos="-1725"/>
          <w:tab w:val="left" w:pos="-1005"/>
          <w:tab w:val="left" w:pos="-285"/>
          <w:tab w:val="left" w:pos="435"/>
          <w:tab w:val="left" w:pos="867"/>
          <w:tab w:val="left" w:pos="1299"/>
          <w:tab w:val="left" w:pos="18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spacing w:val="-3"/>
        </w:rPr>
      </w:pPr>
      <w:r w:rsidRPr="00083FD6">
        <w:rPr>
          <w:b/>
          <w:spacing w:val="-3"/>
        </w:rPr>
        <w:t>1.4.33.</w:t>
      </w:r>
      <w:r w:rsidRPr="00083FD6">
        <w:rPr>
          <w:b/>
          <w:spacing w:val="-3"/>
        </w:rPr>
        <w:tab/>
        <w:t>Rekultywacja</w:t>
      </w:r>
      <w:r w:rsidRPr="00083FD6">
        <w:rPr>
          <w:spacing w:val="-3"/>
        </w:rPr>
        <w:t xml:space="preserve"> - Roboty mające na celu uporządkowanie i przywrócenie pierwotnych funkcji terenom naruszonym w czasie realizacji zadania budowlanego.</w:t>
      </w:r>
    </w:p>
    <w:p w:rsidR="003D06BB" w:rsidRPr="00083FD6" w:rsidRDefault="003D06BB" w:rsidP="003D06BB">
      <w:pPr>
        <w:tabs>
          <w:tab w:val="left" w:pos="-1725"/>
          <w:tab w:val="left" w:pos="-1005"/>
          <w:tab w:val="left" w:pos="-285"/>
          <w:tab w:val="left" w:pos="435"/>
          <w:tab w:val="left" w:pos="867"/>
          <w:tab w:val="left" w:pos="1299"/>
          <w:tab w:val="left" w:pos="18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spacing w:val="-3"/>
        </w:rPr>
      </w:pPr>
      <w:r w:rsidRPr="00083FD6">
        <w:rPr>
          <w:b/>
          <w:spacing w:val="-3"/>
        </w:rPr>
        <w:t>1.4.34.</w:t>
      </w:r>
      <w:r w:rsidRPr="00083FD6">
        <w:rPr>
          <w:b/>
          <w:spacing w:val="-3"/>
        </w:rPr>
        <w:tab/>
        <w:t>Ślepy Kosztorys</w:t>
      </w:r>
      <w:r w:rsidRPr="00083FD6">
        <w:rPr>
          <w:spacing w:val="-3"/>
        </w:rPr>
        <w:t xml:space="preserve"> - wykaz Robót z podaniem ich ilości (przedmiar) w kolejności technologicznej ich wykonania.</w:t>
      </w:r>
    </w:p>
    <w:p w:rsidR="003D06BB" w:rsidRPr="00083FD6" w:rsidRDefault="003D06BB" w:rsidP="003D06BB">
      <w:pPr>
        <w:tabs>
          <w:tab w:val="left" w:pos="-1725"/>
          <w:tab w:val="left" w:pos="-1005"/>
          <w:tab w:val="left" w:pos="-285"/>
          <w:tab w:val="left" w:pos="435"/>
          <w:tab w:val="left" w:pos="867"/>
          <w:tab w:val="left" w:pos="1299"/>
          <w:tab w:val="left" w:pos="18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spacing w:val="-3"/>
        </w:rPr>
      </w:pPr>
      <w:r w:rsidRPr="00083FD6">
        <w:rPr>
          <w:b/>
          <w:spacing w:val="-3"/>
        </w:rPr>
        <w:t>1.4.35.</w:t>
      </w:r>
      <w:r w:rsidRPr="00083FD6">
        <w:rPr>
          <w:b/>
          <w:spacing w:val="-3"/>
        </w:rPr>
        <w:tab/>
        <w:t>Wiadukt</w:t>
      </w:r>
      <w:r w:rsidRPr="00083FD6">
        <w:rPr>
          <w:spacing w:val="-3"/>
        </w:rPr>
        <w:t xml:space="preserve"> - obiekt zbudowany nad linią kolejową lub inną drogą dla bezkolizyjnego zapewnienia komunikacji drogowej i ruchu pieszego.</w:t>
      </w:r>
    </w:p>
    <w:p w:rsidR="003D06BB" w:rsidRPr="00083FD6" w:rsidRDefault="003D06BB" w:rsidP="003D06BB">
      <w:pPr>
        <w:tabs>
          <w:tab w:val="left" w:pos="-1725"/>
          <w:tab w:val="left" w:pos="-1005"/>
          <w:tab w:val="left" w:pos="-285"/>
          <w:tab w:val="left" w:pos="435"/>
          <w:tab w:val="num" w:pos="1004"/>
          <w:tab w:val="left" w:pos="1299"/>
          <w:tab w:val="left" w:pos="18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spacing w:val="-3"/>
        </w:rPr>
      </w:pPr>
      <w:r w:rsidRPr="00083FD6">
        <w:rPr>
          <w:b/>
          <w:spacing w:val="-3"/>
        </w:rPr>
        <w:t>1.4.36.</w:t>
      </w:r>
      <w:r w:rsidRPr="00083FD6">
        <w:rPr>
          <w:b/>
          <w:spacing w:val="-3"/>
        </w:rPr>
        <w:tab/>
        <w:t>Zadanie budowlane</w:t>
      </w:r>
      <w:r w:rsidRPr="00083FD6">
        <w:rPr>
          <w:spacing w:val="-3"/>
        </w:rPr>
        <w:t xml:space="preserve"> - część przedsięwzięcia budowlanego, stanowiąca odrębną całość konstrukcyjną lub technologiczną, zdolną do samodzielnego spełnienia przewidywanych funkcji techniczno-użytkowych.</w:t>
      </w:r>
    </w:p>
    <w:p w:rsidR="003D06BB" w:rsidRPr="00083FD6" w:rsidRDefault="003D06BB" w:rsidP="003D06BB">
      <w:pPr>
        <w:tabs>
          <w:tab w:val="left" w:pos="-1725"/>
          <w:tab w:val="left" w:pos="-1005"/>
          <w:tab w:val="left" w:pos="-285"/>
          <w:tab w:val="left" w:pos="435"/>
          <w:tab w:val="num" w:pos="851"/>
          <w:tab w:val="left" w:pos="993"/>
          <w:tab w:val="left" w:pos="1299"/>
          <w:tab w:val="left" w:pos="18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spacing w:val="-3"/>
        </w:rPr>
      </w:pPr>
      <w:r w:rsidRPr="00083FD6">
        <w:rPr>
          <w:spacing w:val="-3"/>
        </w:rPr>
        <w:tab/>
      </w:r>
      <w:r w:rsidRPr="00083FD6">
        <w:rPr>
          <w:spacing w:val="-3"/>
        </w:rPr>
        <w:tab/>
        <w:t>Zadanie może polegać na wykonywaniu Robót związanych z budową, modernizacją, utrzymaniem oraz ochroną budowli drogowej lub jej elementu.</w:t>
      </w:r>
    </w:p>
    <w:p w:rsidR="003D06BB" w:rsidRPr="00083FD6" w:rsidRDefault="003D06BB" w:rsidP="003D06BB">
      <w:pPr>
        <w:ind w:left="840" w:hanging="840"/>
        <w:rPr>
          <w:spacing w:val="-3"/>
        </w:rPr>
      </w:pPr>
      <w:r w:rsidRPr="00083FD6">
        <w:rPr>
          <w:b/>
          <w:spacing w:val="-3"/>
        </w:rPr>
        <w:t>1.4.37.</w:t>
      </w:r>
      <w:r w:rsidRPr="00083FD6">
        <w:rPr>
          <w:b/>
          <w:spacing w:val="-3"/>
        </w:rPr>
        <w:tab/>
        <w:t>Składowisko Wykonawcy</w:t>
      </w:r>
      <w:r w:rsidRPr="00083FD6">
        <w:rPr>
          <w:spacing w:val="-3"/>
        </w:rPr>
        <w:t xml:space="preserve"> – </w:t>
      </w:r>
      <w:r w:rsidRPr="00083FD6">
        <w:t xml:space="preserve">zlokalizowany na terenie dysponowanym przez Wykonawcę robót budowlanych położony poza terenem budowy i urządzony przez Wykonawcę zgodnie z przepisami o odpadach obiekt zorganizowanego deponowania </w:t>
      </w:r>
      <w:hyperlink r:id="rId9" w:tooltip="Odpady" w:history="1">
        <w:r w:rsidRPr="00996190">
          <w:rPr>
            <w:rStyle w:val="Hipercze"/>
          </w:rPr>
          <w:t>odpadów</w:t>
        </w:r>
      </w:hyperlink>
      <w:r w:rsidRPr="00083FD6">
        <w:t xml:space="preserve">. </w:t>
      </w:r>
      <w:r w:rsidRPr="00083FD6">
        <w:rPr>
          <w:spacing w:val="-3"/>
        </w:rPr>
        <w:t xml:space="preserve"> </w:t>
      </w:r>
    </w:p>
    <w:p w:rsidR="003D06BB" w:rsidRPr="00083FD6" w:rsidRDefault="003D06BB" w:rsidP="003D06BB">
      <w:pPr>
        <w:ind w:left="840" w:hanging="840"/>
      </w:pPr>
      <w:r w:rsidRPr="00083FD6">
        <w:rPr>
          <w:b/>
          <w:spacing w:val="-3"/>
        </w:rPr>
        <w:t>1.4.38.</w:t>
      </w:r>
      <w:r w:rsidRPr="00083FD6">
        <w:rPr>
          <w:b/>
          <w:spacing w:val="-3"/>
        </w:rPr>
        <w:tab/>
        <w:t xml:space="preserve">Teren budowy </w:t>
      </w:r>
      <w:r w:rsidRPr="00083FD6">
        <w:rPr>
          <w:spacing w:val="-3"/>
        </w:rPr>
        <w:t xml:space="preserve"> – </w:t>
      </w:r>
      <w:r w:rsidRPr="00083FD6">
        <w:t xml:space="preserve">obszar przekazany przez Inwestora, ograniczony liniami rozgraniczającymi dla którego zostało wydane pozwolenie na budowę lub/i rozbiórkę obiektów budowlanych, decyzja na realizację inwestycji drogowej lub zgłoszono zamiar rozpoczęcia robót budowlanych. </w:t>
      </w:r>
    </w:p>
    <w:p w:rsidR="003D06BB" w:rsidRPr="00083FD6" w:rsidRDefault="003D06BB" w:rsidP="003D06BB">
      <w:pPr>
        <w:ind w:left="840" w:hanging="840"/>
      </w:pPr>
      <w:r w:rsidRPr="00083FD6">
        <w:rPr>
          <w:b/>
          <w:spacing w:val="-3"/>
        </w:rPr>
        <w:t>1.4.39.</w:t>
      </w:r>
      <w:r w:rsidRPr="00083FD6">
        <w:rPr>
          <w:b/>
          <w:spacing w:val="-3"/>
        </w:rPr>
        <w:tab/>
        <w:t xml:space="preserve">Odkład </w:t>
      </w:r>
      <w:r w:rsidRPr="00083FD6">
        <w:rPr>
          <w:spacing w:val="-3"/>
        </w:rPr>
        <w:t xml:space="preserve">– </w:t>
      </w:r>
      <w:r w:rsidRPr="00083FD6">
        <w:t xml:space="preserve">miejsce wbudowania lub składowania  (odwiezienia) gruntów pozyskanych w czasie wykonywania wykopów, a nie wykorzystanych do budowy nasypów oraz innych prac związanych z trasą drogową poza terenem budowy, utrzymany i wykonany staraniem Wykonawcy. </w:t>
      </w:r>
    </w:p>
    <w:p w:rsidR="003D06BB" w:rsidRPr="00083FD6" w:rsidRDefault="003D06BB" w:rsidP="00D70E0B"/>
    <w:p w:rsidR="003D06BB" w:rsidRPr="00083FD6" w:rsidRDefault="003D06BB" w:rsidP="003D06B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b/>
          <w:spacing w:val="-3"/>
        </w:rPr>
        <w:t>1.5. Ogólne wymagania dotyczące Robót</w:t>
      </w:r>
    </w:p>
    <w:p w:rsidR="003D06BB" w:rsidRPr="00D70E0B" w:rsidRDefault="003D06BB" w:rsidP="00D70E0B">
      <w:pPr>
        <w:tabs>
          <w:tab w:val="center" w:pos="5400"/>
          <w:tab w:val="right" w:pos="9936"/>
        </w:tabs>
        <w:rPr>
          <w:spacing w:val="-3"/>
        </w:rPr>
      </w:pPr>
      <w:r w:rsidRPr="00083FD6">
        <w:rPr>
          <w:spacing w:val="-3"/>
        </w:rPr>
        <w:t>Wykonawca jest odpowiedzialny za jakość wykonanych robót, bezpieczeństwo wszelkich czynności na terenie budowy, metody użyte przy budowie oraz za ich zgodność z dokumentacją projektową, ST i poleceniami Inżyniera.</w:t>
      </w:r>
    </w:p>
    <w:p w:rsidR="000C0B94" w:rsidRDefault="003D06BB" w:rsidP="003D06BB">
      <w:pPr>
        <w:rPr>
          <w:b/>
          <w:color w:val="000000"/>
        </w:rPr>
      </w:pPr>
      <w:r w:rsidRPr="007544F2">
        <w:rPr>
          <w:b/>
          <w:color w:val="000000"/>
        </w:rPr>
        <w:t xml:space="preserve">Wykonawca robót zobowiązany jest w trakcie realizacji do umieszczenia oraz utrzymania tablic informacyjnych zgodnych dla zadań finansowanych ze środków Województwa Wielkopolskiego wg załączonego wzoru w załączniku </w:t>
      </w:r>
      <w:r>
        <w:rPr>
          <w:b/>
          <w:color w:val="000000"/>
        </w:rPr>
        <w:t>1</w:t>
      </w:r>
      <w:r w:rsidR="000C0B94">
        <w:rPr>
          <w:b/>
          <w:color w:val="000000"/>
        </w:rPr>
        <w:t xml:space="preserve"> o następującej treści:</w:t>
      </w:r>
    </w:p>
    <w:p w:rsidR="00D70E0B" w:rsidRDefault="00D70E0B" w:rsidP="003D06BB">
      <w:pPr>
        <w:rPr>
          <w:b/>
          <w:color w:val="000000"/>
        </w:rPr>
      </w:pPr>
    </w:p>
    <w:p w:rsidR="00D70E0B" w:rsidRDefault="000C0B94" w:rsidP="003D06BB">
      <w:pPr>
        <w:rPr>
          <w:b/>
          <w:color w:val="000000"/>
        </w:rPr>
      </w:pPr>
      <w:r>
        <w:rPr>
          <w:b/>
          <w:color w:val="000000"/>
        </w:rPr>
        <w:t>REMONT DROGI WOJEWÓDZKIEJ NR 432 W ZAKRESIE BUDOWY CHODNIKA</w:t>
      </w:r>
    </w:p>
    <w:p w:rsidR="000C0B94" w:rsidRPr="007544F2" w:rsidRDefault="000C0B94" w:rsidP="003D06BB">
      <w:pPr>
        <w:rPr>
          <w:b/>
          <w:color w:val="000000"/>
        </w:rPr>
      </w:pPr>
      <w:r>
        <w:rPr>
          <w:b/>
          <w:color w:val="000000"/>
        </w:rPr>
        <w:t xml:space="preserve"> WMIEJSCOWOŚCI WYRZEKA.</w:t>
      </w:r>
    </w:p>
    <w:p w:rsidR="003D06BB" w:rsidRPr="00D70E0B" w:rsidRDefault="003D06BB" w:rsidP="003D06BB">
      <w:pPr>
        <w:rPr>
          <w:b/>
          <w:color w:val="000000"/>
        </w:rPr>
      </w:pPr>
      <w:r w:rsidRPr="007544F2">
        <w:rPr>
          <w:b/>
          <w:color w:val="000000"/>
        </w:rPr>
        <w:t>Tabl</w:t>
      </w:r>
      <w:r>
        <w:rPr>
          <w:b/>
          <w:color w:val="000000"/>
        </w:rPr>
        <w:t>ice informacyjne należy umieścić</w:t>
      </w:r>
      <w:r w:rsidRPr="007544F2">
        <w:rPr>
          <w:b/>
          <w:color w:val="000000"/>
        </w:rPr>
        <w:t xml:space="preserve"> w terminie 21 dni od daty podpisania umowy.</w:t>
      </w:r>
    </w:p>
    <w:p w:rsidR="000C0B94" w:rsidRDefault="003D06BB" w:rsidP="003D06BB">
      <w:r w:rsidRPr="00083FD6">
        <w:t>Wykonawca przed rozpocz</w:t>
      </w:r>
      <w:r w:rsidRPr="00083FD6">
        <w:rPr>
          <w:rFonts w:eastAsia="TimesNewRoman"/>
        </w:rPr>
        <w:t>ę</w:t>
      </w:r>
      <w:r w:rsidRPr="00083FD6">
        <w:t>ciem robót budowlanych jest zobowi</w:t>
      </w:r>
      <w:r w:rsidRPr="00083FD6">
        <w:rPr>
          <w:rFonts w:eastAsia="TimesNewRoman"/>
        </w:rPr>
        <w:t>ą</w:t>
      </w:r>
      <w:r w:rsidRPr="00083FD6">
        <w:t>zany do obwieszczenia publicznie  (radio, telewizja lokalna, prasa o zasi</w:t>
      </w:r>
      <w:r w:rsidRPr="00083FD6">
        <w:rPr>
          <w:rFonts w:eastAsia="TimesNewRoman"/>
        </w:rPr>
        <w:t>ę</w:t>
      </w:r>
      <w:r w:rsidRPr="00083FD6">
        <w:t>gu wojewódzkim) o terminie rozpocz</w:t>
      </w:r>
      <w:r w:rsidRPr="00083FD6">
        <w:rPr>
          <w:rFonts w:eastAsia="TimesNewRoman"/>
        </w:rPr>
        <w:t>ę</w:t>
      </w:r>
      <w:r w:rsidRPr="00083FD6">
        <w:t>cia i zako</w:t>
      </w:r>
      <w:r w:rsidRPr="00083FD6">
        <w:rPr>
          <w:rFonts w:eastAsia="TimesNewRoman"/>
        </w:rPr>
        <w:t>ń</w:t>
      </w:r>
      <w:r w:rsidRPr="00083FD6">
        <w:t>czenia robót, o sposobie prowadzenia robót i rodzaju utrudnie</w:t>
      </w:r>
      <w:r w:rsidRPr="00083FD6">
        <w:rPr>
          <w:rFonts w:eastAsia="TimesNewRoman"/>
        </w:rPr>
        <w:t>ń</w:t>
      </w:r>
      <w:r w:rsidRPr="00083FD6">
        <w:t>.</w:t>
      </w:r>
    </w:p>
    <w:p w:rsidR="003D06BB" w:rsidRDefault="003D06BB" w:rsidP="003D06BB">
      <w:r w:rsidRPr="00083FD6">
        <w:t>Wykonawca zobowi</w:t>
      </w:r>
      <w:r w:rsidRPr="00083FD6">
        <w:rPr>
          <w:rFonts w:eastAsia="TimesNewRoman"/>
        </w:rPr>
        <w:t>ą</w:t>
      </w:r>
      <w:r w:rsidRPr="00083FD6">
        <w:t>zany jest równie</w:t>
      </w:r>
      <w:r w:rsidRPr="00083FD6">
        <w:rPr>
          <w:rFonts w:eastAsia="TimesNewRoman"/>
        </w:rPr>
        <w:t xml:space="preserve">ż </w:t>
      </w:r>
      <w:r>
        <w:t>do indywidualnego powia</w:t>
      </w:r>
      <w:r w:rsidRPr="00083FD6">
        <w:t>domienia:</w:t>
      </w:r>
    </w:p>
    <w:p w:rsidR="003D06BB" w:rsidRDefault="003D06BB" w:rsidP="003D06BB">
      <w:pPr>
        <w:numPr>
          <w:ilvl w:val="0"/>
          <w:numId w:val="40"/>
        </w:numPr>
        <w:tabs>
          <w:tab w:val="clear" w:pos="720"/>
          <w:tab w:val="num" w:pos="360"/>
        </w:tabs>
        <w:overflowPunct/>
        <w:ind w:left="360"/>
        <w:textAlignment w:val="auto"/>
      </w:pPr>
      <w:r w:rsidRPr="00914ADA">
        <w:t>Wielkopolski Urząd Wojewódzki w Poznaniu Wydział Bezpieczeństwa i Zarządzania Kryzysowego</w:t>
      </w:r>
      <w:r>
        <w:t xml:space="preserve">, </w:t>
      </w:r>
    </w:p>
    <w:p w:rsidR="003D06BB" w:rsidRPr="00083FD6" w:rsidRDefault="003D06BB" w:rsidP="003D06BB">
      <w:pPr>
        <w:ind w:firstLine="360"/>
      </w:pPr>
      <w:r w:rsidRPr="00914ADA">
        <w:t>Al.</w:t>
      </w:r>
      <w:r>
        <w:t xml:space="preserve"> </w:t>
      </w:r>
      <w:r w:rsidRPr="00032F73">
        <w:t>Niepodległości 16/18 ,</w:t>
      </w:r>
      <w:r>
        <w:t xml:space="preserve"> </w:t>
      </w:r>
      <w:r w:rsidRPr="00032F73">
        <w:t>61-713 POZNAŃ; czk@poznan.uw.gov.pl</w:t>
      </w:r>
    </w:p>
    <w:p w:rsidR="003D06BB" w:rsidRPr="00083FD6" w:rsidRDefault="003D06BB" w:rsidP="003D06BB">
      <w:pPr>
        <w:numPr>
          <w:ilvl w:val="0"/>
          <w:numId w:val="40"/>
        </w:numPr>
        <w:tabs>
          <w:tab w:val="clear" w:pos="720"/>
          <w:tab w:val="num" w:pos="360"/>
        </w:tabs>
        <w:overflowPunct/>
        <w:ind w:left="360"/>
        <w:textAlignment w:val="auto"/>
      </w:pPr>
      <w:r w:rsidRPr="00083FD6">
        <w:t>Stra</w:t>
      </w:r>
      <w:r w:rsidRPr="00083FD6">
        <w:rPr>
          <w:rFonts w:eastAsia="TimesNewRoman"/>
        </w:rPr>
        <w:t xml:space="preserve">ż </w:t>
      </w:r>
      <w:r w:rsidRPr="00083FD6">
        <w:t>Pożarna;</w:t>
      </w:r>
    </w:p>
    <w:p w:rsidR="003D06BB" w:rsidRPr="00083FD6" w:rsidRDefault="003D06BB" w:rsidP="003D06BB">
      <w:pPr>
        <w:numPr>
          <w:ilvl w:val="0"/>
          <w:numId w:val="40"/>
        </w:numPr>
        <w:tabs>
          <w:tab w:val="clear" w:pos="720"/>
          <w:tab w:val="num" w:pos="360"/>
        </w:tabs>
        <w:overflowPunct/>
        <w:ind w:left="360"/>
        <w:textAlignment w:val="auto"/>
      </w:pPr>
      <w:r w:rsidRPr="00083FD6">
        <w:t>Policja;</w:t>
      </w:r>
    </w:p>
    <w:p w:rsidR="003D06BB" w:rsidRPr="00083FD6" w:rsidRDefault="003D06BB" w:rsidP="003D06BB">
      <w:pPr>
        <w:numPr>
          <w:ilvl w:val="0"/>
          <w:numId w:val="40"/>
        </w:numPr>
        <w:tabs>
          <w:tab w:val="clear" w:pos="720"/>
          <w:tab w:val="num" w:pos="360"/>
        </w:tabs>
        <w:overflowPunct/>
        <w:ind w:left="360"/>
        <w:textAlignment w:val="auto"/>
      </w:pPr>
      <w:r w:rsidRPr="00083FD6">
        <w:t>Pogotowie ratunkowe;</w:t>
      </w:r>
    </w:p>
    <w:p w:rsidR="003D06BB" w:rsidRPr="00083FD6" w:rsidRDefault="003D06BB" w:rsidP="003D06BB">
      <w:pPr>
        <w:numPr>
          <w:ilvl w:val="0"/>
          <w:numId w:val="40"/>
        </w:numPr>
        <w:tabs>
          <w:tab w:val="clear" w:pos="720"/>
          <w:tab w:val="num" w:pos="360"/>
          <w:tab w:val="center" w:pos="5400"/>
          <w:tab w:val="right" w:pos="9936"/>
        </w:tabs>
        <w:ind w:left="360"/>
      </w:pPr>
      <w:r w:rsidRPr="00083FD6">
        <w:t>Przewo</w:t>
      </w:r>
      <w:r w:rsidRPr="00083FD6">
        <w:rPr>
          <w:rFonts w:eastAsia="TimesNewRoman"/>
        </w:rPr>
        <w:t>ź</w:t>
      </w:r>
      <w:r w:rsidRPr="00083FD6">
        <w:t>nicy komunikacji publicznej (również przewoźników obsługujących szkoły);</w:t>
      </w:r>
    </w:p>
    <w:p w:rsidR="003D06BB" w:rsidRPr="00083FD6" w:rsidRDefault="003D06BB" w:rsidP="003D06BB">
      <w:pPr>
        <w:numPr>
          <w:ilvl w:val="0"/>
          <w:numId w:val="40"/>
        </w:numPr>
        <w:tabs>
          <w:tab w:val="clear" w:pos="720"/>
          <w:tab w:val="num" w:pos="360"/>
          <w:tab w:val="center" w:pos="5400"/>
          <w:tab w:val="right" w:pos="9936"/>
        </w:tabs>
        <w:ind w:left="360"/>
      </w:pPr>
      <w:r w:rsidRPr="00083FD6">
        <w:t>Urząd Gminy (tablica ogłoszeń);</w:t>
      </w:r>
    </w:p>
    <w:p w:rsidR="003D06BB" w:rsidRPr="00083FD6" w:rsidRDefault="003D06BB" w:rsidP="003D06BB">
      <w:pPr>
        <w:numPr>
          <w:ilvl w:val="0"/>
          <w:numId w:val="40"/>
        </w:numPr>
        <w:tabs>
          <w:tab w:val="clear" w:pos="720"/>
          <w:tab w:val="num" w:pos="360"/>
          <w:tab w:val="center" w:pos="5400"/>
          <w:tab w:val="right" w:pos="9936"/>
        </w:tabs>
        <w:ind w:left="360"/>
      </w:pPr>
      <w:r w:rsidRPr="00083FD6">
        <w:t>Sołectwo (tablica ogłoszeń).</w:t>
      </w:r>
    </w:p>
    <w:p w:rsidR="003D06BB" w:rsidRPr="00083FD6" w:rsidRDefault="003D06BB" w:rsidP="003D06BB">
      <w:pPr>
        <w:ind w:left="360"/>
      </w:pPr>
      <w:r w:rsidRPr="00083FD6">
        <w:t>Uznaje się, że wszelkie koszty związane z wypełnieniem wymagań określonych powyżej nie podlegają odrębnej zapłacie i są uwzględnione w cenie kontraktowej.</w:t>
      </w:r>
    </w:p>
    <w:p w:rsidR="003D06BB" w:rsidRDefault="003D06BB" w:rsidP="003D06B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p>
    <w:p w:rsidR="003D06BB" w:rsidRPr="00083FD6" w:rsidRDefault="003D06BB" w:rsidP="003D06B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b/>
          <w:spacing w:val="-3"/>
        </w:rPr>
        <w:t>1.5.1. Przekazanie Terenu Budowy</w:t>
      </w:r>
    </w:p>
    <w:p w:rsidR="003D06BB" w:rsidRPr="00083FD6" w:rsidRDefault="003D06BB" w:rsidP="003D06B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color w:val="FF0000"/>
          <w:spacing w:val="-3"/>
        </w:rPr>
      </w:pPr>
      <w:r w:rsidRPr="00083FD6">
        <w:rPr>
          <w:spacing w:val="-3"/>
        </w:rPr>
        <w:lastRenderedPageBreak/>
        <w:t xml:space="preserve">Zamawiający w terminie do 21 dni od daty podpisania umowy przekaże Wykonawcy Teren Budowy wraz ze wszystkimi wymaganymi uzgodnieniami prawnymi i administracyjnymi, Dziennik Budowy oraz </w:t>
      </w:r>
      <w:r>
        <w:rPr>
          <w:spacing w:val="-3"/>
        </w:rPr>
        <w:t xml:space="preserve">jeden </w:t>
      </w:r>
      <w:r w:rsidRPr="00083FD6">
        <w:rPr>
          <w:spacing w:val="-3"/>
        </w:rPr>
        <w:t>komplet dokumentacji projektowej.</w:t>
      </w:r>
    </w:p>
    <w:p w:rsidR="003D06BB" w:rsidRPr="00083FD6" w:rsidRDefault="003D06BB" w:rsidP="003D06BB">
      <w:r w:rsidRPr="00083FD6">
        <w:t>Dane dotyczące osnowy geodezyjnej poziomej i wysokościowej oraz punktów granicznych Wykonawca pobierze z właściwego Ośrodka Dokumentacji Geodezyjnej i Kartograficznej. Po przekazaniu placu budowy Wykonawca wyznaczy i utrwali punkty główne trasy.</w:t>
      </w:r>
    </w:p>
    <w:p w:rsidR="003D06BB" w:rsidRPr="00083FD6" w:rsidRDefault="003D06BB" w:rsidP="003D06BB">
      <w:pPr>
        <w:pStyle w:val="Tekstpodstawowy"/>
        <w:jc w:val="both"/>
        <w:rPr>
          <w:rFonts w:ascii="Times New Roman" w:hAnsi="Times New Roman"/>
          <w:sz w:val="20"/>
        </w:rPr>
      </w:pPr>
      <w:r w:rsidRPr="00083FD6">
        <w:rPr>
          <w:rFonts w:ascii="Times New Roman" w:hAnsi="Times New Roman"/>
          <w:sz w:val="20"/>
        </w:rPr>
        <w:t>Na Wykonawcy spoczywa odpowiedzialność za ochronę punktów pomiarowych do chwili odbioru ostatecznego Robót. Uszkodzone lub zniszczone znaki geodezyjne Wykonawca odtworzy i utrwali na własny koszt. Przed przekazaniem terenu budowy Wykonawca winien przedstawić Inżynierowi harmonogram robót, plan płatności oraz polisy ubezpieczeniowe zgodnie z warunkami określonymi w Specyfikacji Istotnych Warunków Zamówienia.</w:t>
      </w:r>
    </w:p>
    <w:p w:rsidR="003D06BB" w:rsidRPr="00083FD6" w:rsidRDefault="003D06BB" w:rsidP="003D06BB">
      <w:r w:rsidRPr="00083FD6">
        <w:t>Uznaje się, że wszelkie koszty związane z wypełnieniem wymagań określonych powyżej nie podlegają odrębnej zapłacie i są uwzględnione w cenie kontraktowej.</w:t>
      </w:r>
    </w:p>
    <w:p w:rsidR="003D06BB" w:rsidRPr="00083FD6" w:rsidRDefault="003D06BB" w:rsidP="003D06B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color w:val="FF0000"/>
          <w:spacing w:val="-3"/>
        </w:rPr>
      </w:pPr>
    </w:p>
    <w:p w:rsidR="003D06BB" w:rsidRPr="00083FD6" w:rsidRDefault="003D06BB" w:rsidP="003D06B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083FD6">
        <w:rPr>
          <w:b/>
          <w:spacing w:val="-3"/>
        </w:rPr>
        <w:t xml:space="preserve">1.5.2. Dokumentacja Projektowa </w:t>
      </w:r>
    </w:p>
    <w:p w:rsidR="003D06BB" w:rsidRDefault="003D06BB" w:rsidP="003D06BB">
      <w:pPr>
        <w:pStyle w:val="Tekstpodstawowy"/>
        <w:jc w:val="both"/>
        <w:rPr>
          <w:rFonts w:ascii="Times New Roman" w:hAnsi="Times New Roman"/>
          <w:sz w:val="20"/>
        </w:rPr>
      </w:pPr>
      <w:r w:rsidRPr="00083FD6">
        <w:rPr>
          <w:rFonts w:ascii="Times New Roman" w:hAnsi="Times New Roman"/>
          <w:sz w:val="20"/>
        </w:rPr>
        <w:t>Dokumentacja Projektowa będzie zawiera</w:t>
      </w:r>
      <w:r w:rsidRPr="00083FD6">
        <w:rPr>
          <w:rFonts w:ascii="Times New Roman" w:hAnsi="Times New Roman"/>
          <w:sz w:val="20"/>
        </w:rPr>
        <w:sym w:font="Times New Roman" w:char="0107"/>
      </w:r>
      <w:r w:rsidRPr="00083FD6">
        <w:rPr>
          <w:rFonts w:ascii="Times New Roman" w:hAnsi="Times New Roman"/>
          <w:sz w:val="20"/>
        </w:rPr>
        <w:t xml:space="preserve"> niżej wymienione rysunki, obliczenia i dokumenty:</w:t>
      </w:r>
    </w:p>
    <w:p w:rsidR="003D06BB" w:rsidRDefault="003D06BB" w:rsidP="003D06BB">
      <w:pPr>
        <w:pStyle w:val="Tekstpodstawowy"/>
        <w:jc w:val="both"/>
        <w:rPr>
          <w:rFonts w:ascii="Times New Roman" w:hAnsi="Times New Roman"/>
          <w:sz w:val="20"/>
        </w:rPr>
      </w:pPr>
      <w:r>
        <w:rPr>
          <w:rFonts w:ascii="Times New Roman" w:hAnsi="Times New Roman"/>
          <w:sz w:val="20"/>
        </w:rPr>
        <w:t>- plan orientacyjny,</w:t>
      </w:r>
    </w:p>
    <w:p w:rsidR="003D06BB" w:rsidRDefault="003D06BB" w:rsidP="003D06BB">
      <w:pPr>
        <w:pStyle w:val="Tekstpodstawowy"/>
        <w:jc w:val="both"/>
        <w:rPr>
          <w:rFonts w:ascii="Times New Roman" w:hAnsi="Times New Roman"/>
          <w:sz w:val="20"/>
        </w:rPr>
      </w:pPr>
      <w:r>
        <w:rPr>
          <w:rFonts w:ascii="Times New Roman" w:hAnsi="Times New Roman"/>
          <w:sz w:val="20"/>
        </w:rPr>
        <w:t>- plan sytuacyjny,</w:t>
      </w:r>
    </w:p>
    <w:p w:rsidR="003D06BB" w:rsidRDefault="003D06BB" w:rsidP="003D06BB">
      <w:pPr>
        <w:pStyle w:val="Tekstpodstawowy"/>
        <w:jc w:val="both"/>
        <w:rPr>
          <w:rFonts w:ascii="Times New Roman" w:hAnsi="Times New Roman"/>
          <w:sz w:val="20"/>
        </w:rPr>
      </w:pPr>
      <w:r>
        <w:rPr>
          <w:rFonts w:ascii="Times New Roman" w:hAnsi="Times New Roman"/>
          <w:sz w:val="20"/>
        </w:rPr>
        <w:t>- przekroje normalne,</w:t>
      </w:r>
    </w:p>
    <w:p w:rsidR="003D06BB" w:rsidRDefault="003D06BB" w:rsidP="003D06BB">
      <w:pPr>
        <w:pStyle w:val="Tekstpodstawowy"/>
        <w:jc w:val="both"/>
        <w:rPr>
          <w:rFonts w:ascii="Times New Roman" w:hAnsi="Times New Roman"/>
          <w:sz w:val="20"/>
        </w:rPr>
      </w:pPr>
      <w:r>
        <w:rPr>
          <w:rFonts w:ascii="Times New Roman" w:hAnsi="Times New Roman"/>
          <w:sz w:val="20"/>
        </w:rPr>
        <w:t>- przedmiar robót.</w:t>
      </w:r>
    </w:p>
    <w:p w:rsidR="00D70E0B" w:rsidRPr="00D70E0B" w:rsidRDefault="00D70E0B" w:rsidP="003D06BB">
      <w:pPr>
        <w:pStyle w:val="Tekstpodstawowy"/>
        <w:jc w:val="both"/>
        <w:rPr>
          <w:rFonts w:ascii="Times New Roman" w:hAnsi="Times New Roman"/>
          <w:sz w:val="20"/>
        </w:rPr>
      </w:pPr>
    </w:p>
    <w:p w:rsidR="003D06BB" w:rsidRPr="00083FD6" w:rsidRDefault="003D06BB" w:rsidP="003D06BB">
      <w:pPr>
        <w:numPr>
          <w:ilvl w:val="0"/>
          <w:numId w:val="26"/>
        </w:num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ind w:left="374" w:hanging="374"/>
        <w:textAlignment w:val="auto"/>
        <w:rPr>
          <w:spacing w:val="-3"/>
        </w:rPr>
      </w:pPr>
      <w:r w:rsidRPr="00083FD6">
        <w:rPr>
          <w:spacing w:val="-3"/>
        </w:rPr>
        <w:t>Dokumentacja Projektowa, która zostanie przekazana Wykonawcy po przyznaniu Kontraktu:</w:t>
      </w:r>
    </w:p>
    <w:p w:rsidR="003D06BB" w:rsidRPr="00083FD6" w:rsidRDefault="003D06BB" w:rsidP="00D70E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374"/>
        <w:rPr>
          <w:spacing w:val="-3"/>
        </w:rPr>
      </w:pPr>
      <w:r w:rsidRPr="00083FD6">
        <w:rPr>
          <w:spacing w:val="-3"/>
        </w:rPr>
        <w:t xml:space="preserve">Wykonawca otrzyma od Zamawiającego po przyznaniu kontraktu jeden komplet dokumentacji projektowej  na Roboty objęte Kontraktem. </w:t>
      </w:r>
      <w:r>
        <w:rPr>
          <w:spacing w:val="-3"/>
        </w:rPr>
        <w:t>Dokumentacja Projektowa znajduje się do wglądu w okresie przygotowania ofert  w siedzibie Wielkopolskiego Zarządu Dróg Wojewódzkich w Poznaniu, ul. Wilczak 51.</w:t>
      </w:r>
    </w:p>
    <w:p w:rsidR="003D06BB" w:rsidRDefault="003D06BB" w:rsidP="003D06BB">
      <w:pPr>
        <w:numPr>
          <w:ilvl w:val="0"/>
          <w:numId w:val="26"/>
        </w:numPr>
        <w:tabs>
          <w:tab w:val="left" w:pos="-1725"/>
          <w:tab w:val="left" w:pos="-1005"/>
          <w:tab w:val="left" w:pos="-285"/>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ind w:left="374" w:hanging="374"/>
        <w:textAlignment w:val="auto"/>
        <w:rPr>
          <w:spacing w:val="-3"/>
        </w:rPr>
      </w:pPr>
      <w:r w:rsidRPr="00CC049E">
        <w:rPr>
          <w:spacing w:val="-3"/>
        </w:rPr>
        <w:t>Dokumentacja Projektowa do opracowania przez Wykonawcę:</w:t>
      </w:r>
    </w:p>
    <w:p w:rsidR="00D70E0B" w:rsidRPr="00CC049E" w:rsidRDefault="00D70E0B" w:rsidP="00D70E0B">
      <w:pPr>
        <w:tabs>
          <w:tab w:val="left" w:pos="-1725"/>
          <w:tab w:val="left" w:pos="-1005"/>
          <w:tab w:val="left" w:pos="-285"/>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ind w:left="374"/>
        <w:textAlignment w:val="auto"/>
        <w:rPr>
          <w:spacing w:val="-3"/>
        </w:rPr>
      </w:pPr>
    </w:p>
    <w:p w:rsidR="003D06BB" w:rsidRPr="00083FD6" w:rsidRDefault="003D06BB" w:rsidP="003D06BB">
      <w:r w:rsidRPr="00083FD6">
        <w:t xml:space="preserve">Wykonawca we własnym zakresie opracuje: </w:t>
      </w:r>
    </w:p>
    <w:p w:rsidR="003D06BB" w:rsidRDefault="003D06BB" w:rsidP="003D06BB">
      <w:pPr>
        <w:tabs>
          <w:tab w:val="left" w:pos="-1725"/>
          <w:tab w:val="left" w:pos="-1005"/>
          <w:tab w:val="left" w:pos="-285"/>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Plan BIOZ.</w:t>
      </w:r>
    </w:p>
    <w:p w:rsidR="003D06BB" w:rsidRPr="00083FD6" w:rsidRDefault="003D06BB" w:rsidP="003D06BB">
      <w:pPr>
        <w:tabs>
          <w:tab w:val="left" w:pos="-1725"/>
          <w:tab w:val="left" w:pos="-1005"/>
          <w:tab w:val="left" w:pos="-285"/>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Pr>
          <w:spacing w:val="-3"/>
        </w:rPr>
        <w:t>- Program Zapewnienia Jakości.</w:t>
      </w:r>
    </w:p>
    <w:p w:rsidR="003D06BB" w:rsidRPr="00083FD6" w:rsidRDefault="003D06BB" w:rsidP="003D06BB">
      <w:pPr>
        <w:ind w:left="142" w:hanging="142"/>
        <w:rPr>
          <w:spacing w:val="-3"/>
        </w:rPr>
      </w:pPr>
      <w:r w:rsidRPr="00083FD6">
        <w:rPr>
          <w:spacing w:val="-3"/>
        </w:rPr>
        <w:t>- Geodezyjną dokumentację powykonawczą obiektu oraz inne dodatkowe projekty (jeśli będą wykonywane). W</w:t>
      </w:r>
      <w:r>
        <w:rPr>
          <w:spacing w:val="-3"/>
        </w:rPr>
        <w:t xml:space="preserve"> op</w:t>
      </w:r>
      <w:r w:rsidRPr="00083FD6">
        <w:rPr>
          <w:spacing w:val="-3"/>
        </w:rPr>
        <w:t>arciu o przepisy dotyczące sieci poligonizacji państwowej i osnowy realizacyjnej należy wykonać geodezyjną inwentaryzację powykonawczą sieci uzbrojenia terenu i obiektów, nanieść zmiany na mapę zasadniczą uzyskując potwierdzenie właściwego Ośrodka Dokumentacji Geodezyjnej i Kartograficznej.</w:t>
      </w:r>
    </w:p>
    <w:p w:rsidR="003D06BB" w:rsidRPr="00083FD6" w:rsidRDefault="003D06BB" w:rsidP="003D06BB">
      <w:pPr>
        <w:tabs>
          <w:tab w:val="left" w:pos="-1725"/>
          <w:tab w:val="left" w:pos="-1005"/>
          <w:tab w:val="left" w:pos="-285"/>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pPr>
      <w:r w:rsidRPr="00083FD6">
        <w:rPr>
          <w:spacing w:val="-3"/>
        </w:rPr>
        <w:t xml:space="preserve">- </w:t>
      </w:r>
      <w:r w:rsidRPr="00083FD6">
        <w:t>Projekty technologii i organizacji robót.</w:t>
      </w:r>
    </w:p>
    <w:p w:rsidR="003D06BB" w:rsidRPr="00083FD6" w:rsidRDefault="003D06BB" w:rsidP="003D06BB">
      <w:pPr>
        <w:tabs>
          <w:tab w:val="left" w:pos="-1725"/>
          <w:tab w:val="left" w:pos="-1005"/>
          <w:tab w:val="left" w:pos="-285"/>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083FD6">
        <w:rPr>
          <w:spacing w:val="-3"/>
        </w:rPr>
        <w:t xml:space="preserve">- Projekt </w:t>
      </w:r>
      <w:r>
        <w:rPr>
          <w:spacing w:val="-3"/>
        </w:rPr>
        <w:t>O</w:t>
      </w:r>
      <w:r w:rsidRPr="00083FD6">
        <w:rPr>
          <w:spacing w:val="-3"/>
        </w:rPr>
        <w:t xml:space="preserve">rganizacji </w:t>
      </w:r>
      <w:r>
        <w:rPr>
          <w:spacing w:val="-3"/>
        </w:rPr>
        <w:t>R</w:t>
      </w:r>
      <w:r w:rsidRPr="00083FD6">
        <w:rPr>
          <w:spacing w:val="-3"/>
        </w:rPr>
        <w:t xml:space="preserve">uchu na czas </w:t>
      </w:r>
      <w:r>
        <w:rPr>
          <w:spacing w:val="-3"/>
        </w:rPr>
        <w:t>trwania budowy wraz z niezbędnymi uzgodnieniami</w:t>
      </w:r>
      <w:r w:rsidRPr="00083FD6">
        <w:rPr>
          <w:spacing w:val="-3"/>
        </w:rPr>
        <w:t>,</w:t>
      </w:r>
    </w:p>
    <w:p w:rsidR="003D06BB" w:rsidRDefault="003D06BB" w:rsidP="003D06BB">
      <w:r>
        <w:t>- Wykonawca we własnym zakresie opracuje geodezyjną dokumentację powykonawczą obiektu.</w:t>
      </w:r>
    </w:p>
    <w:p w:rsidR="003D06BB" w:rsidRPr="00083FD6" w:rsidRDefault="003D06BB" w:rsidP="003D06BB">
      <w:r w:rsidRPr="00083FD6">
        <w:t>Uznaje się, że wszelkie koszty związane z wypełnieniem wymagań określonych powyżej nie podlegają odrębnej zapłacie i są uwzględnione w cenie kontraktowej.</w:t>
      </w:r>
    </w:p>
    <w:p w:rsidR="003D06BB" w:rsidRPr="00083FD6" w:rsidRDefault="003D06BB" w:rsidP="003D06BB">
      <w:pPr>
        <w:ind w:firstLine="993"/>
        <w:rPr>
          <w:spacing w:val="-3"/>
        </w:rPr>
      </w:pPr>
    </w:p>
    <w:p w:rsidR="003D06BB" w:rsidRPr="00083FD6" w:rsidRDefault="003D06BB" w:rsidP="003D06B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083FD6">
        <w:rPr>
          <w:b/>
          <w:spacing w:val="-3"/>
        </w:rPr>
        <w:t>1.5.3.</w:t>
      </w:r>
      <w:r w:rsidRPr="00083FD6">
        <w:rPr>
          <w:b/>
          <w:spacing w:val="-3"/>
        </w:rPr>
        <w:tab/>
      </w:r>
      <w:r>
        <w:rPr>
          <w:b/>
          <w:spacing w:val="-3"/>
        </w:rPr>
        <w:t xml:space="preserve"> </w:t>
      </w:r>
      <w:r w:rsidRPr="00083FD6">
        <w:rPr>
          <w:b/>
          <w:spacing w:val="-3"/>
        </w:rPr>
        <w:t>Zgodność Robót z Dokumentacją Projektową i ST</w:t>
      </w:r>
    </w:p>
    <w:p w:rsidR="003D06BB" w:rsidRPr="00083FD6" w:rsidRDefault="003D06BB" w:rsidP="003D06BB">
      <w:pPr>
        <w:tabs>
          <w:tab w:val="left" w:pos="-1725"/>
          <w:tab w:val="left" w:pos="-1005"/>
          <w:tab w:val="left" w:pos="-285"/>
          <w:tab w:val="left" w:pos="723"/>
          <w:tab w:val="left" w:pos="99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t>Dokumentacja Projektowa i Specyfikacje Techniczne stanowią część Umowy, a wymagania wyszczególnione w choćby jednym z nich są obowiązujące dla Wykonawcy tak jakby zawarte były w całej dokumentacji. Wykonawca nie może wykorzystywać błędów lub opuszczeń w Dokumentach Umowy, a o ich wykryciu winien natychmiast powiadomić Inżyniera, który spowoduje wykonanie odpowiednich zmian lub poprawek. W przypadku rozbieżności opis wymiarów ważniejszy jest od odczytu ze skali rysunków. Wszystkie wykonane Roboty i dostarczone materiały będą zgodne z Dokumentacją Projektową i ST. Dane określone w Dokumentacji Projektowej i w ST będą uważane za wartości docelowe, od których dopuszczalne są odchylenia w ramach określonego przedziału tolerancji. Cechy materiałów i elementów budowli muszą być jednorodne i wykazywać bliską zgodność z określonymi wymaganiami, a rozrzuty tych cech nie mogą przekraczać dopuszczalnego przedziału tolerancji. W przypadku, gdy materiały lub Roboty nie będą w pełni zgodne z Dokumentacją Projektową lub S</w:t>
      </w:r>
      <w:r w:rsidR="00D70E0B">
        <w:t>S</w:t>
      </w:r>
      <w:r w:rsidRPr="00083FD6">
        <w:t>T, i wpłynie to na niezadowalającą jakość elementu budowli, to takie materiały będą niezwłocznie zastąpione innymi, a Roboty rozebrane na koszt Wykonawcy.</w:t>
      </w:r>
    </w:p>
    <w:p w:rsidR="003D06BB" w:rsidRPr="00083FD6" w:rsidRDefault="003D06BB" w:rsidP="003D06B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Cs/>
        </w:rPr>
      </w:pPr>
      <w:r w:rsidRPr="00083FD6">
        <w:rPr>
          <w:bCs/>
        </w:rPr>
        <w:t>Uznaje się, że wszelkie koszty związane z wypełnieniem wymagań określonych powyżej nie podlegają odrębnej zapłacie i są uwzględnione w cenie kontraktowej.</w:t>
      </w:r>
    </w:p>
    <w:p w:rsidR="003D06BB" w:rsidRPr="00083FD6" w:rsidRDefault="003D06BB" w:rsidP="003D06B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p>
    <w:p w:rsidR="003D06BB" w:rsidRPr="00083FD6" w:rsidRDefault="003D06BB" w:rsidP="003D06B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083FD6">
        <w:rPr>
          <w:b/>
          <w:spacing w:val="-3"/>
        </w:rPr>
        <w:t>1.5.4. Zabezpieczenie Terenu Budowy</w:t>
      </w:r>
    </w:p>
    <w:p w:rsidR="003D06BB" w:rsidRPr="00083FD6" w:rsidRDefault="003D06BB" w:rsidP="003D06B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pPr>
      <w:r w:rsidRPr="00083FD6">
        <w:rPr>
          <w:spacing w:val="-3"/>
        </w:rPr>
        <w:lastRenderedPageBreak/>
        <w:t xml:space="preserve">Wykonawca jest zobowiązany do zabezpieczenia Terenu Budowy w okresie trwania realizacji Umowy aż do zakończenia i odbioru </w:t>
      </w:r>
      <w:r w:rsidRPr="00083FD6">
        <w:t>ostatecznego</w:t>
      </w:r>
      <w:r w:rsidRPr="00083FD6">
        <w:rPr>
          <w:spacing w:val="-3"/>
        </w:rPr>
        <w:t xml:space="preserve"> Robót.</w:t>
      </w:r>
      <w:r w:rsidRPr="00083FD6">
        <w:t xml:space="preserve"> </w:t>
      </w:r>
    </w:p>
    <w:p w:rsidR="003D06BB" w:rsidRPr="00083FD6" w:rsidRDefault="003D06BB" w:rsidP="003D06B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t xml:space="preserve">Wykonawca jest zobowiązany do utrzymania ruchu publicznego oraz utrzymania istniejących obiektów (jezdnie, ścieżki rowerowe, ciągi piesze, znaki drogowe, bariery ochronne, urządzenia odwodnienia itp.) na terenie budowy (w tym również na Objeździe Budowy), w okresie trwania realizacji </w:t>
      </w:r>
      <w:r w:rsidRPr="00083FD6">
        <w:rPr>
          <w:spacing w:val="-3"/>
        </w:rPr>
        <w:t>Umowy</w:t>
      </w:r>
      <w:r w:rsidRPr="00083FD6">
        <w:t>, aż do zakończenia i odbioru ostatecznego robót .</w:t>
      </w:r>
    </w:p>
    <w:p w:rsidR="003D06BB" w:rsidRPr="00083FD6" w:rsidRDefault="003D06BB" w:rsidP="003D06BB">
      <w:pPr>
        <w:pStyle w:val="Tekstpodstawowy"/>
        <w:jc w:val="both"/>
        <w:rPr>
          <w:rFonts w:ascii="Times New Roman" w:hAnsi="Times New Roman"/>
          <w:sz w:val="20"/>
        </w:rPr>
      </w:pPr>
      <w:r w:rsidRPr="00083FD6">
        <w:rPr>
          <w:rFonts w:ascii="Times New Roman" w:hAnsi="Times New Roman"/>
          <w:sz w:val="20"/>
        </w:rPr>
        <w:t>Wykonawca ma obowiązek wykonywania aktualizacji projektu organizacji ruchu wraz z niezbędnymi uzgodnieniami.</w:t>
      </w:r>
    </w:p>
    <w:p w:rsidR="003D06BB" w:rsidRDefault="003D06BB" w:rsidP="003D06B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3D06BB" w:rsidRPr="00752E10" w:rsidRDefault="003D06BB" w:rsidP="003D06B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752E10">
        <w:rPr>
          <w:spacing w:val="-3"/>
        </w:rPr>
        <w:t>Wykonawca dostarczy, zainstaluje i będzie utrzymywać tymczasowe urządzenia zabezpieczające w tym:  znaki ostrzegawcze,  wszelkie inne środki niezbędne do ochrony Robót, wygody społeczności i innych.</w:t>
      </w:r>
    </w:p>
    <w:p w:rsidR="003D06BB" w:rsidRPr="00083FD6" w:rsidRDefault="003D06BB" w:rsidP="003D06BB">
      <w:r w:rsidRPr="00083FD6">
        <w:t>Wykonawca zapewni stałe warunki widoczności w dzień i w nocy tych zapór i znaków, dla których jest to nieodzowne ze względów bezpieczeństwa.</w:t>
      </w:r>
      <w:r>
        <w:t xml:space="preserve"> </w:t>
      </w:r>
      <w:r w:rsidRPr="00083FD6">
        <w:t>Wszystkie znaki, zapory i inne urządzenia zabezpieczające będą akceptowane przez Inżyniera.</w:t>
      </w:r>
    </w:p>
    <w:p w:rsidR="003D06BB" w:rsidRPr="00083FD6" w:rsidRDefault="003D06BB" w:rsidP="003D06BB">
      <w:r w:rsidRPr="00083FD6">
        <w:t>W miejscach przylegających do dróg otwartych dla ruchu, Wykonawca ogrodzi lub wyraźnie oznakuje teren budowy, w sposób uzgodniony z Inżynierem</w:t>
      </w:r>
      <w:r w:rsidRPr="00083FD6">
        <w:rPr>
          <w:spacing w:val="-3"/>
        </w:rPr>
        <w:t>.</w:t>
      </w:r>
    </w:p>
    <w:p w:rsidR="003D06BB" w:rsidRPr="00083FD6" w:rsidRDefault="003D06BB" w:rsidP="003D06BB">
      <w:r w:rsidRPr="00083FD6">
        <w:t>Wjazdy i wyjazdy z terenu budowy przeznaczone dla pojazdów i maszyn pracujących przy realizacji robót, Wykonawca odpowiednio oznakuje w sposób uzgodniony z Inżynierem</w:t>
      </w:r>
      <w:r w:rsidRPr="00083FD6">
        <w:rPr>
          <w:spacing w:val="-3"/>
        </w:rPr>
        <w:t>.</w:t>
      </w:r>
    </w:p>
    <w:p w:rsidR="003D06BB" w:rsidRPr="00083FD6" w:rsidRDefault="003D06BB" w:rsidP="003D06B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Fakt przystąpienia do Robót Wykonawca obwieści publicznie przed ich rozpoczęciem w sposób uzgodniony z </w:t>
      </w:r>
      <w:r w:rsidRPr="00083FD6">
        <w:t>Inżynierem</w:t>
      </w:r>
      <w:r w:rsidRPr="00083FD6">
        <w:rPr>
          <w:spacing w:val="-3"/>
        </w:rPr>
        <w:t xml:space="preserve"> oraz przez umieszczenie, w miejscach i ilościach określonych przez </w:t>
      </w:r>
      <w:r w:rsidRPr="00083FD6">
        <w:t>Inżyniera</w:t>
      </w:r>
      <w:r w:rsidRPr="00083FD6">
        <w:rPr>
          <w:spacing w:val="-3"/>
        </w:rPr>
        <w:t>, tablic informacyjnych. Tablice informacyjne będą utrzymywane przez Wykonawcę w dobrym stanie przez cały okres realizacji Robót.</w:t>
      </w:r>
    </w:p>
    <w:p w:rsidR="003D06BB" w:rsidRDefault="003D06BB" w:rsidP="003D06B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Koszt zabezpieczenia Terenu Budowy nie podlega odrębnej zapłacie i przyjmuje się, że jest włączony w cenę kontraktową. </w:t>
      </w:r>
    </w:p>
    <w:p w:rsidR="003D06BB" w:rsidRPr="00083FD6" w:rsidRDefault="003D06BB" w:rsidP="003D06B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p>
    <w:p w:rsidR="003D06BB" w:rsidRPr="00083FD6" w:rsidRDefault="003D06BB" w:rsidP="003D06B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083FD6">
        <w:rPr>
          <w:b/>
          <w:spacing w:val="-3"/>
        </w:rPr>
        <w:t>1.5.5. Ochrona środowiska w czasie wykonywania Robót</w:t>
      </w:r>
    </w:p>
    <w:p w:rsidR="003D06BB" w:rsidRPr="00083FD6" w:rsidRDefault="003D06BB" w:rsidP="003D06BB">
      <w:pPr>
        <w:tabs>
          <w:tab w:val="left" w:pos="-1725"/>
          <w:tab w:val="left" w:pos="-1005"/>
          <w:tab w:val="left" w:pos="-285"/>
          <w:tab w:val="left" w:pos="5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color w:val="99CC00"/>
          <w:spacing w:val="-3"/>
        </w:rPr>
      </w:pPr>
      <w:r w:rsidRPr="00083FD6">
        <w:rPr>
          <w:spacing w:val="-3"/>
        </w:rPr>
        <w:t xml:space="preserve">Wykonawca ma obowiązek znać i stosować w czasie prowadzenia Robót wszelkie przepisy dotyczące ochrony środowiska naturalnego </w:t>
      </w:r>
    </w:p>
    <w:p w:rsidR="003D06BB" w:rsidRPr="00083FD6" w:rsidRDefault="003D06BB" w:rsidP="003D06BB">
      <w:pPr>
        <w:pStyle w:val="Tekstpodstawowy3"/>
        <w:tabs>
          <w:tab w:val="left" w:pos="567"/>
        </w:tabs>
        <w:jc w:val="both"/>
        <w:rPr>
          <w:sz w:val="20"/>
          <w:szCs w:val="20"/>
        </w:rPr>
      </w:pPr>
      <w:r w:rsidRPr="00083FD6">
        <w:rPr>
          <w:sz w:val="20"/>
          <w:szCs w:val="20"/>
        </w:rPr>
        <w:t>W okresie trwania budowy i wykańczania Robót Wykonawca zapewnić należyte:</w:t>
      </w:r>
    </w:p>
    <w:p w:rsidR="003D06BB" w:rsidRPr="00083FD6" w:rsidRDefault="003D06BB" w:rsidP="003D06BB">
      <w:pPr>
        <w:numPr>
          <w:ilvl w:val="0"/>
          <w:numId w:val="38"/>
        </w:numPr>
        <w:tabs>
          <w:tab w:val="left" w:pos="993"/>
        </w:tabs>
      </w:pPr>
      <w:r w:rsidRPr="00083FD6">
        <w:t xml:space="preserve">Zabezpieczenie drzew przed wpływem nadmiernego zagęszczenia gruntu, </w:t>
      </w:r>
      <w:r w:rsidRPr="00083FD6">
        <w:tab/>
        <w:t>przysypaniem i uszkodzeniami mechanicznymi.</w:t>
      </w:r>
    </w:p>
    <w:p w:rsidR="003D06BB" w:rsidRPr="00083FD6" w:rsidRDefault="003D06BB" w:rsidP="003D06BB">
      <w:pPr>
        <w:numPr>
          <w:ilvl w:val="0"/>
          <w:numId w:val="38"/>
        </w:numPr>
        <w:tabs>
          <w:tab w:val="left" w:pos="993"/>
        </w:tabs>
      </w:pPr>
      <w:r w:rsidRPr="00083FD6">
        <w:t>Zabezpieczenie nawierzchni dróg dojazdowych, przewożonego gruntu przed nadmiernym pyleniem poprzez przygotowanie odpowiedniej nawierzchni drogowej, zapewnienie odpowiedniej wilgotności gruntu i zabezpieczenie go podczas transportu.</w:t>
      </w:r>
    </w:p>
    <w:p w:rsidR="003D06BB" w:rsidRPr="00083FD6" w:rsidRDefault="003D06BB" w:rsidP="003D06BB">
      <w:pPr>
        <w:numPr>
          <w:ilvl w:val="0"/>
          <w:numId w:val="38"/>
        </w:numPr>
        <w:tabs>
          <w:tab w:val="left" w:pos="993"/>
        </w:tabs>
      </w:pPr>
      <w:r w:rsidRPr="00083FD6">
        <w:t xml:space="preserve">Odpowiednią ochronę przed erozją wodną gruntów poprzez formowanie kątów pochylenia skarp zgodnych z projektem, a w miejscach najbardziej podatnych na erozję stosować grunty odporne na spłukiwanie. Skarpy o wysokości ponad 2 m, natychmiast po uformowaniu powinny być zabezpieczone poprzez naniesienie środka antyerozyjnego (osad ściekowy ze ściółką, strużynami lub sieczką), a po ostatecznym uformowaniu – trwałe ustabilizowanie przez humusowanie i zadarnianie. </w:t>
      </w:r>
    </w:p>
    <w:p w:rsidR="003D06BB" w:rsidRPr="00083FD6" w:rsidRDefault="003D06BB" w:rsidP="003D06BB">
      <w:pPr>
        <w:numPr>
          <w:ilvl w:val="0"/>
          <w:numId w:val="38"/>
        </w:numPr>
        <w:tabs>
          <w:tab w:val="left" w:pos="993"/>
        </w:tabs>
      </w:pPr>
      <w:r w:rsidRPr="00083FD6">
        <w:t>Możliwie daleką lokalizację zapleczy budowlanych i składów materiałów od zabudowy mieszkaniowej, w zagłębieniach terenu co minimalizuje negatywne oddziaływanie na krajobraz, rozprzestrzenianie pyłów, zanieczyszczeń powietrza i hałasu.</w:t>
      </w:r>
    </w:p>
    <w:p w:rsidR="003D06BB" w:rsidRPr="00083FD6" w:rsidRDefault="003D06BB" w:rsidP="003D06BB">
      <w:pPr>
        <w:numPr>
          <w:ilvl w:val="0"/>
          <w:numId w:val="38"/>
        </w:numPr>
        <w:tabs>
          <w:tab w:val="left" w:pos="993"/>
        </w:tabs>
      </w:pPr>
      <w:r w:rsidRPr="00083FD6">
        <w:t xml:space="preserve">Minimalizację uciążliwości akustycznej prowadzonych prac poprzez zastosowanie </w:t>
      </w:r>
      <w:r w:rsidRPr="00083FD6">
        <w:tab/>
        <w:t xml:space="preserve">urządzeń i maszyn </w:t>
      </w:r>
      <w:proofErr w:type="spellStart"/>
      <w:r w:rsidRPr="00083FD6">
        <w:t>spełniają</w:t>
      </w:r>
      <w:r>
        <w:t>-</w:t>
      </w:r>
      <w:r w:rsidRPr="00083FD6">
        <w:t>cych</w:t>
      </w:r>
      <w:proofErr w:type="spellEnd"/>
      <w:r w:rsidRPr="00083FD6">
        <w:t xml:space="preserve"> polskie normy i rozporządzenia w zakresie emisji </w:t>
      </w:r>
      <w:r w:rsidRPr="00083FD6">
        <w:tab/>
        <w:t>hałasu do środowiska oraz unikanie prowadzenia związanych ze znaczną emisją hałasu w porze nocnej, zwłaszcza w pobliżu zabudowy mieszkaniowej.</w:t>
      </w:r>
    </w:p>
    <w:p w:rsidR="003D06BB" w:rsidRPr="00083FD6" w:rsidRDefault="003D06BB" w:rsidP="003D06BB">
      <w:pPr>
        <w:numPr>
          <w:ilvl w:val="0"/>
          <w:numId w:val="38"/>
        </w:numPr>
        <w:tabs>
          <w:tab w:val="left" w:pos="993"/>
        </w:tabs>
      </w:pPr>
      <w:r w:rsidRPr="00083FD6">
        <w:t>Wykorzystanie w pracach budowlanych odpadów budowlanych powstających z rozbiórki obiektów budowlanych i istniejących drogowych. Wykonywanie nawierzchni drogowej powinno być procesem bezodpadowym. Niewykorzystana mieszanka mineralno-bitumiczna w końcu dnia roboczego powinna być przewożona do wytwórni w celu powtórnego wykorzystania.</w:t>
      </w:r>
    </w:p>
    <w:p w:rsidR="003D06BB" w:rsidRPr="00083FD6" w:rsidRDefault="003D06BB" w:rsidP="003D06BB">
      <w:pPr>
        <w:numPr>
          <w:ilvl w:val="0"/>
          <w:numId w:val="38"/>
        </w:numPr>
        <w:tabs>
          <w:tab w:val="left" w:pos="-1725"/>
          <w:tab w:val="left" w:pos="-1005"/>
          <w:tab w:val="left" w:pos="-285"/>
          <w:tab w:val="left" w:pos="435"/>
          <w:tab w:val="left" w:pos="723"/>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pPr>
      <w:r w:rsidRPr="00083FD6">
        <w:t xml:space="preserve">Organizowanie prac budowlanych w ten sposób, aby ograniczyć przelewanie paliw i </w:t>
      </w:r>
      <w:proofErr w:type="spellStart"/>
      <w:r w:rsidRPr="00083FD6">
        <w:t>lepiszcz</w:t>
      </w:r>
      <w:proofErr w:type="spellEnd"/>
      <w:r w:rsidRPr="00083FD6">
        <w:t xml:space="preserve"> w miejscu budowy – co w razie awarii może spowodować zanieczyszczenie gruntu.</w:t>
      </w:r>
    </w:p>
    <w:p w:rsidR="003D06BB" w:rsidRPr="00083FD6" w:rsidRDefault="003D06BB" w:rsidP="003D06B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ab/>
      </w:r>
      <w:r w:rsidRPr="00083FD6">
        <w:rPr>
          <w:spacing w:val="-3"/>
        </w:rPr>
        <w:tab/>
        <w:t>W okresie trwania budowy i wykańczania Robót Wykonawca będzie:</w:t>
      </w:r>
    </w:p>
    <w:p w:rsidR="003D06BB" w:rsidRPr="00083FD6" w:rsidRDefault="003D06BB" w:rsidP="003D06BB">
      <w:pPr>
        <w:numPr>
          <w:ilvl w:val="0"/>
          <w:numId w:val="39"/>
        </w:numPr>
        <w:tabs>
          <w:tab w:val="left" w:pos="-1725"/>
          <w:tab w:val="left" w:pos="-1005"/>
          <w:tab w:val="left" w:pos="-285"/>
          <w:tab w:val="left" w:pos="291"/>
          <w:tab w:val="left" w:pos="435"/>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utrzymywać Teren Budowy i wykopy w stanie bez wody stojącej,</w:t>
      </w:r>
    </w:p>
    <w:p w:rsidR="003D06BB" w:rsidRPr="00083FD6" w:rsidRDefault="003D06BB" w:rsidP="003D06BB">
      <w:pPr>
        <w:numPr>
          <w:ilvl w:val="0"/>
          <w:numId w:val="39"/>
        </w:numPr>
        <w:tabs>
          <w:tab w:val="left" w:pos="-1725"/>
          <w:tab w:val="left" w:pos="-1005"/>
          <w:tab w:val="left" w:pos="-28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w:t>
      </w:r>
      <w:r w:rsidRPr="00083FD6">
        <w:lastRenderedPageBreak/>
        <w:t>nadmiernego hałasu, wibracji, zanieczyszczenia lub innych przyczyn powstałych w następstwie jego sposobu działania.</w:t>
      </w:r>
    </w:p>
    <w:p w:rsidR="003D06BB" w:rsidRPr="00083FD6" w:rsidRDefault="003D06BB" w:rsidP="003D06BB">
      <w:pPr>
        <w:pStyle w:val="Tekstpodstawowy"/>
        <w:tabs>
          <w:tab w:val="left" w:pos="291"/>
        </w:tabs>
        <w:jc w:val="both"/>
        <w:rPr>
          <w:rFonts w:ascii="Times New Roman" w:hAnsi="Times New Roman"/>
          <w:sz w:val="20"/>
        </w:rPr>
      </w:pPr>
      <w:r w:rsidRPr="00083FD6">
        <w:rPr>
          <w:rFonts w:ascii="Times New Roman" w:hAnsi="Times New Roman"/>
          <w:sz w:val="20"/>
        </w:rPr>
        <w:tab/>
      </w:r>
      <w:r w:rsidRPr="00083FD6">
        <w:rPr>
          <w:rFonts w:ascii="Times New Roman" w:hAnsi="Times New Roman"/>
          <w:sz w:val="20"/>
        </w:rPr>
        <w:tab/>
        <w:t>Stosując się do tych wymagań będzie miał szczególny wzgląd na:</w:t>
      </w:r>
    </w:p>
    <w:p w:rsidR="003D06BB" w:rsidRPr="00083FD6" w:rsidRDefault="003D06BB" w:rsidP="003D06B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440" w:hanging="1440"/>
        <w:rPr>
          <w:spacing w:val="-3"/>
        </w:rPr>
      </w:pPr>
      <w:r w:rsidRPr="00083FD6">
        <w:rPr>
          <w:spacing w:val="-3"/>
        </w:rPr>
        <w:tab/>
      </w:r>
      <w:r w:rsidRPr="00083FD6">
        <w:rPr>
          <w:spacing w:val="-3"/>
        </w:rPr>
        <w:tab/>
      </w:r>
      <w:r w:rsidRPr="00083FD6">
        <w:rPr>
          <w:spacing w:val="-3"/>
        </w:rPr>
        <w:tab/>
        <w:t>1)</w:t>
      </w:r>
      <w:r w:rsidRPr="00083FD6">
        <w:rPr>
          <w:spacing w:val="-3"/>
        </w:rPr>
        <w:tab/>
        <w:t>lokalizację baz, warsztatów, magazynów, składowisk, ukopów i dróg dojazdowych</w:t>
      </w:r>
    </w:p>
    <w:p w:rsidR="003D06BB" w:rsidRPr="00083FD6" w:rsidRDefault="003D06BB" w:rsidP="003D06B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440" w:hanging="1440"/>
        <w:rPr>
          <w:spacing w:val="-3"/>
        </w:rPr>
      </w:pPr>
      <w:r w:rsidRPr="00083FD6">
        <w:rPr>
          <w:spacing w:val="-3"/>
        </w:rPr>
        <w:tab/>
      </w:r>
      <w:r w:rsidRPr="00083FD6">
        <w:rPr>
          <w:spacing w:val="-3"/>
        </w:rPr>
        <w:tab/>
      </w:r>
      <w:r w:rsidRPr="00083FD6">
        <w:rPr>
          <w:spacing w:val="-3"/>
        </w:rPr>
        <w:tab/>
        <w:t>2)</w:t>
      </w:r>
      <w:r w:rsidRPr="00083FD6">
        <w:rPr>
          <w:spacing w:val="-3"/>
        </w:rPr>
        <w:tab/>
        <w:t>środki ostrożności i zabezpieczenia przed:</w:t>
      </w:r>
    </w:p>
    <w:p w:rsidR="003D06BB" w:rsidRPr="00083FD6" w:rsidRDefault="003D06BB" w:rsidP="003D06BB">
      <w:pPr>
        <w:numPr>
          <w:ilvl w:val="0"/>
          <w:numId w:val="30"/>
        </w:numPr>
        <w:tabs>
          <w:tab w:val="left" w:pos="-1725"/>
          <w:tab w:val="left" w:pos="-1005"/>
          <w:tab w:val="left" w:pos="-285"/>
          <w:tab w:val="left" w:pos="291"/>
          <w:tab w:val="left" w:pos="435"/>
          <w:tab w:val="left" w:pos="723"/>
          <w:tab w:val="left" w:pos="1155"/>
          <w:tab w:val="left" w:pos="1299"/>
          <w:tab w:val="left" w:pos="1560"/>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t>zanieczyszczeniem zbiorników i cieków wodnych pyłami lub substancjami toksycznymi,</w:t>
      </w:r>
    </w:p>
    <w:p w:rsidR="003D06BB" w:rsidRPr="00083FD6" w:rsidRDefault="003D06BB" w:rsidP="003D06BB">
      <w:pPr>
        <w:tabs>
          <w:tab w:val="left" w:pos="-1725"/>
          <w:tab w:val="left" w:pos="-1005"/>
          <w:tab w:val="left" w:pos="-285"/>
          <w:tab w:val="left" w:pos="291"/>
          <w:tab w:val="left" w:pos="435"/>
          <w:tab w:val="left" w:pos="723"/>
          <w:tab w:val="left" w:pos="1155"/>
          <w:tab w:val="left" w:pos="1299"/>
          <w:tab w:val="left" w:pos="1560"/>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560" w:hanging="405"/>
        <w:rPr>
          <w:spacing w:val="-3"/>
        </w:rPr>
      </w:pPr>
      <w:r w:rsidRPr="00083FD6">
        <w:rPr>
          <w:spacing w:val="-3"/>
        </w:rPr>
        <w:t>b)</w:t>
      </w:r>
      <w:r w:rsidRPr="00083FD6">
        <w:rPr>
          <w:spacing w:val="-3"/>
        </w:rPr>
        <w:tab/>
        <w:t>zanieczyszczeniem powietrza pyłami i gazami,</w:t>
      </w:r>
    </w:p>
    <w:p w:rsidR="003D06BB" w:rsidRPr="00083FD6" w:rsidRDefault="003D06BB" w:rsidP="003D06BB">
      <w:pPr>
        <w:numPr>
          <w:ilvl w:val="0"/>
          <w:numId w:val="42"/>
        </w:numPr>
        <w:tabs>
          <w:tab w:val="left" w:pos="-1725"/>
          <w:tab w:val="left" w:pos="-1005"/>
          <w:tab w:val="left" w:pos="-285"/>
          <w:tab w:val="left" w:pos="291"/>
          <w:tab w:val="left" w:pos="435"/>
          <w:tab w:val="left" w:pos="723"/>
          <w:tab w:val="left" w:pos="1155"/>
          <w:tab w:val="left" w:pos="1299"/>
          <w:tab w:val="left" w:pos="1560"/>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t>możliwością powstania pożaru.</w:t>
      </w:r>
    </w:p>
    <w:p w:rsidR="003D06BB" w:rsidRPr="00083FD6" w:rsidRDefault="003D06BB" w:rsidP="003D06BB">
      <w:pPr>
        <w:tabs>
          <w:tab w:val="left" w:pos="0"/>
        </w:tabs>
      </w:pPr>
      <w:r w:rsidRPr="00083FD6">
        <w:t>Uznaje się, że wszelkie koszty związane z wypełnieniem wymagań określonych powyżej nie podlegają odrębnej zapłacie i są uwzględnione w cenie kontraktowej.</w:t>
      </w:r>
    </w:p>
    <w:p w:rsidR="003D06BB" w:rsidRPr="00083FD6" w:rsidRDefault="003D06BB" w:rsidP="003D06B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p>
    <w:p w:rsidR="003D06BB" w:rsidRPr="00083FD6" w:rsidRDefault="003D06BB" w:rsidP="003D06B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083FD6">
        <w:rPr>
          <w:b/>
          <w:spacing w:val="-3"/>
        </w:rPr>
        <w:t>1.5.6. Ochrona przeciwpożarowa</w:t>
      </w:r>
    </w:p>
    <w:p w:rsidR="003D06BB" w:rsidRPr="00083FD6" w:rsidRDefault="003D06BB" w:rsidP="003D06B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Wykonawca będzie przestrzegać przepisów ochrony przeciwpożarowej.</w:t>
      </w:r>
    </w:p>
    <w:p w:rsidR="003D06BB" w:rsidRPr="00083FD6" w:rsidRDefault="003D06BB" w:rsidP="003D06B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Wykonawca będzie utrzymywać sprawny sprzęt przeciwpożarowy, wymagany przez odpowiednie przepisy, na terenie baz produkcyjnych, w pomieszczeniach biurowych, mieszkalnych i magazynach oraz w maszynach i pojazdach.</w:t>
      </w:r>
    </w:p>
    <w:p w:rsidR="003D06BB" w:rsidRPr="00083FD6" w:rsidRDefault="003D06BB" w:rsidP="003D06B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Materiały łatwopalne będą składowane w sposób zgodny z odpowiednimi przepisami i zabezpieczone przed dostępem osób trzecich.</w:t>
      </w:r>
    </w:p>
    <w:p w:rsidR="003D06BB" w:rsidRPr="00083FD6" w:rsidRDefault="003D06BB" w:rsidP="003D06B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Wykonawca będzie odpowiedzialny za wszelkie straty spowodowane pożarem wywołanym jako rezultat realizacji Robót albo przez personel Wykonawcy.</w:t>
      </w:r>
    </w:p>
    <w:p w:rsidR="003D06BB" w:rsidRPr="00083FD6" w:rsidRDefault="003D06BB" w:rsidP="003D06B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t>Uznaje się, że wszelkie koszty związane z wypełnieniem wymagań określonych powyżej nie podlegają odrębnej zapłacie i są uwzględnione w cenie kontraktowej.</w:t>
      </w:r>
    </w:p>
    <w:p w:rsidR="003D06BB" w:rsidRPr="00083FD6" w:rsidRDefault="003D06BB" w:rsidP="003D06B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3D06BB" w:rsidRPr="00083FD6" w:rsidRDefault="003D06BB" w:rsidP="003D06B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120"/>
        <w:rPr>
          <w:b/>
          <w:spacing w:val="-3"/>
        </w:rPr>
      </w:pPr>
      <w:r w:rsidRPr="00083FD6">
        <w:rPr>
          <w:b/>
          <w:spacing w:val="-3"/>
        </w:rPr>
        <w:t>1.5.7. Wyroby i materiały szkodliwe dla otoczenia</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Wyroby i materiały, które w sposób trwały są szkodliwe dla otoczenia, nie będą dopuszczone do użycia.</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Nie dopuszcza się użycia wyrobów i materiałów wywołujących szkodliwe promieniowanie o stężeniu większym od dopuszczalnego, określonego odpowiednimi przepisami.</w:t>
      </w:r>
    </w:p>
    <w:p w:rsidR="003D06BB" w:rsidRPr="00083FD6" w:rsidRDefault="003D06BB" w:rsidP="003D06B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Wszelkie wyroby i materiały odpadowe użyte do Robót będą miały świadectwa dopuszczenia, wydane przez uprawnioną jednostkę, jednoznacznie określające brak szkodliwego oddziaływania tych wyrobów i materiałów na środowisko.</w:t>
      </w:r>
    </w:p>
    <w:p w:rsidR="003D06BB" w:rsidRPr="00083FD6" w:rsidRDefault="003D06BB" w:rsidP="003D06B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Wyroby i materiały, które są szkodliwe dla otoczenia tylko w czasie Robót, a po zakończeniu Robót ich szkodliwość zanika (</w:t>
      </w:r>
      <w:r w:rsidRPr="00083FD6">
        <w:rPr>
          <w:spacing w:val="-3"/>
        </w:rPr>
        <w:pgNum/>
      </w:r>
      <w:r w:rsidRPr="00083FD6">
        <w:rPr>
          <w:spacing w:val="-3"/>
        </w:rPr>
        <w:t>p. pylaste) mogą być użyte pod warunkiem przestrzegania wymagań</w:t>
      </w:r>
      <w:r>
        <w:rPr>
          <w:spacing w:val="-3"/>
        </w:rPr>
        <w:t xml:space="preserve"> </w:t>
      </w:r>
      <w:r w:rsidRPr="00083FD6">
        <w:rPr>
          <w:spacing w:val="-3"/>
        </w:rPr>
        <w:t xml:space="preserve"> technologicznych wbudowania. Jeżeli wymagają tego odpowiednie przepisy Zamawiający powinien otrzymać zgodę na użycie tych materiałów od właściwych organów administracji państwowej.</w:t>
      </w:r>
    </w:p>
    <w:p w:rsidR="003D06BB" w:rsidRPr="00083FD6" w:rsidRDefault="003D06BB" w:rsidP="003D06B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p>
    <w:p w:rsidR="003D06BB" w:rsidRPr="00083FD6" w:rsidRDefault="003D06BB" w:rsidP="003D06B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083FD6">
        <w:rPr>
          <w:b/>
          <w:spacing w:val="-3"/>
        </w:rPr>
        <w:t>1.5.8</w:t>
      </w:r>
      <w:r>
        <w:rPr>
          <w:b/>
          <w:spacing w:val="-3"/>
        </w:rPr>
        <w:t>.</w:t>
      </w:r>
      <w:r w:rsidRPr="00083FD6">
        <w:rPr>
          <w:b/>
          <w:spacing w:val="-3"/>
        </w:rPr>
        <w:t xml:space="preserve"> Ochrona własności publicznej i prywatnej</w:t>
      </w:r>
    </w:p>
    <w:p w:rsidR="003D06BB" w:rsidRPr="00083FD6" w:rsidRDefault="003D06BB" w:rsidP="003D06B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uzyska z Powiatowego Ośrodka Dokumentacji Geodezyjnej i Kartograficznej informacje o instalacjach podziemnych wykonanych od daty sporządzenia planu zagospodarowania z projektu do terminu rozpoczęcia wykopów.  Wykonawca zapewni właściwe oznaczenie i zabezpieczenie przed uszkodzeniem tych instalacji i urządzeń w czasie trwania budowy oraz tych, o których sam uzyskać informacje.</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Wykonawca zobowiązany jest umieścić w swoim harmonogramie rezerwę czasową dla wszelkiego rodzaju Robót, które mają być wykonane w zakresie przełożenia instalacji i urządzeń podziemnych na Terenie Budowy i powiadomić Inżyniera i władze lokalne o zamiarze rozpoczęcia Robót.</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O fakcie przypadkowego uszkodzenia tych instalacji Wykonawca bezzwłocznie powiadomi Inżyniera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 oraz instalacji o których sam winien uzyskać informacje.</w:t>
      </w:r>
    </w:p>
    <w:p w:rsidR="003D06BB" w:rsidRPr="00083FD6" w:rsidRDefault="003D06BB" w:rsidP="003D06B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D44A3E" w:rsidRDefault="00D44A3E" w:rsidP="003D06B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p>
    <w:p w:rsidR="003D06BB" w:rsidRPr="00083FD6" w:rsidRDefault="003D06BB" w:rsidP="003D06B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083FD6">
        <w:rPr>
          <w:b/>
          <w:spacing w:val="-3"/>
        </w:rPr>
        <w:t>1.5.9. Ograniczenie obciążeń osi pojazdów</w:t>
      </w:r>
    </w:p>
    <w:p w:rsidR="003D06BB" w:rsidRPr="00083FD6" w:rsidRDefault="003D06BB" w:rsidP="003D06B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t xml:space="preserve">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 Inżynier może </w:t>
      </w:r>
      <w:r w:rsidRPr="00083FD6">
        <w:lastRenderedPageBreak/>
        <w:t>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3D06BB" w:rsidRPr="00083FD6" w:rsidRDefault="003D06BB" w:rsidP="003D06B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083FD6">
        <w:rPr>
          <w:b/>
          <w:spacing w:val="-3"/>
        </w:rPr>
        <w:t>1.5.10. Bezpieczeństwo i higiena pracy</w:t>
      </w:r>
    </w:p>
    <w:p w:rsidR="003D06BB" w:rsidRPr="00083FD6" w:rsidRDefault="003D06BB" w:rsidP="003D06BB">
      <w:pPr>
        <w:tabs>
          <w:tab w:val="center" w:pos="5400"/>
          <w:tab w:val="right" w:pos="9936"/>
        </w:tabs>
        <w:rPr>
          <w:spacing w:val="-3"/>
        </w:rPr>
      </w:pPr>
      <w:r w:rsidRPr="00083FD6">
        <w:rPr>
          <w:spacing w:val="-3"/>
        </w:rPr>
        <w:t xml:space="preserve">Podczas realizacji Robót Wykonawca będzie przestrzegać przepisów dotyczących bezpieczeństwa i higieny pracy. </w:t>
      </w:r>
    </w:p>
    <w:p w:rsidR="003D06BB" w:rsidRPr="00083FD6" w:rsidRDefault="003D06BB" w:rsidP="003D06BB">
      <w:pPr>
        <w:tabs>
          <w:tab w:val="center" w:pos="5400"/>
          <w:tab w:val="right" w:pos="9936"/>
        </w:tabs>
        <w:rPr>
          <w:spacing w:val="-3"/>
        </w:rPr>
      </w:pPr>
      <w:r w:rsidRPr="00083FD6">
        <w:rPr>
          <w:spacing w:val="-3"/>
        </w:rPr>
        <w:tab/>
        <w:t>Kierownik budowy opracuje Plan BIOZ zgodnie z Rozporządzeniem Ministra Infrastruktury z dnia 27 sierpnia 2002r. w sprawie szczegółowego zakresu i formy planu bezpieczeństwa i ochrony zdrowia oraz szczegółowego zakresu rodzajów robót budowlanych, stwarzających zagrożenia bezpieczeństwa i zdrowia ludzi. (</w:t>
      </w:r>
      <w:proofErr w:type="spellStart"/>
      <w:r w:rsidRPr="00083FD6">
        <w:rPr>
          <w:spacing w:val="-3"/>
        </w:rPr>
        <w:t>Dz.U</w:t>
      </w:r>
      <w:proofErr w:type="spellEnd"/>
      <w:r w:rsidRPr="00083FD6">
        <w:rPr>
          <w:spacing w:val="-3"/>
        </w:rPr>
        <w:t xml:space="preserve"> Nr 151, poz. 1256). </w:t>
      </w:r>
    </w:p>
    <w:p w:rsidR="003D06BB" w:rsidRPr="00083FD6" w:rsidRDefault="003D06BB" w:rsidP="003D06BB">
      <w:pPr>
        <w:tabs>
          <w:tab w:val="center" w:pos="5400"/>
          <w:tab w:val="right" w:pos="9936"/>
        </w:tabs>
        <w:rPr>
          <w:spacing w:val="-3"/>
        </w:rPr>
      </w:pPr>
      <w:r w:rsidRPr="00083FD6">
        <w:rPr>
          <w:spacing w:val="-3"/>
        </w:rPr>
        <w:t>W szczególności Wykonawca ma obowiązek zadbać, aby personel nie wykonywał  pracy w warunkach niebezpiecznych, szkodliwych dla zdrowia oraz nie spełniających odpowiednich wymagań sanitarnych.</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Wykonawca zapewni i będzie utrzymywał wszelkie urządzenia zabezpieczające, socjalne oraz sprzęt i odpowiednią odzież dla ochrony życia i zdrowia osób zatrudnionych na budowie oraz dla zapewnienia bezpieczeństwa publicznego. Wszyscy pracownicy Wykonawcy wykonujące prace na drodze po której odbywa się ruch publiczny będą w jaskrawych ubraniach np. pomarańczowych, a od zmroku do świtu w ubraniach z elementami odblaskowymi.</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Uznaje się, że wszelkie koszty związane z wypełnieniem wymagań określonych powyżej nie podlegają odrębnej zapłacie i są uwzględnione w cenie kontraktowej.</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3D06BB" w:rsidRPr="00083FD6" w:rsidRDefault="003D06BB" w:rsidP="003D06B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083FD6">
        <w:rPr>
          <w:b/>
          <w:spacing w:val="-3"/>
        </w:rPr>
        <w:t>1.5.11. Ochrona i utrzymanie Robót</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Wykonawca będzie odpowiedzialny za ochronę Robót i za wszelkie materiały i urządzenia używane do Robót od Daty Rozpoczęcia do daty wydania Potwierdzenia Zakończenia przez Inżyniera.</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Wykonawca będzie utrzymywać Roboty do czasu </w:t>
      </w:r>
      <w:r w:rsidRPr="00083FD6">
        <w:t>ostatecznego</w:t>
      </w:r>
      <w:r w:rsidRPr="00083FD6">
        <w:rPr>
          <w:spacing w:val="-3"/>
        </w:rPr>
        <w:t xml:space="preserve"> odbioru. Utrzymanie powinno być prowadzone w taki sposób, aby budowla drogowa lub jej elementy były w zadowalającym stanie przez cały czas, do momentu odbioru </w:t>
      </w:r>
      <w:r w:rsidRPr="00083FD6">
        <w:t>ostatecznego</w:t>
      </w:r>
      <w:r w:rsidRPr="00083FD6">
        <w:rPr>
          <w:spacing w:val="-3"/>
        </w:rPr>
        <w:t>.</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Jeśli Wykonawca w jakimkolwiek czasie zaniedba utrzymanie, to na polecenie Inżyniera powinien rozpocząć Roboty utrzymaniowe nie później niż w 24 godziny po otrzymaniu tego polecenia.</w:t>
      </w:r>
    </w:p>
    <w:p w:rsidR="003D06BB" w:rsidRPr="00083FD6" w:rsidRDefault="003D06BB" w:rsidP="003D06BB">
      <w:r w:rsidRPr="00083FD6">
        <w:t>Uznaje się, że wszelkie koszty związane z wypełnieniem wymagań określonych powyżej nie podlegają odrębnej zapłacie i są uwzględnione w cenie kontraktowej.</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3D06BB" w:rsidRPr="00083FD6" w:rsidRDefault="003D06BB" w:rsidP="003D06B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083FD6">
        <w:rPr>
          <w:b/>
          <w:spacing w:val="-3"/>
        </w:rPr>
        <w:t>1.5.12. Stosowanie się do prawa i innych przepisów</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Wykonawca będzie przestrzega</w:t>
      </w:r>
      <w:r w:rsidRPr="00083FD6">
        <w:rPr>
          <w:b/>
          <w:spacing w:val="-3"/>
        </w:rPr>
        <w:t>ć</w:t>
      </w:r>
      <w:r w:rsidRPr="00083FD6">
        <w:rPr>
          <w:spacing w:val="-3"/>
        </w:rPr>
        <w:t xml:space="preserve"> praw patentowych i będzie w pełni odpowiedzialny za wypełnienie wszelkich wymagań prawnych odnośnie wykorzystania opatentowanych urządzeń lub metod i w sposób ciągły będzie informować </w:t>
      </w:r>
      <w:r w:rsidRPr="00083FD6">
        <w:t>Inżyniera</w:t>
      </w:r>
      <w:r w:rsidRPr="00083FD6">
        <w:rPr>
          <w:spacing w:val="-3"/>
        </w:rPr>
        <w:t xml:space="preserve"> o swoich działaniach, przedstawiając kopie zezwoleń i inne odnośne dokumenty.</w:t>
      </w:r>
      <w:r w:rsidRPr="00083FD6">
        <w:t xml:space="preserve"> Wszelkie straty, koszty postępowania, obciążenia i wydatki wynikłe z lub związane z naruszeniem jakichkolwiek praw patentowych pokryje Wykonawca, z wyjątkiem przypadków, kiedy takie naruszenie wyniknie z wykonania projektu lub specyfikacji dostarczonej przez Zamawiającego.</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t>Uznaje się, że wszelkie koszty związane z wypełnieniem wymagań określonych powyżej nie podlegają odrębnej zapłacie i są uwzględnione w cenie kontraktowej.</w:t>
      </w:r>
    </w:p>
    <w:p w:rsidR="003D06BB"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0C0B94" w:rsidRPr="00083FD6" w:rsidRDefault="000C0B94"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3D06BB" w:rsidRPr="00083FD6" w:rsidRDefault="003D06BB" w:rsidP="003D06BB">
      <w:pPr>
        <w:numPr>
          <w:ilvl w:val="2"/>
          <w:numId w:val="31"/>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b/>
          <w:spacing w:val="-3"/>
        </w:rPr>
      </w:pPr>
      <w:r w:rsidRPr="00083FD6">
        <w:rPr>
          <w:b/>
          <w:spacing w:val="-3"/>
        </w:rPr>
        <w:t>Równoważność norm i przepisów prawnych</w:t>
      </w:r>
    </w:p>
    <w:p w:rsidR="003D06BB" w:rsidRPr="00D125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Gdziekolwiek w Umowie powoływane są konkretne normy lub zbiory przepisów, które spełniać mają materiały, wytwórnie i inne zapasy będące przedmiotem dostaw, oraz Roboty do wykonania i zbadania, stosować się będą obowiązujące przepisy najnowszego wydania lub wydania poprawione odnośnie norm i zbiorów przepisów, chyba że w Umowie stwierdza się wyraźnie co innego. Tam, gdzie te normy i zbiory przepisów mają charakter ogólnokrajowy, lub odnoszą się do konkretnego regionu, zostaną przyjęte inne obowiązujące normy, które zapewniają wykonanie na zasadniczo równym lub większym </w:t>
      </w:r>
      <w:r w:rsidRPr="00D125D6">
        <w:rPr>
          <w:spacing w:val="-3"/>
        </w:rPr>
        <w:t xml:space="preserve">poziomie niż wymagany przez wcześniej wyszczególnione normy i zbiory przepisów pod warunkiem ich uprzedniego sprawdzenia i zatwierdzenia na piśmie przez </w:t>
      </w:r>
      <w:r w:rsidRPr="00D125D6">
        <w:t>Inżyniera</w:t>
      </w:r>
      <w:r w:rsidRPr="00D125D6">
        <w:rPr>
          <w:spacing w:val="-3"/>
        </w:rPr>
        <w:t>.</w:t>
      </w:r>
    </w:p>
    <w:p w:rsidR="003D06BB" w:rsidRPr="00D125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D125D6">
        <w:rPr>
          <w:spacing w:val="-3"/>
        </w:rPr>
        <w:t xml:space="preserve">Różnice pomiędzy wyszczególnionymi normami a ich proponowanymi zamiennikami muszą być dokładnie odnotowane na piśmie przez Wykonawcę i przedłożone </w:t>
      </w:r>
      <w:r w:rsidRPr="00D125D6">
        <w:t>Inżynierowi</w:t>
      </w:r>
      <w:r w:rsidRPr="00D125D6">
        <w:rPr>
          <w:spacing w:val="-3"/>
        </w:rPr>
        <w:t xml:space="preserve"> co najmniej na 28 dni przed datą oczekiwanego przez Wykonawcę zatwierdzenia ich przez </w:t>
      </w:r>
      <w:r w:rsidRPr="00D125D6">
        <w:t>Inżyniera</w:t>
      </w:r>
      <w:r w:rsidRPr="00D125D6">
        <w:rPr>
          <w:spacing w:val="-3"/>
        </w:rPr>
        <w:t xml:space="preserve">. W przypadku gdy </w:t>
      </w:r>
      <w:r w:rsidRPr="00D125D6">
        <w:t>Inżynier</w:t>
      </w:r>
      <w:r w:rsidRPr="00D125D6">
        <w:rPr>
          <w:spacing w:val="-3"/>
        </w:rPr>
        <w:t xml:space="preserve"> stwierdzi, że </w:t>
      </w:r>
      <w:r w:rsidRPr="00D125D6">
        <w:rPr>
          <w:spacing w:val="-3"/>
        </w:rPr>
        <w:lastRenderedPageBreak/>
        <w:t xml:space="preserve">zaproponowane zamienniki nie zapewniają wykonania na zasadniczo równym poziomie, Wykonawca zastosuje się do norm wyszczególnionych we wcześniej wspomnianych dokumentach. </w:t>
      </w:r>
      <w:r w:rsidRPr="00D125D6">
        <w:t>Uznaje się, że wszelkie koszty związane z wypełnieniem wymagań określonych powyżej nie podlegają odrębnej zapłacie i są uwzględnione w cenie kontraktowej.</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3D06BB" w:rsidRPr="00D571DA" w:rsidRDefault="003D06BB" w:rsidP="003D06BB">
      <w:pPr>
        <w:rPr>
          <w:b/>
        </w:rPr>
      </w:pPr>
      <w:r w:rsidRPr="00083FD6">
        <w:rPr>
          <w:b/>
        </w:rPr>
        <w:t xml:space="preserve">1.5.14. </w:t>
      </w:r>
      <w:r w:rsidRPr="00D571DA">
        <w:rPr>
          <w:b/>
        </w:rPr>
        <w:t>Ochrona Konserwatorska</w:t>
      </w:r>
    </w:p>
    <w:p w:rsidR="003D06BB" w:rsidRPr="00D571DA" w:rsidRDefault="003D06BB" w:rsidP="003D06BB">
      <w:r w:rsidRPr="00D571DA">
        <w:t>Podczas prac ziemno-budowlanych związanych z realizacją inwestycji nie ma konieczności prowadzenia badań archeologicznych.</w:t>
      </w:r>
    </w:p>
    <w:p w:rsidR="003D06BB" w:rsidRPr="00D571DA" w:rsidRDefault="003D06BB" w:rsidP="003D06BB">
      <w:pPr>
        <w:tabs>
          <w:tab w:val="left" w:pos="-1725"/>
          <w:tab w:val="left" w:pos="-1005"/>
          <w:tab w:val="left" w:pos="-285"/>
        </w:tabs>
        <w:rPr>
          <w:b/>
          <w:spacing w:val="-3"/>
        </w:rPr>
      </w:pPr>
      <w:r w:rsidRPr="00D571DA">
        <w:rPr>
          <w:b/>
          <w:spacing w:val="-3"/>
        </w:rPr>
        <w:tab/>
      </w:r>
      <w:r w:rsidRPr="00D571DA">
        <w:rPr>
          <w:b/>
          <w:spacing w:val="-3"/>
        </w:rPr>
        <w:tab/>
      </w:r>
      <w:r w:rsidRPr="00D571DA">
        <w:rPr>
          <w:b/>
          <w:spacing w:val="-3"/>
        </w:rPr>
        <w:tab/>
      </w:r>
    </w:p>
    <w:p w:rsidR="003D06BB" w:rsidRPr="00D571DA" w:rsidRDefault="003D06BB" w:rsidP="003D06BB">
      <w:p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D571DA">
        <w:rPr>
          <w:b/>
          <w:spacing w:val="-3"/>
        </w:rPr>
        <w:t>1.5.15. Zaplecze Zamawiającego</w:t>
      </w:r>
    </w:p>
    <w:p w:rsidR="003D06BB" w:rsidRPr="00083FD6" w:rsidRDefault="003D06BB" w:rsidP="003D06BB">
      <w:pPr>
        <w:tabs>
          <w:tab w:val="left" w:pos="-1725"/>
          <w:tab w:val="left" w:pos="-1005"/>
          <w:tab w:val="left" w:pos="-285"/>
        </w:tabs>
      </w:pPr>
      <w:r w:rsidRPr="00D571DA">
        <w:t>Nie dotyczy.</w:t>
      </w:r>
    </w:p>
    <w:p w:rsidR="003D06BB" w:rsidRPr="00083FD6" w:rsidRDefault="003D06BB" w:rsidP="003D06BB">
      <w:pPr>
        <w:tabs>
          <w:tab w:val="left" w:pos="-1725"/>
          <w:tab w:val="left" w:pos="-1005"/>
          <w:tab w:val="left" w:pos="-285"/>
        </w:tabs>
        <w:rPr>
          <w:b/>
          <w:spacing w:val="-3"/>
        </w:rPr>
      </w:pPr>
    </w:p>
    <w:p w:rsidR="003D06BB" w:rsidRPr="00083FD6" w:rsidRDefault="003D06BB" w:rsidP="003D06BB">
      <w:p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083FD6">
        <w:rPr>
          <w:b/>
          <w:spacing w:val="-3"/>
        </w:rPr>
        <w:t>1.5.16. Zaplecze Wykonawcy</w:t>
      </w:r>
    </w:p>
    <w:p w:rsidR="003D06BB" w:rsidRPr="00083FD6" w:rsidRDefault="003D06BB" w:rsidP="003D06BB">
      <w:pPr>
        <w:tabs>
          <w:tab w:val="left" w:pos="426"/>
        </w:tabs>
      </w:pPr>
      <w:r w:rsidRPr="00083FD6">
        <w:t>Zaplecze Wykonawcy znajdować się powinno na placu budowy, bądź w jego bliskim sąsiedztwie i składać się z niezbędnych instalacji, urządzeń, biur, placów składowych oraz dróg dojazdowych i wewnętrznych potrzebnych do realizacji.</w:t>
      </w:r>
    </w:p>
    <w:p w:rsidR="003D06BB" w:rsidRPr="00083FD6" w:rsidRDefault="003D06BB" w:rsidP="003D06BB">
      <w:pPr>
        <w:ind w:left="709" w:hanging="283"/>
      </w:pPr>
      <w:r w:rsidRPr="00083FD6">
        <w:t>a) Urządzenie Zaplecza Wykonawcy obejmuje zainstalowanie wszystkich niezbędnych urządzeń, instalacji, dróg dojazdowych i wewnętrznych, biur, placów i zabezpieczeń potrzebnych Wykonawcy przy realizacji Robót.</w:t>
      </w:r>
    </w:p>
    <w:p w:rsidR="003D06BB" w:rsidRPr="00083FD6" w:rsidRDefault="003D06BB" w:rsidP="003D06BB">
      <w:pPr>
        <w:ind w:left="709" w:hanging="283"/>
      </w:pPr>
      <w:r w:rsidRPr="00083FD6">
        <w:t>b) Utrzymanie Zaplecza Wykonawcy obejmuje wszystkie koszty eksploatacyjne związane z użytkowaniem powyższego Zaplecza.</w:t>
      </w:r>
    </w:p>
    <w:p w:rsidR="003D06BB" w:rsidRPr="00083FD6" w:rsidRDefault="003D06BB" w:rsidP="003D06BB">
      <w:pPr>
        <w:ind w:left="709" w:hanging="283"/>
      </w:pPr>
      <w:r w:rsidRPr="00083FD6">
        <w:t>c) Likwidacja Zaplecza Wykonawcy obejmuje usunięcie wszystkich urządzeń, instalacji, dróg dojazdowych i wewnętrznych, biur, placów zabezpieczeń, oczyszczenie terenu i doprowadzenie do stanu pierwotnego.</w:t>
      </w:r>
    </w:p>
    <w:p w:rsidR="003D06BB" w:rsidRPr="004E18D5" w:rsidRDefault="003D06BB" w:rsidP="003D06BB">
      <w:pPr>
        <w:ind w:left="709" w:hanging="283"/>
        <w:rPr>
          <w:sz w:val="16"/>
          <w:szCs w:val="16"/>
        </w:rPr>
      </w:pPr>
    </w:p>
    <w:p w:rsidR="003D06BB" w:rsidRPr="00083FD6" w:rsidRDefault="003D06BB" w:rsidP="003D06BB">
      <w:pPr>
        <w:pStyle w:val="Tekstpodstawowy"/>
        <w:tabs>
          <w:tab w:val="left" w:pos="291"/>
          <w:tab w:val="left" w:pos="867"/>
          <w:tab w:val="left" w:pos="1011"/>
        </w:tabs>
        <w:jc w:val="both"/>
        <w:rPr>
          <w:rFonts w:ascii="Times New Roman" w:hAnsi="Times New Roman"/>
          <w:sz w:val="20"/>
        </w:rPr>
      </w:pPr>
      <w:r w:rsidRPr="00083FD6">
        <w:rPr>
          <w:rFonts w:ascii="Times New Roman" w:hAnsi="Times New Roman"/>
          <w:sz w:val="20"/>
        </w:rPr>
        <w:t>Uznaje się, że wszelkie koszty związane z wypełnieniem wymagań określonych powyżej nie podlegają odrębnej zapłacie i są uwzględnione w cenie kontraktowej.</w:t>
      </w:r>
    </w:p>
    <w:p w:rsidR="003D06BB"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3D06BB"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754BE8">
        <w:rPr>
          <w:b/>
          <w:spacing w:val="-3"/>
        </w:rPr>
        <w:t>1.6</w:t>
      </w:r>
      <w:r>
        <w:rPr>
          <w:b/>
          <w:spacing w:val="-3"/>
        </w:rPr>
        <w:t xml:space="preserve">. </w:t>
      </w:r>
      <w:r w:rsidRPr="00754BE8">
        <w:rPr>
          <w:b/>
          <w:spacing w:val="-3"/>
        </w:rPr>
        <w:t>Inwentaryzacja budynków</w:t>
      </w:r>
    </w:p>
    <w:p w:rsidR="003D06BB" w:rsidRPr="00754BE8"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Pr>
          <w:spacing w:val="-3"/>
        </w:rPr>
        <w:t>n</w:t>
      </w:r>
      <w:r w:rsidRPr="00754BE8">
        <w:rPr>
          <w:spacing w:val="-3"/>
        </w:rPr>
        <w:t>ie dotyczy.</w:t>
      </w:r>
    </w:p>
    <w:p w:rsidR="003D06BB"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b/>
          <w:spacing w:val="-3"/>
        </w:rPr>
        <w:t>2. MATERIAŁY</w:t>
      </w:r>
    </w:p>
    <w:p w:rsidR="003D06BB" w:rsidRPr="004E18D5"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sz w:val="16"/>
          <w:szCs w:val="16"/>
          <w:u w:val="single"/>
        </w:rPr>
      </w:pP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b/>
          <w:spacing w:val="-3"/>
        </w:rPr>
        <w:t>2.1. Źródła uzyskania materiałów</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Co najmniej na trzy tygodnie przed zaplanowanym wykorzystaniem jakichkolwiek wyrobów budowlanych przeznaczonych do Robót Wykonawca przedstawi szczegółowe informacje dotyczące proponowanego źródła wytwarzania, zamawiania wyrobów budowlanych lub wydobywania materi</w:t>
      </w:r>
      <w:r>
        <w:rPr>
          <w:spacing w:val="-3"/>
        </w:rPr>
        <w:t>ałów i odpowiednie świadectwa ba</w:t>
      </w:r>
      <w:r w:rsidRPr="00083FD6">
        <w:rPr>
          <w:spacing w:val="-3"/>
        </w:rPr>
        <w:t>dań laboratoryjnych oraz próbki do zatwierdzenia przez Inżyniera. Zatwierdzenie partii (części) wyrobów budowlanych z danego źródła nie oznacza automatycznie, że wszelkie wyroby budowlane z danego źródła uzyskają zatwierdzenie. Wykonawca zobowiązany jest do prowadzenia badań w celu udokumentowania, że wyroby budowlane uzyskane z dopuszczonego źródła w sposób ciągły spełniają wymagania  Specyfikacji Technicznych w czasie postępu Robót.</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b/>
          <w:spacing w:val="-3"/>
        </w:rPr>
        <w:t>2.1.1.</w:t>
      </w:r>
      <w:r w:rsidRPr="00083FD6">
        <w:rPr>
          <w:spacing w:val="-3"/>
        </w:rPr>
        <w:t xml:space="preserve"> Zgodnie z ustawą z dnia 16 kwietnia 2004 r. o wyrobach budowlanych (Dz. U. nr 92 poz. 881) wyrób budowlany nadaje się do stosowania przy wykonywaniu robót budowlanych, jeżeli jest:</w:t>
      </w:r>
    </w:p>
    <w:p w:rsidR="003D06BB" w:rsidRPr="00083FD6" w:rsidRDefault="003D06BB" w:rsidP="003D06BB">
      <w:pPr>
        <w:numPr>
          <w:ilvl w:val="0"/>
          <w:numId w:val="32"/>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t>oznakowany CE, co oznacza, że dokonano oceny jego zgodności z normą zharmonizowaną albo z europejską aprobatą techniczną bądź krajową specyfikacją techniczną państwa członkowskiego Unii Europejskiej lub Europejskiego Obszaru Gospodarczego oznaczoną przez Komisje Europejską za zgodną z wymaganiami podstawowymi, albo</w:t>
      </w:r>
    </w:p>
    <w:p w:rsidR="003D06BB" w:rsidRPr="00083FD6" w:rsidRDefault="003D06BB" w:rsidP="003D06BB">
      <w:pPr>
        <w:numPr>
          <w:ilvl w:val="0"/>
          <w:numId w:val="32"/>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t>umieszczony w określonym przez Komisję Europejską wykazie wyrobów mających niewielkie znaczenie dla zdrowia i bezpieczeństwa, dla których producent wydał deklarację zgodności z uznanymi regułami sztuki budowlanej, albo</w:t>
      </w:r>
    </w:p>
    <w:p w:rsidR="003D06BB" w:rsidRPr="00083FD6" w:rsidRDefault="003D06BB" w:rsidP="003D06BB">
      <w:pPr>
        <w:numPr>
          <w:ilvl w:val="0"/>
          <w:numId w:val="32"/>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t>oznakowany, znakiem budowlanym z zastrzeżeniem, że nie podlega on obowiązkowi oznakowania CE</w:t>
      </w:r>
    </w:p>
    <w:p w:rsidR="003D06BB" w:rsidRDefault="003D06BB" w:rsidP="003D06BB">
      <w:p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Dla jednostkowego zastosowania w obiekcie budowlanym dopuszcza się wyroby budowlane wykonane według indywidualnej dokumentacji technicznej, sporządzonej przez projektanta obiektu lub z nim uzgodnionej, dla których producent wydał oświadczenie, że zapewniono zgodność wyrobu budowlanego z tą dokumentacją oraz z przepisami.</w:t>
      </w:r>
    </w:p>
    <w:p w:rsidR="003D06BB" w:rsidRPr="00083FD6" w:rsidRDefault="003D06BB" w:rsidP="003D06BB">
      <w:p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3D06BB" w:rsidRPr="00083FD6" w:rsidRDefault="003D06BB" w:rsidP="003D06BB">
      <w:p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b/>
          <w:spacing w:val="-3"/>
        </w:rPr>
        <w:lastRenderedPageBreak/>
        <w:t>2.1.2.</w:t>
      </w:r>
      <w:r w:rsidRPr="00083FD6">
        <w:rPr>
          <w:spacing w:val="-3"/>
        </w:rPr>
        <w:t xml:space="preserve"> Zgodnie z rozporządzeniem Ministra Infrastruktury z 11 sierpnia 2004 (Dz. U. nr 195 poz. 2011) oznakowaniu CE powinny towarzyszyć między innymi następujące informacje:</w:t>
      </w:r>
    </w:p>
    <w:p w:rsidR="003D06BB" w:rsidRPr="00083FD6" w:rsidRDefault="003D06BB" w:rsidP="003D06BB">
      <w:pPr>
        <w:numPr>
          <w:ilvl w:val="0"/>
          <w:numId w:val="33"/>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t>określenie, siedzibę i adres producenta oraz adres zakładu produkującego wyrób budowlany,</w:t>
      </w:r>
    </w:p>
    <w:p w:rsidR="003D06BB" w:rsidRPr="00083FD6" w:rsidRDefault="003D06BB" w:rsidP="003D06BB">
      <w:pPr>
        <w:numPr>
          <w:ilvl w:val="0"/>
          <w:numId w:val="33"/>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t>ostatnie dwie cyfry roku, w którym umieszczono oznakowanie CE na wyrobie budowlanym,</w:t>
      </w:r>
    </w:p>
    <w:p w:rsidR="003D06BB" w:rsidRDefault="003D06BB" w:rsidP="003D06BB">
      <w:pPr>
        <w:numPr>
          <w:ilvl w:val="0"/>
          <w:numId w:val="33"/>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t>dane umożliwiające identyfikację cech i deklarowanych właściwości użytkowych wyrobu budowlanego, jeżeli wynika to z zharmonizowanej specyfikacji technicznej wyrobu.</w:t>
      </w:r>
    </w:p>
    <w:p w:rsidR="003D06BB" w:rsidRPr="00083FD6" w:rsidRDefault="003D06BB" w:rsidP="003D06BB">
      <w:p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0"/>
        <w:rPr>
          <w:spacing w:val="-3"/>
        </w:rPr>
      </w:pPr>
    </w:p>
    <w:p w:rsidR="003D06BB" w:rsidRPr="00083FD6" w:rsidRDefault="003D06BB" w:rsidP="003D06BB">
      <w:p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b/>
          <w:spacing w:val="-3"/>
        </w:rPr>
        <w:t xml:space="preserve">2.1.3. </w:t>
      </w:r>
      <w:r w:rsidRPr="00083FD6">
        <w:rPr>
          <w:spacing w:val="-3"/>
        </w:rPr>
        <w:t>Zgodnie z rozporządzeniem Ministra Infrastruktury z 11 sierpnia 2004r. (Dz. U. nr 198 poz. 2041) dla wyrobu budowlanego oznakowanego znakiem budowlanym producent jest obowiązany dołączyć informację zawierającą:</w:t>
      </w:r>
    </w:p>
    <w:p w:rsidR="003D06BB" w:rsidRPr="00083FD6" w:rsidRDefault="003D06BB" w:rsidP="003D06BB">
      <w:pPr>
        <w:numPr>
          <w:ilvl w:val="0"/>
          <w:numId w:val="34"/>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t>określenie, siedzibę i adres producenta oraz adres zakładu produkującego wyrób budowlany,</w:t>
      </w:r>
    </w:p>
    <w:p w:rsidR="003D06BB" w:rsidRPr="00083FD6" w:rsidRDefault="003D06BB" w:rsidP="003D06BB">
      <w:pPr>
        <w:numPr>
          <w:ilvl w:val="0"/>
          <w:numId w:val="34"/>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t>identyfikację wyrobu budowlanego zawierającą nazwę, nazwę handlową, typ, odmianę, gatunek i klasę według specyfikacji technicznej,</w:t>
      </w:r>
    </w:p>
    <w:p w:rsidR="003D06BB" w:rsidRPr="00083FD6" w:rsidRDefault="003D06BB" w:rsidP="003D06BB">
      <w:pPr>
        <w:numPr>
          <w:ilvl w:val="0"/>
          <w:numId w:val="34"/>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t>numer i rok publikacji Polskiej Normy wyrobu lub aprobaty technicznej z którą potwierdzono zgodność wyrobu budowlanego,</w:t>
      </w:r>
    </w:p>
    <w:p w:rsidR="003D06BB" w:rsidRPr="00083FD6" w:rsidRDefault="003D06BB" w:rsidP="003D06BB">
      <w:pPr>
        <w:numPr>
          <w:ilvl w:val="0"/>
          <w:numId w:val="34"/>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t>numer i datę wystawienia krajowej deklaracji zgodności,</w:t>
      </w:r>
    </w:p>
    <w:p w:rsidR="003D06BB" w:rsidRPr="00083FD6" w:rsidRDefault="003D06BB" w:rsidP="003D06BB">
      <w:pPr>
        <w:numPr>
          <w:ilvl w:val="0"/>
          <w:numId w:val="34"/>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t>inne dane jeżeli wynika to ze specyfikacji technicznej,</w:t>
      </w:r>
    </w:p>
    <w:p w:rsidR="003D06BB" w:rsidRPr="00083FD6" w:rsidRDefault="003D06BB" w:rsidP="003D06BB">
      <w:pPr>
        <w:numPr>
          <w:ilvl w:val="0"/>
          <w:numId w:val="34"/>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t>nazwę jednostki certyfikującej, jeżeli taka jednostka brała udział w zastosowanym systemie oceny zgodności wyrobu budowlanego.</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360"/>
        <w:rPr>
          <w:spacing w:val="-3"/>
        </w:rPr>
      </w:pPr>
      <w:r w:rsidRPr="00083FD6">
        <w:rPr>
          <w:spacing w:val="-3"/>
        </w:rPr>
        <w:t>Jakiekolwiek wyroby budowlane, które nie spełniają wymagań zapisanych w pkt. 2.1. będą odrzucone.</w:t>
      </w:r>
    </w:p>
    <w:p w:rsidR="003D06BB"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083FD6">
        <w:rPr>
          <w:b/>
          <w:spacing w:val="-3"/>
        </w:rPr>
        <w:t xml:space="preserve">2.1.4. </w:t>
      </w:r>
      <w:r w:rsidRPr="00083FD6">
        <w:rPr>
          <w:spacing w:val="-3"/>
        </w:rPr>
        <w:t>Wartość u</w:t>
      </w:r>
      <w:r>
        <w:rPr>
          <w:spacing w:val="-3"/>
        </w:rPr>
        <w:t>ży</w:t>
      </w:r>
      <w:r w:rsidRPr="00083FD6">
        <w:rPr>
          <w:spacing w:val="-3"/>
        </w:rPr>
        <w:t>tych Materiałów stanowią koszty materiału wraz z kosztami zakupu i magazynowa</w:t>
      </w:r>
      <w:r>
        <w:rPr>
          <w:spacing w:val="-3"/>
        </w:rPr>
        <w:t>nia, ewentualnie ubytkó</w:t>
      </w:r>
      <w:r w:rsidRPr="00083FD6">
        <w:rPr>
          <w:spacing w:val="-3"/>
        </w:rPr>
        <w:t>w i transportu na teren Budowy.</w:t>
      </w:r>
    </w:p>
    <w:p w:rsidR="003D06BB"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083FD6">
        <w:rPr>
          <w:b/>
          <w:spacing w:val="-3"/>
        </w:rPr>
        <w:t>2.2. Pozyskiwanie materiałów miejscowych</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Wykonawca odpowiada za uzyskanie pozwoleń od właścicieli i odnośnych władz na pozyskanie materiałów z jakichkolwiek źródeł miejscowych włączając w to źródła wskazane przez Zamawiającego i jest zobowiązany dostarczyć Inżynierowi wymagane dokumenty przed rozpoczęciem eksploatacji źródła.</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Wykonawca przedstawi dokumentację zawierającą raporty z badań terenowych i laboratoryjnych oraz proponowaną przez siebie metodę wydobycia i selekcji do zatwierdzenia Inżynierowi.</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Wykonawca ponosi odpowiedzialność za spełnienie wymagań ilościowych i jakościowych materiałów z jakiegokolwiek źródła.</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Wykonawca poniesie wszystkie koszty a w tym: opłaty, wynagrodzenia i jakiekolwiek inne koszty związane z dostarczeniem materiałów i wyrobów budowlanych do Robót.</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Humus i nadkład czasowo zdjęte z terenu ukopów i miejsc pozyskania piasku i żwiru będą formowane w hałdy i wykorzystane przy zasypce i rekultywacji terenu po ukończeniu Robót po uprzednim uzgodnieniu z odpowiednim urzędem publicznym.</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Wszystkie odpowiednie materiały pozyskane z wykopów na Terenie Budowy lub z innych miejsc wskazanych w Kontrakcie będą wykorzystane do Robót lub odwiezione na odkład odpowiednio do wymagań Kontraktu lub wskazań Inżyniera.</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Z wyjątkiem uzyskania na to pisemnej zgody Inżyniera, Wykonawca nie będzie prowadzi</w:t>
      </w:r>
      <w:r w:rsidRPr="00083FD6">
        <w:rPr>
          <w:b/>
          <w:spacing w:val="-3"/>
        </w:rPr>
        <w:t>ć</w:t>
      </w:r>
      <w:r w:rsidRPr="00083FD6">
        <w:rPr>
          <w:spacing w:val="-3"/>
        </w:rPr>
        <w:t xml:space="preserve"> żadnych wykopów w obrębie Terenu Budowy poza tymi, które zostały wyszczególnione w Kontrakcie.</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Eksploatacja źródeł materiałów będzie zgodna z wszelkimi regulacjami prawnymi obowiązującymi na danym obszarze.</w:t>
      </w:r>
    </w:p>
    <w:p w:rsidR="003D06BB"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0C0B94" w:rsidRDefault="000C0B94"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0C0B94" w:rsidRPr="00083FD6" w:rsidRDefault="000C0B94"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083FD6">
        <w:rPr>
          <w:b/>
        </w:rPr>
        <w:t>2.3</w:t>
      </w:r>
      <w:r w:rsidRPr="00083FD6">
        <w:rPr>
          <w:i/>
        </w:rPr>
        <w:t>.</w:t>
      </w:r>
      <w:r w:rsidRPr="00083FD6">
        <w:rPr>
          <w:b/>
          <w:spacing w:val="-3"/>
        </w:rPr>
        <w:t>Inspekcja wytwórni wyrobów budowlanych</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Wytwórnie wyrobów budowlanych mogą być okresowo kontrolowane przez Inżyniera w celu sprawdzenia zgodności stosowanych metod produkcyjnych z wymaganiami. Próbki wyrobów budowlanych mogą być pobierane w celu sprawdzenia ich właściwości. Wynik tych kontroli będzie podstawą akceptacji określonej partii wyrobów budowlanych pod względem</w:t>
      </w:r>
      <w:r>
        <w:rPr>
          <w:spacing w:val="-3"/>
        </w:rPr>
        <w:t xml:space="preserve"> </w:t>
      </w:r>
      <w:r w:rsidRPr="00083FD6">
        <w:rPr>
          <w:spacing w:val="-3"/>
        </w:rPr>
        <w:t>jakości.</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W przypadku, gdy Inżynier będzie przeprowadzał inspekcję wytwórni będą zachowane następujące warunki:</w:t>
      </w:r>
    </w:p>
    <w:p w:rsidR="003D06BB" w:rsidRPr="004E18D5"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16"/>
          <w:szCs w:val="16"/>
        </w:rPr>
      </w:pPr>
    </w:p>
    <w:p w:rsidR="003D06BB" w:rsidRPr="00083FD6" w:rsidRDefault="003D06BB" w:rsidP="003D06BB">
      <w:pPr>
        <w:tabs>
          <w:tab w:val="left" w:pos="-1725"/>
          <w:tab w:val="left" w:pos="-1005"/>
          <w:tab w:val="left" w:pos="-285"/>
          <w:tab w:val="left" w:pos="3"/>
          <w:tab w:val="left" w:pos="147"/>
          <w:tab w:val="left" w:pos="426"/>
          <w:tab w:val="left" w:pos="867"/>
          <w:tab w:val="left" w:pos="1011"/>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32" w:hanging="432"/>
        <w:rPr>
          <w:spacing w:val="-3"/>
        </w:rPr>
      </w:pPr>
      <w:r w:rsidRPr="00083FD6">
        <w:rPr>
          <w:spacing w:val="-3"/>
        </w:rPr>
        <w:t>a)</w:t>
      </w:r>
      <w:r w:rsidRPr="00083FD6">
        <w:rPr>
          <w:spacing w:val="-3"/>
        </w:rPr>
        <w:tab/>
        <w:t>Inżynier będzie miał zapewnioną współpracę i pomoc Wykonawcy oraz producenta wyrobów budowlanych w czasie przeprowadzania inspekcji,</w:t>
      </w:r>
    </w:p>
    <w:p w:rsidR="003D06BB" w:rsidRPr="00083FD6" w:rsidRDefault="003D06BB" w:rsidP="003D06BB">
      <w:pPr>
        <w:tabs>
          <w:tab w:val="left" w:pos="-1725"/>
          <w:tab w:val="left" w:pos="-1005"/>
          <w:tab w:val="left" w:pos="-285"/>
          <w:tab w:val="left" w:pos="3"/>
          <w:tab w:val="left" w:pos="147"/>
          <w:tab w:val="left" w:pos="426"/>
          <w:tab w:val="left" w:pos="867"/>
          <w:tab w:val="left" w:pos="1011"/>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32" w:hanging="432"/>
        <w:rPr>
          <w:spacing w:val="-3"/>
        </w:rPr>
      </w:pPr>
      <w:r w:rsidRPr="00083FD6">
        <w:rPr>
          <w:spacing w:val="-3"/>
        </w:rPr>
        <w:t>b)</w:t>
      </w:r>
      <w:r w:rsidRPr="00083FD6">
        <w:rPr>
          <w:spacing w:val="-3"/>
        </w:rPr>
        <w:tab/>
        <w:t>Inżynier będzie miał wolny dostęp, w dowolnym czasie, do tych części wytwórni, gdzie odbywa się produkcja wyrobów budowlanych przeznaczonych do realizacji Kontraktu.</w:t>
      </w:r>
    </w:p>
    <w:p w:rsidR="003D06BB" w:rsidRPr="00083FD6" w:rsidRDefault="003D06BB" w:rsidP="003D06BB">
      <w:pPr>
        <w:tabs>
          <w:tab w:val="left" w:pos="-1725"/>
          <w:tab w:val="left" w:pos="-1005"/>
          <w:tab w:val="left" w:pos="-285"/>
          <w:tab w:val="left" w:pos="3"/>
          <w:tab w:val="left" w:pos="291"/>
          <w:tab w:val="left" w:pos="426"/>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0" w:hanging="420"/>
        <w:rPr>
          <w:spacing w:val="-3"/>
        </w:rPr>
      </w:pPr>
      <w:r w:rsidRPr="00083FD6">
        <w:t>c)</w:t>
      </w:r>
      <w:r w:rsidRPr="00083FD6">
        <w:tab/>
      </w:r>
      <w:r w:rsidRPr="00083FD6">
        <w:tab/>
        <w:t>Jeżeli produkcja odbywa się w miejscu nie należącym do Wykonawcy, Wykonawca uzyska dla Inżyniera zezwolenie dla przeprowadzenia inspekcji i badań w tych miejscach</w:t>
      </w:r>
    </w:p>
    <w:p w:rsidR="003D06BB" w:rsidRPr="00083FD6" w:rsidRDefault="003D06BB" w:rsidP="003D06BB">
      <w:pPr>
        <w:pStyle w:val="Nagwek2"/>
        <w:rPr>
          <w:i/>
        </w:rPr>
      </w:pPr>
      <w:r w:rsidRPr="00083FD6">
        <w:lastRenderedPageBreak/>
        <w:t>2.4. Wyroby budowlane nie odpowiadające wymaganiom</w:t>
      </w:r>
    </w:p>
    <w:p w:rsidR="003D06BB" w:rsidRPr="00083FD6" w:rsidRDefault="003D06BB" w:rsidP="003D06BB">
      <w:r w:rsidRPr="00083FD6">
        <w:t xml:space="preserve">Wyroby budowlane (materiały) nie odpowiadające wymaganiom zostaną przez Wykonawcę wywiezione z terenu budowy i złożone w miejscu uzyskanym staraniem Wykonawcy. Jeśli Inżynier zezwoli Wykonawcy na użycie tych wyrobów budowlanych do innych robót, niż te dla których zostały zakupione, to koszt tych wyrobów budowlanych zostanie odpowiednio przewartościowany (skorygowany) przez Inżyniera. W każdym takim przypadku należy spełnić wymagania </w:t>
      </w:r>
      <w:r w:rsidRPr="00083FD6">
        <w:rPr>
          <w:spacing w:val="-3"/>
        </w:rPr>
        <w:t>ustawy z dnia 27.04.2001 r. o odpadach (tekst jednolity DZ.U. nr 39 poz.251 z 2007 r.)</w:t>
      </w:r>
      <w:r w:rsidRPr="00083FD6">
        <w:t>.</w:t>
      </w:r>
    </w:p>
    <w:p w:rsidR="003D06BB" w:rsidRPr="004E18D5" w:rsidRDefault="003D06BB" w:rsidP="003D06BB">
      <w:pPr>
        <w:rPr>
          <w:sz w:val="8"/>
          <w:szCs w:val="8"/>
        </w:rPr>
      </w:pPr>
    </w:p>
    <w:p w:rsidR="003D06BB" w:rsidRPr="00083FD6" w:rsidRDefault="003D06BB" w:rsidP="003D06BB">
      <w:r w:rsidRPr="00083FD6">
        <w:t>Każdy rodzaj robót, w którym znajdują się nie zbadane i nie zaakceptowane wyroby budowlane, Wykonawca wykonuje na własne ryzyko, licząc się z jego nieprzyjęciem, usunięciem i niezapłaceniem</w:t>
      </w:r>
    </w:p>
    <w:p w:rsidR="003D06BB" w:rsidRPr="00083FD6" w:rsidRDefault="003D06BB" w:rsidP="003D06BB"/>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083FD6">
        <w:rPr>
          <w:b/>
          <w:spacing w:val="-3"/>
        </w:rPr>
        <w:t>2.5. Przechowywanie i składowanie wyrobów budowlanych i materiałów</w:t>
      </w:r>
    </w:p>
    <w:p w:rsidR="003D06BB" w:rsidRPr="00083FD6" w:rsidRDefault="003D06BB" w:rsidP="003D06BB">
      <w:pPr>
        <w:pStyle w:val="Tekstpodstawowy"/>
        <w:tabs>
          <w:tab w:val="left" w:pos="3"/>
          <w:tab w:val="left" w:pos="147"/>
          <w:tab w:val="left" w:pos="291"/>
          <w:tab w:val="left" w:pos="867"/>
          <w:tab w:val="left" w:pos="1011"/>
        </w:tabs>
        <w:jc w:val="both"/>
        <w:rPr>
          <w:rFonts w:ascii="Times New Roman" w:hAnsi="Times New Roman"/>
          <w:sz w:val="20"/>
        </w:rPr>
      </w:pPr>
      <w:r w:rsidRPr="00083FD6">
        <w:rPr>
          <w:rFonts w:ascii="Times New Roman" w:hAnsi="Times New Roman"/>
          <w:sz w:val="20"/>
        </w:rPr>
        <w:tab/>
        <w:t>Wykonawca, zapewni, aby tymczasowo składowane wyroby budowlane (materiały), do czasu gdy będą one potrzebne do robót, były zabezpieczone przed zanieczyszczeniem, zachowały swoją jakość i właściwość do robót i były dostępne do kontroli przez Inżyniera.</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ab/>
        <w:t>Miejsca czasowego składowania będą zlokalizowane w obrębie Terenu Budowy w miejscach uzgodnionych z Inżynierem lub poza terenem budowy w miejscach zorganizowanych przez Wykonawcę i zaakceptowanych przez Inżyniera.</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ab/>
        <w:t>Wyroby budowlane (materiały) uzyskane z rozbiórki stanowią własność Wykonawcy z wyjątkiem niżej zapisanych bez uszkodzeń: kostka betonowa, krawężniki kamienne, słupki do znaków drogowych, tarcze znaków, słupki prowadzące, destrukt z frezowania.</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ab/>
        <w:t>Wyżej zapisane wyroby budowlane bez uszkodzeń stanowią własność Zamawiającego i winny być Jemu dostarczone z protokołem w obecności Inżyniera.</w:t>
      </w:r>
    </w:p>
    <w:p w:rsidR="003D06BB" w:rsidRPr="00083FD6" w:rsidRDefault="003D06BB" w:rsidP="003D06BB"/>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b/>
          <w:spacing w:val="-3"/>
        </w:rPr>
        <w:t>3. SPRZĘT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Wykonawca jest zobowiązany do używania jedynie takiego sprzętu, który nie spowoduje niekorzystnego wpływu na jakość wykonywa</w:t>
      </w:r>
      <w:r w:rsidRPr="00083FD6">
        <w:rPr>
          <w:spacing w:val="-3"/>
        </w:rPr>
        <w:softHyphen/>
        <w:t xml:space="preserve">nych Robót. Sprzęt używany do Robót powinien być zgodny z ofertą Wykonawcy i powinien odpowiadać pod względem typów i ilości wskazaniom zawartym w ST, PZJ lub projekcie organizacji Robót, zaakceptowanym przez </w:t>
      </w:r>
      <w:r w:rsidRPr="00083FD6">
        <w:t>Inżyniera</w:t>
      </w:r>
      <w:r w:rsidRPr="00083FD6">
        <w:rPr>
          <w:spacing w:val="-3"/>
        </w:rPr>
        <w:t xml:space="preserve">; w przypadku </w:t>
      </w:r>
      <w:r>
        <w:rPr>
          <w:spacing w:val="-3"/>
        </w:rPr>
        <w:t xml:space="preserve"> </w:t>
      </w:r>
      <w:r w:rsidRPr="00083FD6">
        <w:rPr>
          <w:spacing w:val="-3"/>
        </w:rPr>
        <w:t xml:space="preserve">braku ustaleń w takich dokumentach sprzęt powinien być uzgodniony i zaakceptowany przez </w:t>
      </w:r>
      <w:r w:rsidRPr="00083FD6">
        <w:t>Inżyniera</w:t>
      </w:r>
      <w:r w:rsidRPr="00083FD6">
        <w:rPr>
          <w:spacing w:val="-3"/>
        </w:rPr>
        <w: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Liczba i wydajność sprzętu będzie gwarantować przeprowadzenie Robót, zgodnie z zasadami określonymi w Dokumentacji Projektowej, ST i wskazaniach </w:t>
      </w:r>
      <w:r w:rsidRPr="00083FD6">
        <w:t>Inżyniera</w:t>
      </w:r>
      <w:r w:rsidRPr="00083FD6">
        <w:rPr>
          <w:spacing w:val="-3"/>
        </w:rPr>
        <w:t xml:space="preserve"> w terminie przewidzianym Umową. Sprzęt będący własnością Wykonawcy lub wynajęty do wykonania Robót ma być utrzymywany w dobrym stanie i gotowości do pracy. Będzie on zgodny z normami ochrony środowiska i przepisami dotyczącymi jego użytkowania.</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Wykonawca dostarczy </w:t>
      </w:r>
      <w:r w:rsidRPr="00083FD6">
        <w:t>Inżynierowi</w:t>
      </w:r>
      <w:r w:rsidRPr="00083FD6">
        <w:rPr>
          <w:spacing w:val="-3"/>
        </w:rPr>
        <w:t xml:space="preserve"> kopie dokumentów potwierdzających dopuszczenie sprzętu do użytkowania i badań okresowych tam gdzie jest to wymagane przepisami. Jeżeli Dokumentacja Projektowa lub ST przewidują możliwość wariantowego użycia sprzętu przy wykonywanych Robotach, Wykonawca powiadomi </w:t>
      </w:r>
      <w:r w:rsidRPr="00083FD6">
        <w:t>Inżyniera</w:t>
      </w:r>
      <w:r w:rsidRPr="00083FD6">
        <w:rPr>
          <w:spacing w:val="-3"/>
        </w:rPr>
        <w:t xml:space="preserve"> o swoim zamiarze wyboru i uzyska jego akceptację przed użyciem sprzętu. Wybrany sprzęt, po akceptacji </w:t>
      </w:r>
      <w:r w:rsidRPr="00083FD6">
        <w:t>Inżyniera</w:t>
      </w:r>
      <w:r w:rsidRPr="00083FD6">
        <w:rPr>
          <w:spacing w:val="-3"/>
        </w:rPr>
        <w:t xml:space="preserve">, nie może być później zmieniany bez jego zgody. Jakikolwiek sprzęt, maszyny, urządzenia i narzędzia nie gwarantujące zachowania warunków Umowy, zostaną przez </w:t>
      </w:r>
      <w:r w:rsidRPr="00083FD6">
        <w:t>Inżyniera</w:t>
      </w:r>
      <w:r w:rsidRPr="00083FD6">
        <w:rPr>
          <w:spacing w:val="-3"/>
        </w:rPr>
        <w:t xml:space="preserve"> zdyskwalifikowane i nie dopuszczone do Robót.</w:t>
      </w:r>
    </w:p>
    <w:p w:rsidR="003D06BB" w:rsidRPr="00083FD6" w:rsidRDefault="003D06BB" w:rsidP="003D06BB">
      <w:r w:rsidRPr="00083FD6">
        <w:t>Uznaje się, że wszelkie koszty związane z wypełnieniem wymagań określonych powyżej nie podlegają odrębnej zapłacie i są uwzględnione w cenie kontraktowej.</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p>
    <w:p w:rsidR="006D4EBC" w:rsidRDefault="006D4EBC"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b/>
          <w:spacing w:val="-3"/>
        </w:rPr>
        <w:t>4. TRANSPORT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Wykonawca stosować się będzie do ustawowych ograniczeń obciążenia na oś przy transporcie materiałów (sprzętu) na i z terenu Robót. Uzyska on wszelkie niezbędne zezwolenia od władz co do przewozu nietypowych ładunków i w sposób ciągły będzie o każdym </w:t>
      </w:r>
      <w:r>
        <w:rPr>
          <w:spacing w:val="-3"/>
        </w:rPr>
        <w:t xml:space="preserve"> </w:t>
      </w:r>
      <w:r w:rsidRPr="00083FD6">
        <w:rPr>
          <w:spacing w:val="-3"/>
        </w:rPr>
        <w:t xml:space="preserve">takim przewozie powiadamiał </w:t>
      </w:r>
      <w:r w:rsidRPr="00083FD6">
        <w:t>Inżyniera</w:t>
      </w:r>
      <w:r w:rsidRPr="00083FD6">
        <w:rPr>
          <w:spacing w:val="-3"/>
        </w:rPr>
        <w: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6"/>
        </w:rPr>
      </w:pPr>
      <w:r w:rsidRPr="00083FD6">
        <w:rPr>
          <w:spacing w:val="-6"/>
        </w:rPr>
        <w:tab/>
        <w:t>Wykonawca jest zobowiązany do stosowania jedynie takich środków transportu, które nie wpłyną niekorzystnie na jakość wykonywa</w:t>
      </w:r>
      <w:r w:rsidRPr="00083FD6">
        <w:rPr>
          <w:spacing w:val="-6"/>
        </w:rPr>
        <w:softHyphen/>
        <w:t>nych Robót i właściwości przewożonych materiałów.</w:t>
      </w:r>
    </w:p>
    <w:p w:rsidR="003D06BB" w:rsidRPr="00083FD6" w:rsidRDefault="003D06BB" w:rsidP="003D06BB">
      <w:pPr>
        <w:pStyle w:val="Tekstpodstawowy"/>
        <w:tabs>
          <w:tab w:val="left" w:pos="3"/>
          <w:tab w:val="left" w:pos="147"/>
          <w:tab w:val="left" w:pos="291"/>
          <w:tab w:val="left" w:pos="867"/>
          <w:tab w:val="left" w:pos="1011"/>
        </w:tabs>
        <w:ind w:firstLine="992"/>
        <w:jc w:val="both"/>
        <w:rPr>
          <w:rFonts w:ascii="Times New Roman" w:hAnsi="Times New Roman"/>
          <w:sz w:val="20"/>
        </w:rPr>
      </w:pPr>
    </w:p>
    <w:p w:rsidR="003D06BB" w:rsidRPr="00083FD6" w:rsidRDefault="003D06BB" w:rsidP="003D06BB">
      <w:pPr>
        <w:pStyle w:val="Tekstpodstawowy"/>
        <w:tabs>
          <w:tab w:val="left" w:pos="3"/>
          <w:tab w:val="left" w:pos="147"/>
          <w:tab w:val="left" w:pos="291"/>
          <w:tab w:val="left" w:pos="867"/>
          <w:tab w:val="left" w:pos="1011"/>
        </w:tabs>
        <w:jc w:val="both"/>
        <w:rPr>
          <w:rFonts w:ascii="Times New Roman" w:hAnsi="Times New Roman"/>
          <w:sz w:val="20"/>
        </w:rPr>
      </w:pPr>
      <w:r w:rsidRPr="00083FD6">
        <w:rPr>
          <w:rFonts w:ascii="Times New Roman" w:hAnsi="Times New Roman"/>
          <w:sz w:val="20"/>
        </w:rPr>
        <w:t>Liczba środków transportu będzie zapewniać prowadzenie Robót zgodnie z zasadami określonymi w Dokumentacji Projektowej, ST i wskazaniach Inżyniera, w terminie przewidzianym Umową.</w:t>
      </w:r>
    </w:p>
    <w:p w:rsidR="003D06BB" w:rsidRPr="00083FD6" w:rsidRDefault="003D06BB" w:rsidP="003D06BB">
      <w:pPr>
        <w:pStyle w:val="Tekstpodstawowy"/>
        <w:tabs>
          <w:tab w:val="left" w:pos="3"/>
          <w:tab w:val="left" w:pos="147"/>
          <w:tab w:val="left" w:pos="291"/>
          <w:tab w:val="left" w:pos="867"/>
          <w:tab w:val="left" w:pos="1011"/>
        </w:tabs>
        <w:jc w:val="both"/>
        <w:rPr>
          <w:rFonts w:ascii="Times New Roman" w:hAnsi="Times New Roman"/>
          <w:sz w:val="20"/>
        </w:rPr>
      </w:pPr>
      <w:r w:rsidRPr="00083FD6">
        <w:rPr>
          <w:rFonts w:ascii="Times New Roman" w:hAnsi="Times New Roman"/>
          <w:sz w:val="20"/>
        </w:rPr>
        <w:t>Wykonawca będzie usuwać na bieżąco, na własny koszt, wszelkie zanieczyszczenia spowodowane jego pojazdami na drogach publicznych oraz dojazdach do Terenu Budowy.</w:t>
      </w:r>
    </w:p>
    <w:p w:rsidR="003D06BB" w:rsidRPr="00083FD6" w:rsidRDefault="003D06BB" w:rsidP="003D06BB">
      <w:pPr>
        <w:pStyle w:val="Tekstpodstawowy"/>
        <w:tabs>
          <w:tab w:val="left" w:pos="3"/>
          <w:tab w:val="left" w:pos="147"/>
          <w:tab w:val="left" w:pos="291"/>
          <w:tab w:val="left" w:pos="867"/>
          <w:tab w:val="left" w:pos="1011"/>
        </w:tabs>
        <w:jc w:val="both"/>
        <w:rPr>
          <w:rFonts w:ascii="Times New Roman" w:hAnsi="Times New Roman"/>
          <w:sz w:val="20"/>
        </w:rPr>
      </w:pPr>
      <w:r w:rsidRPr="00083FD6">
        <w:rPr>
          <w:rFonts w:ascii="Times New Roman" w:hAnsi="Times New Roman"/>
          <w:sz w:val="20"/>
        </w:rPr>
        <w:t>Jeżeli w Specyfikacji Technicznej dla danej Roboty nie postanowiono inaczej, uważa się że, dla materiałów, odpadów i sprzętu: transport, odwiezienie, dostarczenie, zapewnienie, wywiezienie, wywóz itp. obejmuje również załadunek, przeładunek i wyładunek na środki transportu.</w:t>
      </w:r>
    </w:p>
    <w:p w:rsidR="003D06BB" w:rsidRPr="00083FD6" w:rsidRDefault="003D06BB" w:rsidP="003D06BB">
      <w:pPr>
        <w:rPr>
          <w:spacing w:val="-3"/>
        </w:rPr>
      </w:pPr>
      <w:r w:rsidRPr="00083FD6">
        <w:rPr>
          <w:spacing w:val="-3"/>
        </w:rPr>
        <w:lastRenderedPageBreak/>
        <w:t>Uznaje się, że wszelkie koszty związane z wypełnieniem wymagań określonych powyżej nie podlegają odrębnej zapłacie i są uwzględnione w cenie kontraktowej.</w:t>
      </w:r>
    </w:p>
    <w:p w:rsidR="003D06BB" w:rsidRPr="00083FD6" w:rsidRDefault="003D06BB" w:rsidP="003D06BB">
      <w:pPr>
        <w:pStyle w:val="Tekstpodstawowy"/>
        <w:tabs>
          <w:tab w:val="left" w:pos="3"/>
          <w:tab w:val="left" w:pos="147"/>
          <w:tab w:val="left" w:pos="291"/>
          <w:tab w:val="left" w:pos="867"/>
          <w:tab w:val="left" w:pos="1011"/>
        </w:tabs>
        <w:jc w:val="both"/>
        <w:rPr>
          <w:rFonts w:ascii="Times New Roman" w:hAnsi="Times New Roman"/>
          <w:sz w:val="20"/>
        </w:rPr>
      </w:pP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b/>
          <w:spacing w:val="-3"/>
        </w:rPr>
        <w:t>5. WYKONANIE ROBÓT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t>Jeżeli technologia i czas realizacji kontraktu tego wymaga roboty należy wykonywać w trybie 3 zmianowym (3x8 godz.) lub 2 zmianowym (2x8godzin).</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Wykonawca jest odpowiedzialny za prowadzenie Robót zgodnie z Umową, oraz za jakość zastosowanych materiałów i wykonywanych Robót, za ich zgodność z Dokumentacją Projektową, wymaganiami ST, PZJ, projektu organizacji Robót oraz poleceniami </w:t>
      </w:r>
      <w:r w:rsidRPr="00083FD6">
        <w:t>Inżyniera</w:t>
      </w:r>
      <w:r w:rsidRPr="00083FD6">
        <w:rPr>
          <w:spacing w:val="-3"/>
        </w:rPr>
        <w: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Wykonawca ponosi odpowiedzialność za dokładne wytyczenie w planie i wyznaczenie wysokości wszystkich elementów Robót zgodnie z wymiarami i rzędnymi określonymi w Dokumentacji Projektowej lub przekazanymi na piśmie przez </w:t>
      </w:r>
      <w:r w:rsidRPr="00083FD6">
        <w:t>Inżyniera</w:t>
      </w:r>
      <w:r w:rsidRPr="00083FD6">
        <w:rPr>
          <w:spacing w:val="-3"/>
        </w:rPr>
        <w: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t>Wykonawca założy, w razie konieczności, osnowę realizacyjną, w oparciu o którą będzie prowadził roboty. Koszt wykonania osnowy realizacyjnej zostanie uwzględniony w cenach jednostkowych poszczególnych robót i nie podlega dodatkowej zapłacie.</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6"/>
        </w:rPr>
      </w:pPr>
      <w:r w:rsidRPr="00083FD6">
        <w:rPr>
          <w:spacing w:val="-6"/>
        </w:rPr>
        <w:t>Następstwa jakiegokolwiek błędu spowodowanego przez Wykonawcę w wytyczeniu i wyznaczaniu Robót zostaną, jeśli wymagać tego będzie</w:t>
      </w:r>
      <w:r w:rsidRPr="00083FD6">
        <w:t xml:space="preserve"> Inżynier</w:t>
      </w:r>
      <w:r w:rsidRPr="00083FD6">
        <w:rPr>
          <w:spacing w:val="-6"/>
        </w:rPr>
        <w:t>, poprawione przez Wykonawcę na własny koszt.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Sprawdzenie wytyczenia Robót lub wyznaczenia wysokości przez </w:t>
      </w:r>
      <w:r w:rsidRPr="00083FD6">
        <w:t>Inżyniera</w:t>
      </w:r>
      <w:r w:rsidRPr="00083FD6">
        <w:rPr>
          <w:spacing w:val="-3"/>
        </w:rPr>
        <w:t xml:space="preserve"> nie zwalnia Wykonawcy od odpowiedzialności za ich dokładność.</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Decyzje </w:t>
      </w:r>
      <w:r w:rsidRPr="00083FD6">
        <w:t>Inżyniera</w:t>
      </w:r>
      <w:r w:rsidRPr="00083FD6">
        <w:rPr>
          <w:spacing w:val="-3"/>
        </w:rPr>
        <w:t xml:space="preserve"> dotyczące akceptacji lub odrzucenia materiałów i elementów Robót będą oparte na wymaganiach sformułowanych w Umowie, Dokumentacji Projektowej i w ST, a także w normach i wytycznych. Przy podejmowaniu decyzji </w:t>
      </w:r>
      <w:r w:rsidRPr="00083FD6">
        <w:t>Inżyniera</w:t>
      </w:r>
      <w:r w:rsidRPr="00083FD6">
        <w:rPr>
          <w:spacing w:val="-3"/>
        </w:rPr>
        <w:t xml:space="preserve"> uwzględni wyniki badań materiałów i Robót, rozrzuty normalnie występujące przy produkcji i przy badaniach materiałów, doświadczenia z przeszłości, wyniki badań naukowych oraz inne czynniki wpływające na rozważaną kwestię.</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Polecenia </w:t>
      </w:r>
      <w:r w:rsidRPr="00083FD6">
        <w:t>Inżyniera</w:t>
      </w:r>
      <w:r w:rsidRPr="00083FD6">
        <w:rPr>
          <w:spacing w:val="-3"/>
        </w:rPr>
        <w:t xml:space="preserve"> będą wykonywane nie później niż w czasie przez niego wyznaczonym, po ich otrzymaniu przez Wykonawcę, pod groźbą zatrzymania Robót. Skutki finansowe z tego tytułu ponosi Wykonawca.</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Jeżeli w Specyfikacji Technicznej dla danej Roboty nie postanowiono inaczej, uważa się że utylizacja oznacza unieszkodliwienie w znaczeniu ustawy „O odpadach” z dnia 27.04.2001.</w:t>
      </w:r>
    </w:p>
    <w:p w:rsidR="003D06BB" w:rsidRPr="00083FD6" w:rsidRDefault="003D06BB" w:rsidP="003D06BB">
      <w:r w:rsidRPr="00083FD6">
        <w:t>Uznaje się, że wszelkie koszty związane z wypełnieniem wymagań określonych powyżej nie podlegają odrębnej zapłacie i są uwzględnione w cenie kontraktowej.</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b/>
          <w:spacing w:val="-3"/>
        </w:rPr>
        <w:t>6. KONTROLA JAKOŚCI ROBÓT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083FD6">
        <w:rPr>
          <w:b/>
          <w:spacing w:val="-3"/>
        </w:rPr>
        <w:t>6.1. Program zapewnienia jakości (PZJ)</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Do obowiązków Wykonawcy należy opracowanie i przedstawienie do aprobaty Inżyniera programu</w:t>
      </w:r>
      <w:r>
        <w:rPr>
          <w:spacing w:val="-3"/>
        </w:rPr>
        <w:t xml:space="preserve"> </w:t>
      </w:r>
      <w:r w:rsidRPr="00083FD6">
        <w:rPr>
          <w:spacing w:val="-3"/>
        </w:rPr>
        <w:t xml:space="preserve"> zapewnienia jakości, w którym przedstawi on zamierzony sposób wykonywania Robót, możliwości techniczne, kadrowe i organizacyjne gwarantujące wykonanie Robót zgodnie z Dokumentacją Projektową, ST oraz poleceniami i ustaleniami przekazanymi przez Inżyniera.</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ab/>
        <w:t>Program zapewnienia jakości będzie zawierać:</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67"/>
        <w:rPr>
          <w:spacing w:val="-3"/>
        </w:rPr>
      </w:pPr>
      <w:r w:rsidRPr="00083FD6">
        <w:rPr>
          <w:spacing w:val="-3"/>
        </w:rPr>
        <w:t>a) część ogólną opisującą:</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67"/>
        <w:rPr>
          <w:spacing w:val="-3"/>
        </w:rPr>
      </w:pP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rPr>
          <w:spacing w:val="-3"/>
        </w:rPr>
      </w:pPr>
      <w:r w:rsidRPr="00083FD6">
        <w:rPr>
          <w:spacing w:val="-3"/>
        </w:rPr>
        <w:tab/>
      </w:r>
      <w:r w:rsidRPr="00083FD6">
        <w:rPr>
          <w:spacing w:val="-3"/>
        </w:rPr>
        <w:tab/>
        <w:t>-</w:t>
      </w:r>
      <w:r w:rsidRPr="00083FD6">
        <w:rPr>
          <w:spacing w:val="-3"/>
        </w:rPr>
        <w:tab/>
        <w:t>organizację wykonania Robót, w tym terminy i sposób prowadzenia Robót,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rPr>
          <w:spacing w:val="-3"/>
        </w:rPr>
      </w:pPr>
      <w:r w:rsidRPr="00083FD6">
        <w:rPr>
          <w:spacing w:val="-3"/>
        </w:rPr>
        <w:tab/>
      </w:r>
      <w:r w:rsidRPr="00083FD6">
        <w:rPr>
          <w:spacing w:val="-3"/>
        </w:rPr>
        <w:tab/>
        <w:t>-</w:t>
      </w:r>
      <w:r w:rsidRPr="00083FD6">
        <w:rPr>
          <w:spacing w:val="-3"/>
        </w:rPr>
        <w:tab/>
        <w:t>organizację ruchu na budowie wraz z oznakowaniem Robót,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rPr>
          <w:spacing w:val="-3"/>
        </w:rPr>
      </w:pPr>
      <w:r w:rsidRPr="00083FD6">
        <w:rPr>
          <w:spacing w:val="-3"/>
        </w:rPr>
        <w:tab/>
      </w:r>
      <w:r w:rsidRPr="00083FD6">
        <w:rPr>
          <w:spacing w:val="-3"/>
        </w:rPr>
        <w:tab/>
        <w:t>-</w:t>
      </w:r>
      <w:r w:rsidRPr="00083FD6">
        <w:rPr>
          <w:spacing w:val="-3"/>
        </w:rPr>
        <w:tab/>
        <w:t>sposób zapewnienia bhp,</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rPr>
          <w:spacing w:val="-3"/>
        </w:rPr>
      </w:pPr>
      <w:r w:rsidRPr="00083FD6">
        <w:rPr>
          <w:spacing w:val="-3"/>
        </w:rPr>
        <w:tab/>
      </w:r>
      <w:r w:rsidRPr="00083FD6">
        <w:rPr>
          <w:spacing w:val="-3"/>
        </w:rPr>
        <w:tab/>
        <w:t>-</w:t>
      </w:r>
      <w:r w:rsidRPr="00083FD6">
        <w:rPr>
          <w:spacing w:val="-3"/>
        </w:rPr>
        <w:tab/>
        <w:t>wykaz zespołów roboczych, ich kwalifikacje i przygotowanie praktyczne,</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rPr>
          <w:spacing w:val="-3"/>
        </w:rPr>
      </w:pPr>
      <w:r w:rsidRPr="00083FD6">
        <w:rPr>
          <w:spacing w:val="-3"/>
        </w:rPr>
        <w:tab/>
      </w:r>
      <w:r w:rsidRPr="00083FD6">
        <w:rPr>
          <w:spacing w:val="-3"/>
        </w:rPr>
        <w:tab/>
        <w:t>-</w:t>
      </w:r>
      <w:r w:rsidRPr="00083FD6">
        <w:rPr>
          <w:spacing w:val="-3"/>
        </w:rPr>
        <w:tab/>
        <w:t>wykaz osób odpowiedzialnych za jakość i terminowość wykonania poszczególnych elementów Robót,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rPr>
          <w:spacing w:val="-3"/>
        </w:rPr>
      </w:pPr>
      <w:r w:rsidRPr="00083FD6">
        <w:rPr>
          <w:spacing w:val="-3"/>
        </w:rPr>
        <w:tab/>
      </w:r>
      <w:r w:rsidRPr="00083FD6">
        <w:rPr>
          <w:spacing w:val="-3"/>
        </w:rPr>
        <w:tab/>
        <w:t>-</w:t>
      </w:r>
      <w:r w:rsidRPr="00083FD6">
        <w:rPr>
          <w:spacing w:val="-3"/>
        </w:rPr>
        <w:tab/>
        <w:t>system (sposób i procedurę) proponowanej kontroli i sterowania jakością wykonywanych Robót,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rPr>
          <w:spacing w:val="-3"/>
        </w:rPr>
      </w:pPr>
      <w:r w:rsidRPr="00083FD6">
        <w:rPr>
          <w:spacing w:val="-3"/>
        </w:rPr>
        <w:tab/>
      </w:r>
      <w:r w:rsidRPr="00083FD6">
        <w:rPr>
          <w:spacing w:val="-3"/>
        </w:rPr>
        <w:tab/>
        <w:t>-</w:t>
      </w:r>
      <w:r w:rsidRPr="00083FD6">
        <w:rPr>
          <w:spacing w:val="-3"/>
        </w:rPr>
        <w:tab/>
        <w:t>wyposażenie w sprzęt i urządzenia do pomiarów i kontroli (opis laboratorium własnego lub laboratorium, któremu Wykonawca zamierza zlecić prowadzenie badań),</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rPr>
          <w:spacing w:val="-3"/>
        </w:rPr>
      </w:pPr>
      <w:r w:rsidRPr="00083FD6">
        <w:rPr>
          <w:spacing w:val="-3"/>
        </w:rPr>
        <w:tab/>
      </w:r>
      <w:r w:rsidRPr="00083FD6">
        <w:rPr>
          <w:spacing w:val="-3"/>
        </w:rPr>
        <w:tab/>
        <w:t>-</w:t>
      </w:r>
      <w:r w:rsidRPr="00083FD6">
        <w:rPr>
          <w:spacing w:val="-3"/>
        </w:rPr>
        <w:tab/>
        <w:t>sposób oraz formę gromadzenia wyników badań laboratoryjnych, zapis pomiarów, nastaw mechanizmów sterujących a także wyciąganych wniosków i zastosowanych korekt w procesie technologicznym, proponowany sposób i formę przekazywania tych informacji In</w:t>
      </w:r>
      <w:r>
        <w:rPr>
          <w:spacing w:val="-3"/>
        </w:rPr>
        <w:t>ż</w:t>
      </w:r>
      <w:r w:rsidRPr="00083FD6">
        <w:rPr>
          <w:spacing w:val="-3"/>
        </w:rPr>
        <w:t>ynierowi;</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rPr>
          <w:spacing w:val="-3"/>
        </w:rPr>
      </w:pP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67"/>
        <w:rPr>
          <w:spacing w:val="-3"/>
        </w:rPr>
      </w:pPr>
      <w:r w:rsidRPr="00083FD6">
        <w:rPr>
          <w:spacing w:val="-3"/>
        </w:rPr>
        <w:lastRenderedPageBreak/>
        <w:t>b) część szczegółową opisującą dla każdego asortymentu Robót: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67"/>
        <w:rPr>
          <w:spacing w:val="-3"/>
        </w:rPr>
      </w:pP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rPr>
          <w:spacing w:val="-3"/>
        </w:rPr>
      </w:pPr>
      <w:r w:rsidRPr="00083FD6">
        <w:rPr>
          <w:spacing w:val="-3"/>
        </w:rPr>
        <w:tab/>
      </w:r>
      <w:r w:rsidRPr="00083FD6">
        <w:rPr>
          <w:spacing w:val="-3"/>
        </w:rPr>
        <w:tab/>
        <w:t>-</w:t>
      </w:r>
      <w:r w:rsidRPr="00083FD6">
        <w:rPr>
          <w:spacing w:val="-3"/>
        </w:rPr>
        <w:tab/>
        <w:t>wykaz maszyn i urządzeń stosowanych na budowie z ich parametrami technicznymi oraz wyposażeniem w mechanizmy do sterowania i urządzenia pomiarowo-kontrolne,</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rPr>
          <w:spacing w:val="-3"/>
        </w:rPr>
      </w:pPr>
      <w:r w:rsidRPr="00083FD6">
        <w:rPr>
          <w:spacing w:val="-3"/>
        </w:rPr>
        <w:tab/>
      </w:r>
      <w:r w:rsidRPr="00083FD6">
        <w:rPr>
          <w:spacing w:val="-3"/>
        </w:rPr>
        <w:tab/>
        <w:t>-</w:t>
      </w:r>
      <w:r w:rsidRPr="00083FD6">
        <w:rPr>
          <w:spacing w:val="-3"/>
        </w:rPr>
        <w:tab/>
        <w:t>rodzaje i ilość środków transportu oraz urządzeń do magazynowania i załadunku materiałów, spoiw, lepiszczy, kruszyw itp.,</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rPr>
          <w:spacing w:val="-3"/>
        </w:rPr>
      </w:pPr>
      <w:r w:rsidRPr="00083FD6">
        <w:rPr>
          <w:spacing w:val="-3"/>
        </w:rPr>
        <w:tab/>
      </w:r>
      <w:r w:rsidRPr="00083FD6">
        <w:rPr>
          <w:spacing w:val="-3"/>
        </w:rPr>
        <w:tab/>
        <w:t>-</w:t>
      </w:r>
      <w:r w:rsidRPr="00083FD6">
        <w:rPr>
          <w:spacing w:val="-3"/>
        </w:rPr>
        <w:tab/>
        <w:t>sposób zabezpieczenia i ochrony ładunków przed utratą ich właściwości w czasie transportu,</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rPr>
          <w:spacing w:val="-3"/>
        </w:rPr>
      </w:pPr>
      <w:r w:rsidRPr="00083FD6">
        <w:rPr>
          <w:spacing w:val="-3"/>
        </w:rPr>
        <w:tab/>
      </w:r>
      <w:r w:rsidRPr="00083FD6">
        <w:rPr>
          <w:spacing w:val="-3"/>
        </w:rPr>
        <w:tab/>
        <w:t>-</w:t>
      </w:r>
      <w:r w:rsidRPr="00083FD6">
        <w:rPr>
          <w:spacing w:val="-3"/>
        </w:rPr>
        <w:tab/>
        <w:t>sposób i procedurę pomiarów i badań (rodzaj i częstotliwość, pobieranie próbek, legalizacja i sprawdzanie urządzeń, itp.) prowadzonych podczas dostaw materiałów, wytwarzania mieszanek i wykonywania poszczególnych elementów Robót,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rPr>
          <w:spacing w:val="-3"/>
        </w:rPr>
      </w:pPr>
      <w:r w:rsidRPr="00083FD6">
        <w:rPr>
          <w:spacing w:val="-3"/>
        </w:rPr>
        <w:tab/>
      </w:r>
      <w:r w:rsidRPr="00083FD6">
        <w:rPr>
          <w:spacing w:val="-3"/>
        </w:rPr>
        <w:tab/>
        <w:t>-</w:t>
      </w:r>
      <w:r w:rsidRPr="00083FD6">
        <w:rPr>
          <w:spacing w:val="-3"/>
        </w:rPr>
        <w:tab/>
        <w:t>sposób postępowania z materiałami i Robotami nie odpowiadającymi wymaganiom.</w:t>
      </w:r>
    </w:p>
    <w:p w:rsidR="003D06BB" w:rsidRPr="00083FD6" w:rsidRDefault="003D06BB" w:rsidP="003D06BB"/>
    <w:p w:rsidR="003D06BB" w:rsidRPr="00083FD6" w:rsidRDefault="003D06BB" w:rsidP="003D06BB">
      <w:r w:rsidRPr="00083FD6">
        <w:t>Uznaje się, że wszelkie koszty związane z wypełnieniem wymagań określonych powyżej nie podlegają odrębnej zapłacie i są uwzględnione w cenie kontraktowej.</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083FD6">
        <w:rPr>
          <w:b/>
          <w:spacing w:val="-3"/>
        </w:rPr>
        <w:t>6.2. Zasady kontroli jakości Robót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pPr>
      <w:r w:rsidRPr="00083FD6">
        <w:rPr>
          <w:spacing w:val="-3"/>
        </w:rPr>
        <w:t xml:space="preserve">Celem kontroli Robót będzie takie sterowanie ich przygotowaniem i wykonaniem, aby osiągnąć założoną jakość Robót. </w:t>
      </w:r>
      <w:r w:rsidRPr="00083FD6">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t>Przed zatwierdzeniem systemu kontroli Inżynier może zażądać od Wykonawcy przeprowadzenia badań w celu zademonstrowania, że poziom ich wykonywania jest zadowalający.</w:t>
      </w:r>
    </w:p>
    <w:p w:rsidR="003D06BB" w:rsidRPr="00083FD6" w:rsidRDefault="003D06BB" w:rsidP="003D06BB">
      <w:pPr>
        <w:pStyle w:val="Tekstpodstawowy"/>
        <w:tabs>
          <w:tab w:val="left" w:pos="3"/>
          <w:tab w:val="left" w:pos="147"/>
          <w:tab w:val="left" w:pos="291"/>
          <w:tab w:val="left" w:pos="867"/>
          <w:tab w:val="left" w:pos="1011"/>
        </w:tabs>
        <w:jc w:val="both"/>
        <w:rPr>
          <w:rFonts w:ascii="Times New Roman" w:hAnsi="Times New Roman"/>
          <w:sz w:val="20"/>
        </w:rPr>
      </w:pPr>
      <w:r w:rsidRPr="00083FD6">
        <w:rPr>
          <w:rFonts w:ascii="Times New Roman" w:hAnsi="Times New Roman"/>
          <w:sz w:val="20"/>
        </w:rPr>
        <w:t>Wykonawca będzie przeprowadzać pomiary i badania materiałów oraz Robót z częstotliwością zapewniającą stwierdzenie, że Roboty wykonano zgodnie z wymaganiami zawartymi w Dokumentacji Projektowej i ST.</w:t>
      </w:r>
    </w:p>
    <w:p w:rsidR="003D06BB" w:rsidRPr="00083FD6" w:rsidRDefault="003D06BB" w:rsidP="003D06BB">
      <w:pPr>
        <w:pStyle w:val="Tekstpodstawowy"/>
        <w:tabs>
          <w:tab w:val="left" w:pos="3"/>
          <w:tab w:val="left" w:pos="147"/>
          <w:tab w:val="left" w:pos="291"/>
          <w:tab w:val="left" w:pos="867"/>
          <w:tab w:val="left" w:pos="1011"/>
        </w:tabs>
        <w:jc w:val="both"/>
        <w:rPr>
          <w:rFonts w:ascii="Times New Roman" w:hAnsi="Times New Roman"/>
          <w:sz w:val="20"/>
        </w:rPr>
      </w:pPr>
      <w:r w:rsidRPr="00083FD6">
        <w:rPr>
          <w:rFonts w:ascii="Times New Roman" w:hAnsi="Times New Roman"/>
          <w:sz w:val="20"/>
        </w:rPr>
        <w:t>Minimalne wymagania co do zakresu badań i ich częstotliwość są określone w ST, normach i wytycznych. W przypadku, gdy nie zostały one tam określone, Inżynier ustali jaki zakres kontroli jest konieczny, aby zapewnić wykonanie Robót zgodnie z Umową.</w:t>
      </w:r>
    </w:p>
    <w:p w:rsidR="003D06BB" w:rsidRPr="00083FD6" w:rsidRDefault="003D06BB" w:rsidP="003D06BB">
      <w:pPr>
        <w:pStyle w:val="Tekstpodstawowy"/>
        <w:tabs>
          <w:tab w:val="left" w:pos="3"/>
          <w:tab w:val="left" w:pos="147"/>
          <w:tab w:val="left" w:pos="291"/>
          <w:tab w:val="left" w:pos="867"/>
          <w:tab w:val="left" w:pos="1011"/>
        </w:tabs>
        <w:ind w:firstLine="992"/>
        <w:jc w:val="both"/>
        <w:rPr>
          <w:rFonts w:ascii="Times New Roman" w:hAnsi="Times New Roman"/>
          <w:sz w:val="20"/>
        </w:rPr>
      </w:pPr>
    </w:p>
    <w:p w:rsidR="003D06BB" w:rsidRPr="00083FD6" w:rsidRDefault="003D06BB" w:rsidP="003D06BB">
      <w:pPr>
        <w:pStyle w:val="Tekstpodstawowy"/>
        <w:tabs>
          <w:tab w:val="left" w:pos="3"/>
          <w:tab w:val="left" w:pos="147"/>
          <w:tab w:val="left" w:pos="291"/>
          <w:tab w:val="left" w:pos="867"/>
          <w:tab w:val="left" w:pos="1011"/>
        </w:tabs>
        <w:jc w:val="both"/>
        <w:rPr>
          <w:rFonts w:ascii="Times New Roman" w:hAnsi="Times New Roman"/>
          <w:sz w:val="20"/>
        </w:rPr>
      </w:pPr>
      <w:r w:rsidRPr="00083FD6">
        <w:rPr>
          <w:rFonts w:ascii="Times New Roman" w:hAnsi="Times New Roman"/>
          <w:sz w:val="20"/>
        </w:rPr>
        <w:t>Wykonawca dostarczy Inżynierowi świadectwa, że wszystkie stosowane urządzenia i sprzęt badawczy posiadają ważną legalizację, zostały prawidłowo wykalibrowane i odpowiadają wymaganiom norm określających procedury badań.</w:t>
      </w:r>
    </w:p>
    <w:p w:rsidR="003D06BB" w:rsidRPr="00083FD6" w:rsidRDefault="003D06BB" w:rsidP="003D06BB">
      <w:pPr>
        <w:pStyle w:val="Tekstpodstawowy"/>
        <w:tabs>
          <w:tab w:val="left" w:pos="3"/>
          <w:tab w:val="left" w:pos="147"/>
          <w:tab w:val="left" w:pos="291"/>
          <w:tab w:val="left" w:pos="867"/>
          <w:tab w:val="left" w:pos="1011"/>
        </w:tabs>
        <w:jc w:val="both"/>
        <w:rPr>
          <w:rFonts w:ascii="Times New Roman" w:hAnsi="Times New Roman"/>
          <w:sz w:val="20"/>
        </w:rPr>
      </w:pPr>
      <w:r w:rsidRPr="00083FD6">
        <w:rPr>
          <w:rFonts w:ascii="Times New Roman" w:hAnsi="Times New Roman"/>
          <w:sz w:val="20"/>
        </w:rPr>
        <w:t>Inżynier będzie mieć nieograniczony dostęp do pomieszczeń laboratoryjnych, w celu ich inspekcji.</w:t>
      </w:r>
    </w:p>
    <w:p w:rsidR="003D06BB" w:rsidRPr="00083FD6" w:rsidRDefault="003D06BB" w:rsidP="003D06BB">
      <w:pPr>
        <w:pStyle w:val="Tekstpodstawowy"/>
        <w:tabs>
          <w:tab w:val="left" w:pos="3"/>
          <w:tab w:val="left" w:pos="147"/>
          <w:tab w:val="left" w:pos="291"/>
          <w:tab w:val="left" w:pos="867"/>
          <w:tab w:val="left" w:pos="1011"/>
        </w:tabs>
        <w:jc w:val="both"/>
        <w:rPr>
          <w:rFonts w:ascii="Times New Roman" w:hAnsi="Times New Roman"/>
          <w:sz w:val="20"/>
        </w:rPr>
      </w:pPr>
      <w:r w:rsidRPr="00083FD6">
        <w:rPr>
          <w:rFonts w:ascii="Times New Roman" w:hAnsi="Times New Roman"/>
          <w:sz w:val="20"/>
        </w:rPr>
        <w:t>Inżynier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 natychmiast wstrzyma użycie do Robót badanych materiałów i dopuści je do użycia dopiero wtedy, gdy niedociągnięcia w pracy laboratorium Wykonawcy zostaną usunięte i stwierdzona zostanie odpowiednia jakość tych materiałów.</w:t>
      </w:r>
    </w:p>
    <w:p w:rsidR="003D06BB" w:rsidRPr="00083FD6" w:rsidRDefault="003D06BB" w:rsidP="003D06BB">
      <w:pPr>
        <w:pStyle w:val="Tekstpodstawowy"/>
        <w:tabs>
          <w:tab w:val="left" w:pos="3"/>
          <w:tab w:val="left" w:pos="147"/>
          <w:tab w:val="left" w:pos="291"/>
          <w:tab w:val="left" w:pos="867"/>
          <w:tab w:val="left" w:pos="1011"/>
        </w:tabs>
        <w:jc w:val="both"/>
        <w:rPr>
          <w:rFonts w:ascii="Times New Roman" w:hAnsi="Times New Roman"/>
          <w:sz w:val="20"/>
        </w:rPr>
      </w:pPr>
      <w:r w:rsidRPr="00083FD6">
        <w:rPr>
          <w:rFonts w:ascii="Times New Roman" w:hAnsi="Times New Roman"/>
          <w:sz w:val="20"/>
        </w:rPr>
        <w:t>Wykonawca ma obowiązek przedkładania Inżynierowi sporządzonych przez siebie recept do zatwierdzenia. Recepty powinny być dostarczane wraz z próbkami materiałów w ilościach wystarczających do wykonania niezbędnych badań. Wszystkie koszty związane z organizowaniem i prowadzeniem badań materiałów ponosi Wykonawca.</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083FD6">
        <w:rPr>
          <w:b/>
          <w:spacing w:val="-3"/>
        </w:rPr>
        <w:t>6.3. Pobieranie próbek</w:t>
      </w:r>
    </w:p>
    <w:p w:rsidR="003D06BB" w:rsidRPr="00083FD6" w:rsidRDefault="003D06BB" w:rsidP="003D06BB">
      <w:pPr>
        <w:pStyle w:val="Tekstpodstawowy"/>
        <w:tabs>
          <w:tab w:val="left" w:pos="3"/>
          <w:tab w:val="left" w:pos="147"/>
          <w:tab w:val="left" w:pos="291"/>
          <w:tab w:val="left" w:pos="867"/>
          <w:tab w:val="left" w:pos="1011"/>
        </w:tabs>
        <w:jc w:val="both"/>
        <w:rPr>
          <w:rFonts w:ascii="Times New Roman" w:hAnsi="Times New Roman"/>
          <w:sz w:val="20"/>
        </w:rPr>
      </w:pPr>
      <w:r w:rsidRPr="00083FD6">
        <w:rPr>
          <w:rFonts w:ascii="Times New Roman" w:hAnsi="Times New Roman"/>
          <w:sz w:val="20"/>
        </w:rPr>
        <w:t>Próbki będą pobierane losowo. Zaleca się stosowanie statystycznych metod pobierania próbek, opartych na zasadzie, że wszystkie jednostkowe elementy produkcji mogą być z jednakowym prawdopodobieństwem wytypowane do badań.</w:t>
      </w:r>
    </w:p>
    <w:p w:rsidR="003D06BB" w:rsidRPr="00406251" w:rsidRDefault="003D06BB" w:rsidP="003D06BB">
      <w:pPr>
        <w:pStyle w:val="Tekstpodstawowy"/>
        <w:tabs>
          <w:tab w:val="left" w:pos="3"/>
          <w:tab w:val="left" w:pos="147"/>
          <w:tab w:val="left" w:pos="291"/>
          <w:tab w:val="left" w:pos="867"/>
          <w:tab w:val="left" w:pos="1011"/>
        </w:tabs>
        <w:jc w:val="both"/>
        <w:rPr>
          <w:rFonts w:ascii="Times New Roman" w:hAnsi="Times New Roman"/>
          <w:color w:val="000000"/>
          <w:sz w:val="20"/>
        </w:rPr>
      </w:pPr>
      <w:r w:rsidRPr="00083FD6">
        <w:rPr>
          <w:rFonts w:ascii="Times New Roman" w:hAnsi="Times New Roman"/>
          <w:sz w:val="20"/>
        </w:rPr>
        <w:t>Inżynier i Zamawiający będzie mieć zapewnioną możliwość udziału w pobieraniu próbek</w:t>
      </w:r>
      <w:r w:rsidRPr="00406251">
        <w:rPr>
          <w:rFonts w:ascii="Times New Roman" w:hAnsi="Times New Roman"/>
          <w:color w:val="000000"/>
          <w:sz w:val="20"/>
        </w:rPr>
        <w:t>.  Na 3 dni przed przystąpieniem do pobrania próbek Wykonawca powiadomi Inżyniera o miejscu i sposobie pobrania pr</w:t>
      </w:r>
      <w:r>
        <w:rPr>
          <w:rFonts w:ascii="Times New Roman" w:hAnsi="Times New Roman"/>
          <w:color w:val="000000"/>
          <w:sz w:val="20"/>
        </w:rPr>
        <w:t>ó</w:t>
      </w:r>
      <w:r w:rsidRPr="00406251">
        <w:rPr>
          <w:rFonts w:ascii="Times New Roman" w:hAnsi="Times New Roman"/>
          <w:color w:val="000000"/>
          <w:sz w:val="20"/>
        </w:rPr>
        <w:t>bek.</w:t>
      </w:r>
    </w:p>
    <w:p w:rsidR="003D06BB" w:rsidRPr="00083FD6" w:rsidRDefault="003D06BB" w:rsidP="003D06BB">
      <w:pPr>
        <w:pStyle w:val="Tekstpodstawowy"/>
        <w:tabs>
          <w:tab w:val="left" w:pos="3"/>
          <w:tab w:val="left" w:pos="147"/>
          <w:tab w:val="left" w:pos="291"/>
          <w:tab w:val="left" w:pos="867"/>
          <w:tab w:val="left" w:pos="1011"/>
        </w:tabs>
        <w:jc w:val="both"/>
        <w:rPr>
          <w:rFonts w:ascii="Times New Roman" w:hAnsi="Times New Roman"/>
          <w:sz w:val="20"/>
        </w:rPr>
      </w:pPr>
      <w:r w:rsidRPr="00083FD6">
        <w:rPr>
          <w:rFonts w:ascii="Times New Roman" w:hAnsi="Times New Roman"/>
          <w:sz w:val="20"/>
        </w:rPr>
        <w:t>Na zlecenie Inżyniera po akceptacji Zamawiającego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3D06BB" w:rsidRPr="00157FE9" w:rsidRDefault="003D06BB" w:rsidP="003D06BB">
      <w:pPr>
        <w:pStyle w:val="Tekstpodstawowy3"/>
        <w:tabs>
          <w:tab w:val="left" w:pos="3"/>
          <w:tab w:val="left" w:pos="147"/>
          <w:tab w:val="left" w:pos="291"/>
          <w:tab w:val="left" w:pos="723"/>
          <w:tab w:val="left" w:pos="867"/>
          <w:tab w:val="left" w:pos="1011"/>
        </w:tabs>
        <w:jc w:val="both"/>
        <w:rPr>
          <w:sz w:val="20"/>
          <w:szCs w:val="20"/>
        </w:rPr>
      </w:pPr>
      <w:r w:rsidRPr="00083FD6">
        <w:rPr>
          <w:sz w:val="20"/>
          <w:szCs w:val="20"/>
        </w:rPr>
        <w:t>Pojemniki do pobierania próbek będą dostarczone przez Wykonawcę i zatwierdzone przez Inżyniera. Próbki dostarczone przez Wykonawcę do badań wykonywanych przez Inżyniera będą odpowiednio opisane i oznakowane, w sposób zaakceptowany przez Inżyniera. Uznaje się, że wszelkie koszty związane z wypełnieniem wymagań określonych powyżej nie podlegają odrębnej zapłacie i są uwzględnione w cenie kontraktowej.</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b/>
          <w:spacing w:val="-3"/>
        </w:rPr>
        <w:t>6.4. Badania i pomiary</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lastRenderedPageBreak/>
        <w:t xml:space="preserve">Wszystkie badania i pomiary będą przeprowadzone zgodnie z wymaganiami norm. W przypadku, gdy normy nie obejmują jakiegokolwiek badania wymaganego w ST, stosować można wytyczne krajowe, albo inne procedury, zaakceptowane przez </w:t>
      </w:r>
      <w:r w:rsidRPr="00083FD6">
        <w:t>Inżyniera</w:t>
      </w:r>
      <w:r w:rsidRPr="00083FD6">
        <w:rPr>
          <w:spacing w:val="-3"/>
        </w:rPr>
        <w: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Pr>
          <w:spacing w:val="-3"/>
        </w:rPr>
        <w:t>Na 3 dni p</w:t>
      </w:r>
      <w:r w:rsidRPr="00083FD6">
        <w:rPr>
          <w:spacing w:val="-3"/>
        </w:rPr>
        <w:t>rzed przystąpieniem do</w:t>
      </w:r>
      <w:r>
        <w:rPr>
          <w:spacing w:val="-3"/>
        </w:rPr>
        <w:t xml:space="preserve"> każdego </w:t>
      </w:r>
      <w:r w:rsidRPr="00083FD6">
        <w:rPr>
          <w:spacing w:val="-3"/>
        </w:rPr>
        <w:t xml:space="preserve"> pomiaru lub badania , Wykonawca powiadomi Inżyniera o rodzaju, miejscu i terminie pomiaru lub badania. Po wykonaniu pomiaru lub badania, Wykonawca przedstawi na piśmie ich wyniki do akceptacji </w:t>
      </w:r>
      <w:r w:rsidRPr="00083FD6">
        <w:t>Inżyniera</w:t>
      </w:r>
      <w:r w:rsidRPr="00083FD6">
        <w:rPr>
          <w:spacing w:val="-3"/>
        </w:rPr>
        <w:t>.</w:t>
      </w:r>
    </w:p>
    <w:p w:rsidR="003D06BB" w:rsidRPr="00083FD6" w:rsidRDefault="003D06BB" w:rsidP="003D06BB">
      <w:r w:rsidRPr="00083FD6">
        <w:t xml:space="preserve">Wyniki pomiarów geodezyjnych będą przekazywane w formie szkiców uzupełnionych współrzędnymi </w:t>
      </w:r>
      <w:proofErr w:type="spellStart"/>
      <w:r w:rsidRPr="00083FD6">
        <w:t>x,y,z</w:t>
      </w:r>
      <w:proofErr w:type="spellEnd"/>
      <w:r w:rsidRPr="00083FD6">
        <w:t xml:space="preserve"> w wersji cyfrowej oraz wydruku.</w:t>
      </w:r>
    </w:p>
    <w:p w:rsidR="003D06BB" w:rsidRPr="00083FD6" w:rsidRDefault="003D06BB" w:rsidP="003D06BB">
      <w:r w:rsidRPr="00083FD6">
        <w:t>Uznaje się, że wszelkie koszty związane z wypełnieniem wymagań określonych powyżej nie podlegają odrębnej zapłacie i są uwzględnione w cenie kontraktowej.</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u w:val="single"/>
        </w:rPr>
      </w:pP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083FD6">
        <w:rPr>
          <w:b/>
          <w:spacing w:val="-3"/>
        </w:rPr>
        <w:t>6.5. Raporty z badań</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Wykonawca będzie przekazywać </w:t>
      </w:r>
      <w:r w:rsidRPr="00083FD6">
        <w:t>Inżynierowi</w:t>
      </w:r>
      <w:r w:rsidRPr="00083FD6">
        <w:rPr>
          <w:spacing w:val="-3"/>
        </w:rPr>
        <w:t xml:space="preserve"> kopie raportów z wynikami badań jak najszybciej, nie później jednak niż w terminie określonym w programie zapewnienia jakości.</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Wyniki badań (kopie) będą przekazywane </w:t>
      </w:r>
      <w:r w:rsidRPr="00083FD6">
        <w:t>Inżynierowi</w:t>
      </w:r>
      <w:r w:rsidRPr="00083FD6">
        <w:rPr>
          <w:spacing w:val="-3"/>
        </w:rPr>
        <w:t xml:space="preserve"> na formularzach według dostarczonego przez niego wzoru lub innych, przez niego zaaprobowanych.</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pPr>
      <w:r w:rsidRPr="00083FD6">
        <w:t>Uznaje się, że wszelkie koszty związane z wypełnieniem wymagań określonych powyżej nie podlegają odrębnej zapłacie i są uwzględnione w cenie kontraktowej.</w:t>
      </w:r>
    </w:p>
    <w:p w:rsidR="003D06BB" w:rsidRPr="00632100"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sz w:val="10"/>
          <w:szCs w:val="10"/>
        </w:rPr>
      </w:pP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after="120"/>
        <w:rPr>
          <w:spacing w:val="-3"/>
        </w:rPr>
      </w:pPr>
      <w:r w:rsidRPr="00083FD6">
        <w:rPr>
          <w:b/>
          <w:spacing w:val="-3"/>
        </w:rPr>
        <w:t>6.6. Badania prowadzone przez Inżyniera lub Zamawiającego</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ab/>
        <w:t xml:space="preserve">Do celów kontroli Inżynier lub Zamawiający jest uprawniony do dokonywania kontroli, pobierania próbek i badania materiałów oraz pomiarów geodezyjnych, a Wykonawca powinien udzielić mu niezbędnej pomocy. Inżynier lub Zamawiający dokonując weryfikacji systemu kontroli robót prowadzonego przez Wykonawcę, będzie oceniać zgodność materiałów i robót z dokumentacją projektową i SST na podstawie wyników badań kontrolnych dostarczonych przez Wykonawcę. </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ab/>
        <w:t>Inżynier lub Zamawiający ma prawo prowadzić badania niezależnie od Wykonawcy.</w:t>
      </w:r>
      <w:r w:rsidRPr="00083FD6">
        <w:rPr>
          <w:spacing w:val="-3"/>
        </w:rPr>
        <w:tab/>
        <w:t xml:space="preserve">Jeżeli wyniki tych badań wykażą, że raporty Wykonawcy są niewiarygodne, to Inżynier lub Zamawiający oprze się wyłącznie na własnych badaniach przy ocenie zgodności materiałów i robót z dokumentacją i SST. Może również zlecić przeprowadzenie powtórnych lub dodatkowych badań niezależnej jednostce. Koszty wszystkich dodatkowych badań i pomiarów pokrywa Wykonawca tylko w przypadku stwierdzenia usterek; w przeciwnym przypadku koszty te pokrywa Zamawiający. </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083FD6">
        <w:rPr>
          <w:b/>
          <w:spacing w:val="-3"/>
        </w:rPr>
        <w:t xml:space="preserve">6.7. Certyfikaty i deklaracje </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Inżynier może dopuści</w:t>
      </w:r>
      <w:r w:rsidRPr="00083FD6">
        <w:rPr>
          <w:spacing w:val="-3"/>
        </w:rPr>
        <w:sym w:font="Times New Roman" w:char="0107"/>
      </w:r>
      <w:r w:rsidRPr="00083FD6">
        <w:rPr>
          <w:spacing w:val="-3"/>
        </w:rPr>
        <w:t xml:space="preserve"> do użycia tylko te materiały, które posiadają:</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3D06BB" w:rsidRPr="00083FD6" w:rsidRDefault="003D06BB" w:rsidP="003D06BB">
      <w:pPr>
        <w:numPr>
          <w:ilvl w:val="0"/>
          <w:numId w:val="23"/>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t xml:space="preserve">certyfikat na znak bezpieczeństwa, wykazujący że zapewniono </w:t>
      </w:r>
      <w:proofErr w:type="spellStart"/>
      <w:r w:rsidRPr="00083FD6">
        <w:rPr>
          <w:spacing w:val="-3"/>
        </w:rPr>
        <w:t>zgodnoś</w:t>
      </w:r>
      <w:proofErr w:type="spellEnd"/>
      <w:r w:rsidRPr="00083FD6">
        <w:rPr>
          <w:spacing w:val="-3"/>
        </w:rPr>
        <w:sym w:font="Times New Roman" w:char="0107"/>
      </w:r>
      <w:r w:rsidRPr="00083FD6">
        <w:rPr>
          <w:spacing w:val="-3"/>
        </w:rPr>
        <w:t xml:space="preserve"> z kryteriami technicznymi określonymi na podstawie Polskich Norm, aprobat technicznych oraz właściwych przepisów i dokumentów technicznych,</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3D06BB" w:rsidRPr="00083FD6" w:rsidRDefault="003D06BB" w:rsidP="003D06BB">
      <w:pPr>
        <w:numPr>
          <w:ilvl w:val="0"/>
          <w:numId w:val="24"/>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t>deklarację zgodności lub certyfikat zgodności z:</w:t>
      </w:r>
    </w:p>
    <w:p w:rsidR="003D06BB" w:rsidRPr="00083FD6" w:rsidRDefault="003D06BB" w:rsidP="003D06BB">
      <w:pPr>
        <w:numPr>
          <w:ilvl w:val="0"/>
          <w:numId w:val="21"/>
        </w:numPr>
        <w:tabs>
          <w:tab w:val="left" w:pos="-1725"/>
          <w:tab w:val="left" w:pos="-1005"/>
          <w:tab w:val="left" w:pos="-285"/>
          <w:tab w:val="left" w:pos="3"/>
          <w:tab w:val="left" w:pos="147"/>
          <w:tab w:val="left" w:pos="426"/>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ind w:left="435" w:hanging="151"/>
        <w:textAlignment w:val="auto"/>
        <w:rPr>
          <w:spacing w:val="-3"/>
        </w:rPr>
      </w:pPr>
      <w:r w:rsidRPr="00083FD6">
        <w:rPr>
          <w:spacing w:val="-3"/>
        </w:rPr>
        <w:t xml:space="preserve">Polską Normą lub </w:t>
      </w:r>
    </w:p>
    <w:p w:rsidR="003D06BB" w:rsidRPr="00083FD6" w:rsidRDefault="003D06BB" w:rsidP="003D06BB">
      <w:pPr>
        <w:numPr>
          <w:ilvl w:val="0"/>
          <w:numId w:val="21"/>
        </w:numPr>
        <w:tabs>
          <w:tab w:val="left" w:pos="-1725"/>
          <w:tab w:val="left" w:pos="-1005"/>
          <w:tab w:val="left" w:pos="-285"/>
          <w:tab w:val="left" w:pos="3"/>
          <w:tab w:val="left" w:pos="14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t xml:space="preserve">aprobatą techniczną, w przypadku wyrobów, dla których nie ustanowiono Polskiej Normy, jeżeli nie są objęte certyfikacją określoną w </w:t>
      </w:r>
      <w:proofErr w:type="spellStart"/>
      <w:r w:rsidRPr="00083FD6">
        <w:rPr>
          <w:spacing w:val="-3"/>
        </w:rPr>
        <w:t>pkt</w:t>
      </w:r>
      <w:proofErr w:type="spellEnd"/>
      <w:r w:rsidRPr="00083FD6">
        <w:rPr>
          <w:spacing w:val="-3"/>
        </w:rPr>
        <w:t xml:space="preserve"> 1. i które spełniają wymogi Specyfikacji Technicznej.</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W przypadku materiałów, dla których w/w dokumenty są wymagane przez ST, każda partia dostarczona do Robót będzie posiadać te dokumenty, określające w sposób jednoznaczny jej cechy.</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Produkty przemysłowe muszą posiadać w/w dokumenty wydane przez producenta, a w razie potrzeby poparte wynikami badań wykonanych przez niego. Kopie wyników tych badań będą dostarczone przez Wykonawcę Inżynierowi.</w:t>
      </w:r>
    </w:p>
    <w:p w:rsidR="00D44A3E" w:rsidRPr="006D4EBC"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Jakiekolwiek materiały, które nie spełniają tych wymagań będą odrzucone.</w:t>
      </w:r>
    </w:p>
    <w:p w:rsidR="00D44A3E" w:rsidRDefault="00D44A3E"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083FD6">
        <w:rPr>
          <w:b/>
          <w:spacing w:val="-3"/>
        </w:rPr>
        <w:t>6.8. Dokumenty budowy</w:t>
      </w:r>
    </w:p>
    <w:p w:rsidR="003D06BB" w:rsidRPr="00632100"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16"/>
          <w:szCs w:val="16"/>
        </w:rPr>
      </w:pPr>
    </w:p>
    <w:p w:rsidR="003D06BB" w:rsidRPr="00083FD6" w:rsidRDefault="003D06BB" w:rsidP="003D06BB">
      <w:pPr>
        <w:tabs>
          <w:tab w:val="center" w:pos="5400"/>
          <w:tab w:val="right" w:pos="9936"/>
        </w:tabs>
        <w:rPr>
          <w:b/>
          <w:spacing w:val="-3"/>
        </w:rPr>
      </w:pPr>
      <w:r w:rsidRPr="00083FD6">
        <w:rPr>
          <w:b/>
          <w:spacing w:val="-3"/>
        </w:rPr>
        <w:t>(1) Dziennik Budowy</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Dziennik Budowy jest wymaganym dokumentem prawnym obowiązującym Zamawiającego i Wykonawcę w okresie od przekazania Wykonawcy Terenu Budowy do odbioru ostatecznego. Odpowiedzialność za prowadzenie Dziennika Budowy zgodnie z obowiązującymi przepisami spoczywa na Wykonawcy.</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Zapisy w Dzienniku Budowy będą dokonywane na bieżąco i będą dotyczyć przebiegu Robót, stanu bezpieczeństwa ludzi i mienia oraz technicznej i gospodarczej strony budowy.</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lastRenderedPageBreak/>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Załączone do Dziennika Budowy protokoły i inne dokumenty będą oznaczone kolejnym numerem załącznika i opatrzone datą i podpisem Wykonawcy i </w:t>
      </w:r>
      <w:r w:rsidRPr="00083FD6">
        <w:t>Inżyniera</w:t>
      </w:r>
      <w:r w:rsidRPr="00083FD6">
        <w:rPr>
          <w:spacing w:val="-3"/>
        </w:rPr>
        <w:t>.</w:t>
      </w:r>
    </w:p>
    <w:p w:rsidR="003D06BB" w:rsidRPr="00083FD6" w:rsidRDefault="003D06BB" w:rsidP="003D06BB">
      <w:pPr>
        <w:tabs>
          <w:tab w:val="left" w:pos="-1725"/>
          <w:tab w:val="left" w:pos="-1005"/>
          <w:tab w:val="left" w:pos="-285"/>
          <w:tab w:val="left" w:pos="3"/>
          <w:tab w:val="left" w:pos="198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Do Dziennika Budowy należy wpisywać w szczególności:</w:t>
      </w:r>
    </w:p>
    <w:p w:rsidR="003D06BB" w:rsidRPr="00083FD6" w:rsidRDefault="003D06BB" w:rsidP="003D06BB">
      <w:pPr>
        <w:tabs>
          <w:tab w:val="left" w:pos="-1725"/>
          <w:tab w:val="left" w:pos="-1005"/>
          <w:tab w:val="left" w:pos="-285"/>
          <w:tab w:val="left" w:pos="3"/>
          <w:tab w:val="left" w:pos="198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284"/>
        <w:rPr>
          <w:spacing w:val="-3"/>
        </w:rPr>
      </w:pPr>
      <w:r w:rsidRPr="00083FD6">
        <w:rPr>
          <w:spacing w:val="-3"/>
        </w:rPr>
        <w:t>-</w:t>
      </w:r>
      <w:r w:rsidRPr="00083FD6">
        <w:rPr>
          <w:spacing w:val="-3"/>
        </w:rPr>
        <w:tab/>
        <w:t>datę przekazania Wykonawcy Terenu Budowy,</w:t>
      </w:r>
    </w:p>
    <w:p w:rsidR="003D06BB" w:rsidRPr="00083FD6" w:rsidRDefault="003D06BB" w:rsidP="003D06BB">
      <w:pPr>
        <w:tabs>
          <w:tab w:val="left" w:pos="-1725"/>
          <w:tab w:val="left" w:pos="-1005"/>
          <w:tab w:val="left" w:pos="-285"/>
          <w:tab w:val="left" w:pos="3"/>
          <w:tab w:val="left" w:pos="198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284"/>
        <w:rPr>
          <w:spacing w:val="-3"/>
        </w:rPr>
      </w:pPr>
      <w:r w:rsidRPr="00083FD6">
        <w:rPr>
          <w:spacing w:val="-3"/>
        </w:rPr>
        <w:t>-</w:t>
      </w:r>
      <w:r w:rsidRPr="00083FD6">
        <w:rPr>
          <w:spacing w:val="-3"/>
        </w:rPr>
        <w:tab/>
        <w:t>datę przekazania przez Zamawiającego Dokumentacji Projektowej,</w:t>
      </w:r>
    </w:p>
    <w:p w:rsidR="003D06BB" w:rsidRPr="00083FD6" w:rsidRDefault="003D06BB" w:rsidP="003D06BB">
      <w:pPr>
        <w:tabs>
          <w:tab w:val="left" w:pos="-1725"/>
          <w:tab w:val="left" w:pos="-1005"/>
          <w:tab w:val="left" w:pos="-285"/>
          <w:tab w:val="left" w:pos="3"/>
          <w:tab w:val="left" w:pos="198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284"/>
        <w:rPr>
          <w:spacing w:val="-3"/>
        </w:rPr>
      </w:pPr>
      <w:r w:rsidRPr="00083FD6">
        <w:rPr>
          <w:spacing w:val="-3"/>
        </w:rPr>
        <w:t>-</w:t>
      </w:r>
      <w:r w:rsidRPr="00083FD6">
        <w:rPr>
          <w:spacing w:val="-3"/>
        </w:rPr>
        <w:tab/>
        <w:t xml:space="preserve">uzgodnienie przez </w:t>
      </w:r>
      <w:r w:rsidRPr="00083FD6">
        <w:t>Inżyniera</w:t>
      </w:r>
      <w:r w:rsidRPr="00083FD6">
        <w:rPr>
          <w:spacing w:val="-3"/>
        </w:rPr>
        <w:t xml:space="preserve"> programu zapewnienia jakości i harmonogramów Robót,</w:t>
      </w:r>
    </w:p>
    <w:p w:rsidR="003D06BB" w:rsidRPr="00083FD6" w:rsidRDefault="003D06BB" w:rsidP="003D06BB">
      <w:pPr>
        <w:tabs>
          <w:tab w:val="left" w:pos="-1725"/>
          <w:tab w:val="left" w:pos="-1005"/>
          <w:tab w:val="left" w:pos="-285"/>
          <w:tab w:val="left" w:pos="3"/>
          <w:tab w:val="left" w:pos="198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284"/>
        <w:rPr>
          <w:spacing w:val="-3"/>
        </w:rPr>
      </w:pPr>
      <w:r w:rsidRPr="00083FD6">
        <w:rPr>
          <w:spacing w:val="-3"/>
        </w:rPr>
        <w:t>-</w:t>
      </w:r>
      <w:r w:rsidRPr="00083FD6">
        <w:rPr>
          <w:spacing w:val="-3"/>
        </w:rPr>
        <w:tab/>
        <w:t>terminy rozpoczęcia i zakończenia poszczególnych elementów Robót,</w:t>
      </w:r>
    </w:p>
    <w:p w:rsidR="003D06BB" w:rsidRPr="00083FD6" w:rsidRDefault="003D06BB" w:rsidP="003D06BB">
      <w:pPr>
        <w:tabs>
          <w:tab w:val="left" w:pos="-1725"/>
          <w:tab w:val="left" w:pos="-1005"/>
          <w:tab w:val="left" w:pos="-285"/>
          <w:tab w:val="left" w:pos="3"/>
          <w:tab w:val="left" w:pos="198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284"/>
        <w:rPr>
          <w:spacing w:val="-3"/>
        </w:rPr>
      </w:pPr>
      <w:r w:rsidRPr="00083FD6">
        <w:rPr>
          <w:spacing w:val="-3"/>
        </w:rPr>
        <w:t>-</w:t>
      </w:r>
      <w:r w:rsidRPr="00083FD6">
        <w:rPr>
          <w:spacing w:val="-3"/>
        </w:rPr>
        <w:tab/>
        <w:t>przebieg Robót, trudności i przeszkody w ich prowadzeniu, okresy i przyczyny przerw w Robotach,</w:t>
      </w:r>
    </w:p>
    <w:p w:rsidR="003D06BB" w:rsidRPr="00083FD6" w:rsidRDefault="003D06BB" w:rsidP="003D06BB">
      <w:pPr>
        <w:tabs>
          <w:tab w:val="left" w:pos="-1725"/>
          <w:tab w:val="left" w:pos="-1005"/>
          <w:tab w:val="left" w:pos="-285"/>
          <w:tab w:val="left" w:pos="3"/>
          <w:tab w:val="left" w:pos="198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284"/>
        <w:rPr>
          <w:spacing w:val="-3"/>
        </w:rPr>
      </w:pPr>
      <w:r w:rsidRPr="00083FD6">
        <w:rPr>
          <w:spacing w:val="-3"/>
        </w:rPr>
        <w:t>-</w:t>
      </w:r>
      <w:r w:rsidRPr="00083FD6">
        <w:rPr>
          <w:spacing w:val="-3"/>
        </w:rPr>
        <w:tab/>
        <w:t xml:space="preserve">uwagi i polecenia </w:t>
      </w:r>
      <w:r w:rsidRPr="00083FD6">
        <w:t>Inżyniera</w:t>
      </w:r>
      <w:r w:rsidRPr="00083FD6">
        <w:rPr>
          <w:spacing w:val="-3"/>
        </w:rPr>
        <w:t>,</w:t>
      </w:r>
    </w:p>
    <w:p w:rsidR="003D06BB" w:rsidRPr="00083FD6" w:rsidRDefault="003D06BB" w:rsidP="003D06BB">
      <w:pPr>
        <w:tabs>
          <w:tab w:val="left" w:pos="-1725"/>
          <w:tab w:val="left" w:pos="-1005"/>
          <w:tab w:val="left" w:pos="-285"/>
          <w:tab w:val="left" w:pos="3"/>
          <w:tab w:val="left" w:pos="198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284"/>
        <w:rPr>
          <w:spacing w:val="-3"/>
        </w:rPr>
      </w:pPr>
      <w:r w:rsidRPr="00083FD6">
        <w:rPr>
          <w:spacing w:val="-3"/>
        </w:rPr>
        <w:t>-</w:t>
      </w:r>
      <w:r w:rsidRPr="00083FD6">
        <w:rPr>
          <w:spacing w:val="-3"/>
        </w:rPr>
        <w:tab/>
        <w:t>daty zarządzenia wstrzymania Robót, z podaniem powodu,</w:t>
      </w:r>
    </w:p>
    <w:p w:rsidR="003D06BB" w:rsidRPr="00083FD6" w:rsidRDefault="003D06BB" w:rsidP="003D06BB">
      <w:pPr>
        <w:tabs>
          <w:tab w:val="left" w:pos="-1725"/>
          <w:tab w:val="left" w:pos="-1005"/>
          <w:tab w:val="left" w:pos="-285"/>
          <w:tab w:val="left" w:pos="3"/>
          <w:tab w:val="left" w:pos="198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284"/>
        <w:rPr>
          <w:spacing w:val="-3"/>
        </w:rPr>
      </w:pPr>
      <w:r w:rsidRPr="00083FD6">
        <w:rPr>
          <w:spacing w:val="-3"/>
        </w:rPr>
        <w:t>-</w:t>
      </w:r>
      <w:r w:rsidRPr="00083FD6">
        <w:rPr>
          <w:spacing w:val="-3"/>
        </w:rPr>
        <w:tab/>
        <w:t>zgłoszenia i daty odbiorów Robót zanikających i ulegających zakryciu, częściowych i ostatecznych odbiorów Robót,</w:t>
      </w:r>
    </w:p>
    <w:p w:rsidR="003D06BB" w:rsidRPr="00083FD6" w:rsidRDefault="003D06BB" w:rsidP="003D06BB">
      <w:pPr>
        <w:tabs>
          <w:tab w:val="left" w:pos="-1725"/>
          <w:tab w:val="left" w:pos="-1005"/>
          <w:tab w:val="left" w:pos="-285"/>
          <w:tab w:val="left" w:pos="3"/>
          <w:tab w:val="left" w:pos="198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284"/>
        <w:rPr>
          <w:spacing w:val="-3"/>
        </w:rPr>
      </w:pPr>
      <w:r w:rsidRPr="00083FD6">
        <w:rPr>
          <w:spacing w:val="-3"/>
        </w:rPr>
        <w:t>-</w:t>
      </w:r>
      <w:r w:rsidRPr="00083FD6">
        <w:rPr>
          <w:spacing w:val="-3"/>
        </w:rPr>
        <w:tab/>
        <w:t>wyjaśnienia, uwagi i propozycje Wykonawcy,</w:t>
      </w:r>
    </w:p>
    <w:p w:rsidR="003D06BB" w:rsidRPr="00083FD6" w:rsidRDefault="003D06BB" w:rsidP="003D06BB">
      <w:pPr>
        <w:tabs>
          <w:tab w:val="left" w:pos="-1725"/>
          <w:tab w:val="left" w:pos="-1005"/>
          <w:tab w:val="left" w:pos="-285"/>
          <w:tab w:val="left" w:pos="3"/>
          <w:tab w:val="left" w:pos="198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284"/>
        <w:rPr>
          <w:spacing w:val="-3"/>
        </w:rPr>
      </w:pPr>
      <w:r w:rsidRPr="00083FD6">
        <w:rPr>
          <w:spacing w:val="-3"/>
        </w:rPr>
        <w:t>-</w:t>
      </w:r>
      <w:r w:rsidRPr="00083FD6">
        <w:rPr>
          <w:spacing w:val="-3"/>
        </w:rPr>
        <w:tab/>
        <w:t>stan pogody i temperaturę powietrza w okresie wykonywania Robót podlegających ograniczeniom lub wymaganiom szczególnym w związku z warunkami klimatycznymi,</w:t>
      </w:r>
    </w:p>
    <w:p w:rsidR="003D06BB" w:rsidRPr="00083FD6" w:rsidRDefault="003D06BB" w:rsidP="003D06BB">
      <w:pPr>
        <w:tabs>
          <w:tab w:val="left" w:pos="-1725"/>
          <w:tab w:val="left" w:pos="-1005"/>
          <w:tab w:val="left" w:pos="-285"/>
          <w:tab w:val="left" w:pos="3"/>
          <w:tab w:val="left" w:pos="198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284"/>
        <w:rPr>
          <w:spacing w:val="-3"/>
        </w:rPr>
      </w:pPr>
      <w:r w:rsidRPr="00083FD6">
        <w:rPr>
          <w:spacing w:val="-3"/>
        </w:rPr>
        <w:t>-</w:t>
      </w:r>
      <w:r w:rsidRPr="00083FD6">
        <w:rPr>
          <w:spacing w:val="-3"/>
        </w:rPr>
        <w:tab/>
        <w:t>zgodność rzeczywistych warunków geotechnicznych z ich opisem w Dokumentacji Projektowej,</w:t>
      </w:r>
    </w:p>
    <w:p w:rsidR="003D06BB" w:rsidRPr="00083FD6" w:rsidRDefault="003D06BB" w:rsidP="003D06BB">
      <w:pPr>
        <w:tabs>
          <w:tab w:val="left" w:pos="-1725"/>
          <w:tab w:val="left" w:pos="-1005"/>
          <w:tab w:val="left" w:pos="-285"/>
          <w:tab w:val="left" w:pos="3"/>
          <w:tab w:val="left" w:pos="198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284"/>
        <w:rPr>
          <w:spacing w:val="-3"/>
        </w:rPr>
      </w:pPr>
      <w:r w:rsidRPr="00083FD6">
        <w:rPr>
          <w:spacing w:val="-3"/>
        </w:rPr>
        <w:t>-</w:t>
      </w:r>
      <w:r w:rsidRPr="00083FD6">
        <w:rPr>
          <w:spacing w:val="-3"/>
        </w:rPr>
        <w:tab/>
        <w:t>dane dotyczące czynności geodezyjnych (pomiarowych) dokonywanych przed i w trakcie wykonywania Robót,</w:t>
      </w:r>
    </w:p>
    <w:p w:rsidR="003D06BB" w:rsidRPr="00083FD6" w:rsidRDefault="003D06BB" w:rsidP="003D06BB">
      <w:pPr>
        <w:tabs>
          <w:tab w:val="left" w:pos="-1725"/>
          <w:tab w:val="left" w:pos="-1005"/>
          <w:tab w:val="left" w:pos="-285"/>
          <w:tab w:val="left" w:pos="3"/>
          <w:tab w:val="left" w:pos="198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284"/>
        <w:rPr>
          <w:spacing w:val="-3"/>
        </w:rPr>
      </w:pPr>
      <w:r w:rsidRPr="00083FD6">
        <w:rPr>
          <w:spacing w:val="-3"/>
        </w:rPr>
        <w:t>-</w:t>
      </w:r>
      <w:r w:rsidRPr="00083FD6">
        <w:rPr>
          <w:spacing w:val="-3"/>
        </w:rPr>
        <w:tab/>
        <w:t>dane dotyczące sposobu wykonywania zabezpieczenia Robót,</w:t>
      </w:r>
    </w:p>
    <w:p w:rsidR="003D06BB" w:rsidRPr="00083FD6" w:rsidRDefault="003D06BB" w:rsidP="003D06BB">
      <w:pPr>
        <w:tabs>
          <w:tab w:val="left" w:pos="-1725"/>
          <w:tab w:val="left" w:pos="-1005"/>
          <w:tab w:val="left" w:pos="-285"/>
          <w:tab w:val="left" w:pos="3"/>
          <w:tab w:val="left" w:pos="198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284"/>
        <w:rPr>
          <w:spacing w:val="-3"/>
        </w:rPr>
      </w:pPr>
      <w:r w:rsidRPr="00083FD6">
        <w:rPr>
          <w:spacing w:val="-3"/>
        </w:rPr>
        <w:t>-</w:t>
      </w:r>
      <w:r w:rsidRPr="00083FD6">
        <w:rPr>
          <w:spacing w:val="-3"/>
        </w:rPr>
        <w:tab/>
        <w:t>dane dotyczące jakości materiałów, pobierania próbek oraz wyniki przeprowadzonych badań z podaniem, kto je przeprowadzał,</w:t>
      </w:r>
    </w:p>
    <w:p w:rsidR="003D06BB" w:rsidRPr="00083FD6" w:rsidRDefault="003D06BB" w:rsidP="003D06BB">
      <w:pPr>
        <w:tabs>
          <w:tab w:val="left" w:pos="-1725"/>
          <w:tab w:val="left" w:pos="-1005"/>
          <w:tab w:val="left" w:pos="-285"/>
          <w:tab w:val="left" w:pos="3"/>
          <w:tab w:val="left" w:pos="198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284"/>
        <w:rPr>
          <w:spacing w:val="-3"/>
        </w:rPr>
      </w:pPr>
      <w:r w:rsidRPr="00083FD6">
        <w:rPr>
          <w:spacing w:val="-3"/>
        </w:rPr>
        <w:t>-</w:t>
      </w:r>
      <w:r w:rsidRPr="00083FD6">
        <w:rPr>
          <w:spacing w:val="-3"/>
        </w:rPr>
        <w:tab/>
        <w:t>wyniki prób poszczególnych elementów budowli z podaniem, kto je przeprowadzał,</w:t>
      </w:r>
    </w:p>
    <w:p w:rsidR="003D06BB" w:rsidRPr="00083FD6" w:rsidRDefault="003D06BB" w:rsidP="003D06BB">
      <w:pPr>
        <w:tabs>
          <w:tab w:val="left" w:pos="-1725"/>
          <w:tab w:val="left" w:pos="-1005"/>
          <w:tab w:val="left" w:pos="-285"/>
          <w:tab w:val="left" w:pos="3"/>
          <w:tab w:val="left" w:pos="198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284"/>
        <w:rPr>
          <w:spacing w:val="-3"/>
        </w:rPr>
      </w:pPr>
      <w:r w:rsidRPr="00083FD6">
        <w:rPr>
          <w:spacing w:val="-3"/>
        </w:rPr>
        <w:t>-</w:t>
      </w:r>
      <w:r w:rsidRPr="00083FD6">
        <w:rPr>
          <w:spacing w:val="-3"/>
        </w:rPr>
        <w:tab/>
        <w:t>inne istotne informacje o przebiegu Robót.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993"/>
        <w:rPr>
          <w:spacing w:val="-3"/>
        </w:rPr>
      </w:pP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Propozycje, uwagi i wyjaśnienia Wykonawcy, wpisane do Dziennika Budowy będą przedłożone </w:t>
      </w:r>
      <w:r w:rsidRPr="00083FD6">
        <w:t>Inżynierowi</w:t>
      </w:r>
      <w:r w:rsidRPr="00083FD6">
        <w:rPr>
          <w:spacing w:val="-3"/>
        </w:rPr>
        <w:t xml:space="preserve"> do ustosunkowania się. Decyzje </w:t>
      </w:r>
      <w:r w:rsidRPr="00083FD6">
        <w:t>Inżyniera</w:t>
      </w:r>
      <w:r w:rsidRPr="00083FD6">
        <w:rPr>
          <w:spacing w:val="-3"/>
        </w:rPr>
        <w:t xml:space="preserve"> wpisane do Dziennika Budowy Wykonawca podpisuje z zaznaczeniem ich przyjęcia lub zajęciem stanowiska.</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Wpis projektanta do Dziennika Budowy obliguje </w:t>
      </w:r>
      <w:r w:rsidRPr="00083FD6">
        <w:t>Inżyniera</w:t>
      </w:r>
      <w:r w:rsidRPr="00083FD6">
        <w:rPr>
          <w:spacing w:val="-3"/>
        </w:rPr>
        <w:t xml:space="preserve"> do ustosunkowania się. Projektant nie jest jednak stroną Umowy i nie ma uprawnień do wydawania poleceń Wykonawcy Robót.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993"/>
        <w:rPr>
          <w:spacing w:val="-3"/>
        </w:rPr>
      </w:pPr>
    </w:p>
    <w:p w:rsidR="003D06BB" w:rsidRPr="00083FD6" w:rsidRDefault="003D06BB" w:rsidP="003D06BB">
      <w:pPr>
        <w:tabs>
          <w:tab w:val="center" w:pos="5400"/>
          <w:tab w:val="right" w:pos="9936"/>
        </w:tabs>
        <w:rPr>
          <w:b/>
          <w:spacing w:val="-3"/>
        </w:rPr>
      </w:pPr>
      <w:r w:rsidRPr="00083FD6">
        <w:rPr>
          <w:b/>
          <w:spacing w:val="-3"/>
        </w:rPr>
        <w:t xml:space="preserve"> (</w:t>
      </w:r>
      <w:r>
        <w:rPr>
          <w:b/>
          <w:spacing w:val="-3"/>
        </w:rPr>
        <w:t>2</w:t>
      </w:r>
      <w:r w:rsidRPr="00083FD6">
        <w:rPr>
          <w:b/>
          <w:spacing w:val="-3"/>
        </w:rPr>
        <w:t>) Dokumenty laboratoryjne</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Dzienniki laboratoryjne, deklaracje zgodności lub certyfikaty zgodności materiałów, znaki CE lub znaki budowlane wyrobów, orzeczenia o jakości materiałów, recepty robocze i kontrolne wyniki badań Wykonawcy będą gromadzone w formie uzgodnionej w programie zapewnienia jakości. Dokumenty te stanowią załączniki do odbioru Robót. Winny być udostępnione na każde życzenie </w:t>
      </w:r>
      <w:r w:rsidRPr="00083FD6">
        <w:t>Inżyniera</w:t>
      </w:r>
      <w:r w:rsidRPr="00083FD6">
        <w:rPr>
          <w:spacing w:val="-3"/>
        </w:rPr>
        <w: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3D06BB" w:rsidRPr="00083FD6" w:rsidRDefault="003D06BB" w:rsidP="003D06BB">
      <w:pPr>
        <w:tabs>
          <w:tab w:val="center" w:pos="5400"/>
          <w:tab w:val="right" w:pos="9936"/>
        </w:tabs>
        <w:rPr>
          <w:b/>
          <w:spacing w:val="-3"/>
        </w:rPr>
      </w:pPr>
      <w:r w:rsidRPr="00083FD6">
        <w:rPr>
          <w:b/>
          <w:spacing w:val="-3"/>
        </w:rPr>
        <w:t xml:space="preserve"> (</w:t>
      </w:r>
      <w:r>
        <w:rPr>
          <w:b/>
          <w:spacing w:val="-3"/>
        </w:rPr>
        <w:t>3</w:t>
      </w:r>
      <w:r w:rsidRPr="00083FD6">
        <w:rPr>
          <w:b/>
          <w:spacing w:val="-3"/>
        </w:rPr>
        <w:t>) Pozostałe dokumenty budowy</w:t>
      </w:r>
    </w:p>
    <w:p w:rsidR="003D06BB" w:rsidRPr="00083FD6" w:rsidRDefault="003D06BB" w:rsidP="003D06BB">
      <w:pPr>
        <w:tabs>
          <w:tab w:val="center" w:pos="5400"/>
          <w:tab w:val="right" w:pos="9936"/>
        </w:tabs>
        <w:rPr>
          <w:spacing w:val="-3"/>
        </w:rPr>
      </w:pPr>
      <w:r w:rsidRPr="00083FD6">
        <w:rPr>
          <w:spacing w:val="-3"/>
        </w:rPr>
        <w:t xml:space="preserve">Do dokumentów budowy zalicza się, oprócz wymienionych w </w:t>
      </w:r>
      <w:proofErr w:type="spellStart"/>
      <w:r w:rsidRPr="00083FD6">
        <w:rPr>
          <w:spacing w:val="-3"/>
        </w:rPr>
        <w:t>pkt</w:t>
      </w:r>
      <w:proofErr w:type="spellEnd"/>
      <w:r w:rsidRPr="00083FD6">
        <w:rPr>
          <w:spacing w:val="-3"/>
        </w:rPr>
        <w:t xml:space="preserve"> (1)-(3) następujące dokumenty:</w:t>
      </w:r>
    </w:p>
    <w:p w:rsidR="003D06BB" w:rsidRPr="00083FD6" w:rsidRDefault="003D06BB" w:rsidP="003D06BB">
      <w:pPr>
        <w:widowControl w:val="0"/>
        <w:numPr>
          <w:ilvl w:val="0"/>
          <w:numId w:val="35"/>
        </w:numPr>
        <w:tabs>
          <w:tab w:val="center" w:pos="5760"/>
          <w:tab w:val="right" w:pos="10296"/>
        </w:tabs>
        <w:suppressAutoHyphens/>
        <w:overflowPunct/>
        <w:autoSpaceDE/>
        <w:autoSpaceDN/>
        <w:adjustRightInd/>
        <w:textAlignment w:val="auto"/>
        <w:rPr>
          <w:spacing w:val="-3"/>
        </w:rPr>
      </w:pPr>
      <w:r w:rsidRPr="00083FD6">
        <w:rPr>
          <w:spacing w:val="-3"/>
        </w:rPr>
        <w:t>pozwolenie na realizację zadania budowlanego,</w:t>
      </w:r>
    </w:p>
    <w:p w:rsidR="003D06BB" w:rsidRPr="00083FD6" w:rsidRDefault="003D06BB" w:rsidP="003D06BB">
      <w:pPr>
        <w:widowControl w:val="0"/>
        <w:numPr>
          <w:ilvl w:val="0"/>
          <w:numId w:val="35"/>
        </w:numPr>
        <w:tabs>
          <w:tab w:val="center" w:pos="5760"/>
          <w:tab w:val="right" w:pos="10296"/>
        </w:tabs>
        <w:suppressAutoHyphens/>
        <w:overflowPunct/>
        <w:autoSpaceDE/>
        <w:autoSpaceDN/>
        <w:adjustRightInd/>
        <w:textAlignment w:val="auto"/>
        <w:rPr>
          <w:spacing w:val="-3"/>
        </w:rPr>
      </w:pPr>
      <w:r w:rsidRPr="00083FD6">
        <w:rPr>
          <w:spacing w:val="-3"/>
        </w:rPr>
        <w:t>protokoły przekazania Terenu Budowy,</w:t>
      </w:r>
    </w:p>
    <w:p w:rsidR="003D06BB" w:rsidRPr="00083FD6" w:rsidRDefault="003D06BB" w:rsidP="003D06BB">
      <w:pPr>
        <w:widowControl w:val="0"/>
        <w:numPr>
          <w:ilvl w:val="0"/>
          <w:numId w:val="35"/>
        </w:numPr>
        <w:tabs>
          <w:tab w:val="center" w:pos="5760"/>
          <w:tab w:val="right" w:pos="10296"/>
        </w:tabs>
        <w:suppressAutoHyphens/>
        <w:overflowPunct/>
        <w:autoSpaceDE/>
        <w:autoSpaceDN/>
        <w:adjustRightInd/>
        <w:textAlignment w:val="auto"/>
        <w:rPr>
          <w:spacing w:val="-3"/>
        </w:rPr>
      </w:pPr>
      <w:r w:rsidRPr="00083FD6">
        <w:rPr>
          <w:spacing w:val="-3"/>
        </w:rPr>
        <w:t>umowy cywilno-prawne z osobami trzecimi i inne umowy cywilno-prawne,</w:t>
      </w:r>
    </w:p>
    <w:p w:rsidR="003D06BB" w:rsidRPr="00083FD6" w:rsidRDefault="003D06BB" w:rsidP="003D06BB">
      <w:pPr>
        <w:widowControl w:val="0"/>
        <w:numPr>
          <w:ilvl w:val="0"/>
          <w:numId w:val="35"/>
        </w:numPr>
        <w:tabs>
          <w:tab w:val="center" w:pos="5760"/>
          <w:tab w:val="right" w:pos="10296"/>
        </w:tabs>
        <w:suppressAutoHyphens/>
        <w:overflowPunct/>
        <w:autoSpaceDE/>
        <w:autoSpaceDN/>
        <w:adjustRightInd/>
        <w:textAlignment w:val="auto"/>
        <w:rPr>
          <w:spacing w:val="-3"/>
        </w:rPr>
      </w:pPr>
      <w:r w:rsidRPr="00083FD6">
        <w:rPr>
          <w:spacing w:val="-3"/>
        </w:rPr>
        <w:t>protokoły odbioru Robót,</w:t>
      </w:r>
    </w:p>
    <w:p w:rsidR="003D06BB" w:rsidRPr="00083FD6" w:rsidRDefault="003D06BB" w:rsidP="003D06BB">
      <w:pPr>
        <w:widowControl w:val="0"/>
        <w:numPr>
          <w:ilvl w:val="0"/>
          <w:numId w:val="35"/>
        </w:numPr>
        <w:tabs>
          <w:tab w:val="center" w:pos="5760"/>
          <w:tab w:val="right" w:pos="10296"/>
        </w:tabs>
        <w:suppressAutoHyphens/>
        <w:overflowPunct/>
        <w:autoSpaceDE/>
        <w:autoSpaceDN/>
        <w:adjustRightInd/>
        <w:textAlignment w:val="auto"/>
        <w:rPr>
          <w:spacing w:val="-3"/>
        </w:rPr>
      </w:pPr>
      <w:r w:rsidRPr="00083FD6">
        <w:rPr>
          <w:spacing w:val="-3"/>
        </w:rPr>
        <w:t>protokoły z narad i ustaleń,</w:t>
      </w:r>
    </w:p>
    <w:p w:rsidR="003D06BB" w:rsidRPr="00083FD6" w:rsidRDefault="003D06BB" w:rsidP="006D4EBC">
      <w:pPr>
        <w:tabs>
          <w:tab w:val="center" w:pos="6123"/>
          <w:tab w:val="right" w:pos="10659"/>
        </w:tabs>
        <w:ind w:left="723"/>
        <w:rPr>
          <w:spacing w:val="-3"/>
        </w:rPr>
      </w:pPr>
      <w:r w:rsidRPr="00083FD6">
        <w:rPr>
          <w:spacing w:val="-3"/>
        </w:rPr>
        <w:t>f)    korespondencję na budowie.</w:t>
      </w:r>
    </w:p>
    <w:p w:rsidR="003D06BB" w:rsidRPr="00083FD6" w:rsidRDefault="003D06BB" w:rsidP="003D06BB">
      <w:pPr>
        <w:tabs>
          <w:tab w:val="center" w:pos="5400"/>
          <w:tab w:val="right" w:pos="9936"/>
        </w:tabs>
        <w:rPr>
          <w:b/>
          <w:spacing w:val="-3"/>
        </w:rPr>
      </w:pPr>
      <w:r w:rsidRPr="00083FD6">
        <w:rPr>
          <w:b/>
          <w:spacing w:val="-3"/>
        </w:rPr>
        <w:t>(</w:t>
      </w:r>
      <w:r>
        <w:rPr>
          <w:b/>
          <w:spacing w:val="-3"/>
        </w:rPr>
        <w:t>4</w:t>
      </w:r>
      <w:r w:rsidRPr="00083FD6">
        <w:rPr>
          <w:b/>
          <w:spacing w:val="-3"/>
        </w:rPr>
        <w:t>) Przechowywanie dokumentów budowy</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Dokumenty budowy będą przechowywane na Terenie Budowy w miejscu odpowiednio zabezpieczonym. Zaginięcie któregokolwiek z dokumentów budowy spowoduje jego natychmiastowe odtworzenie w formie przewidzianej prawem. Wszelkie dokumenty budowy będą zawsze dostępne dla</w:t>
      </w:r>
      <w:r w:rsidRPr="00A20F08">
        <w:rPr>
          <w:rFonts w:ascii="Tahoma" w:hAnsi="Tahoma" w:cs="Tahoma"/>
          <w:spacing w:val="-3"/>
        </w:rPr>
        <w:t xml:space="preserve"> </w:t>
      </w:r>
      <w:r w:rsidRPr="00083FD6">
        <w:t>Inżyniera</w:t>
      </w:r>
      <w:r w:rsidRPr="00083FD6">
        <w:rPr>
          <w:spacing w:val="-3"/>
        </w:rPr>
        <w:t xml:space="preserve"> i przedstawiane do wglądu na życzenie Zamawiającego.</w:t>
      </w:r>
    </w:p>
    <w:p w:rsidR="003D06BB" w:rsidRPr="00083FD6" w:rsidRDefault="003D06BB" w:rsidP="003D06BB">
      <w:r w:rsidRPr="00083FD6">
        <w:t>Uznaje się, że wszelkie koszty związane z wypełnieniem wymagań określonych powyżej nie podlegają odrębnej zapłacie i są uwzględnione w cenie kontraktowej.</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b/>
          <w:spacing w:val="-3"/>
        </w:rPr>
        <w:t>7. OBMIAR ROBÓT</w:t>
      </w:r>
    </w:p>
    <w:p w:rsidR="003D06BB" w:rsidRPr="00765A37"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16"/>
          <w:szCs w:val="16"/>
        </w:rPr>
      </w:pPr>
    </w:p>
    <w:p w:rsidR="003D06BB" w:rsidRPr="00083FD6" w:rsidRDefault="003D06BB" w:rsidP="003D06BB">
      <w:pPr>
        <w:tabs>
          <w:tab w:val="center" w:pos="5400"/>
          <w:tab w:val="right" w:pos="9936"/>
        </w:tabs>
        <w:rPr>
          <w:b/>
          <w:spacing w:val="-3"/>
        </w:rPr>
      </w:pPr>
      <w:r w:rsidRPr="00083FD6">
        <w:rPr>
          <w:b/>
          <w:spacing w:val="-3"/>
        </w:rPr>
        <w:t>7.1. Ogólne zasady Geodezyjnego  Obmiaru Robót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Geodezyjny Obmiar Robót będzie określać faktyczny zakres wykonywanych Robót zgodnie z Dokumentacją Projektową i ST, w jednostkach ustalonych w Przedmiarze Robót.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406251">
        <w:rPr>
          <w:color w:val="000000"/>
          <w:spacing w:val="-3"/>
        </w:rPr>
        <w:lastRenderedPageBreak/>
        <w:t xml:space="preserve"> Geodezyjnego</w:t>
      </w:r>
      <w:r>
        <w:rPr>
          <w:color w:val="99CC00"/>
          <w:spacing w:val="-3"/>
        </w:rPr>
        <w:t xml:space="preserve"> </w:t>
      </w:r>
      <w:r w:rsidRPr="00083FD6">
        <w:rPr>
          <w:spacing w:val="-3"/>
        </w:rPr>
        <w:t xml:space="preserve">Obmiaru Robót dokonuje Wykonawca po pisemnym powiadomieniu </w:t>
      </w:r>
      <w:r w:rsidRPr="00083FD6">
        <w:t>Inżyniera</w:t>
      </w:r>
      <w:r w:rsidRPr="00083FD6">
        <w:rPr>
          <w:spacing w:val="-3"/>
        </w:rPr>
        <w:t xml:space="preserve"> o zakresie obmierzanych Robót i terminie obmiaru, co najmniej na 3 dni przed tym terminem. Wyniki obmiaru będą wpisane do Książki Obmiarów. Jakikolwiek błąd lub przeoczenie (opuszczenie) w ilościach podanych w Przedmiarze Robót lub gdzie indziej w Specyfikacjach Technicznych nie zwalnia Wykonawcy od obowiązku ukończenia wszystkich Robót. Błędne dane zostaną poprawione wg instrukcji </w:t>
      </w:r>
      <w:r w:rsidRPr="00083FD6">
        <w:t>Inżyniera</w:t>
      </w:r>
      <w:r w:rsidRPr="00083FD6">
        <w:rPr>
          <w:spacing w:val="-3"/>
        </w:rPr>
        <w:t xml:space="preserve"> na piśmie.</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pPr>
      <w:r w:rsidRPr="00083FD6">
        <w:rPr>
          <w:spacing w:val="-3"/>
        </w:rPr>
        <w:t xml:space="preserve">Obmiar gotowych Robót będzie przeprowadzony z częstością wymaganą do celu miesięcznej płatności na rzecz Wykonawcy lub w innym czasie określonym w Umowie lub oczekiwanym przez Wykonawcę i  </w:t>
      </w:r>
      <w:r w:rsidRPr="00083FD6">
        <w:t xml:space="preserve">Inżyniera. Do każdej częściowej sprzedaży elementów, robót czy materiałów konieczne jest dołączenie </w:t>
      </w:r>
      <w:r w:rsidRPr="00083FD6">
        <w:rPr>
          <w:color w:val="99CC00"/>
        </w:rPr>
        <w:t xml:space="preserve"> </w:t>
      </w:r>
      <w:r w:rsidRPr="00083FD6">
        <w:t>Obmiarów Robót.</w:t>
      </w:r>
    </w:p>
    <w:p w:rsidR="003D06BB" w:rsidRPr="00083FD6" w:rsidRDefault="003D06BB" w:rsidP="003D06BB">
      <w:r w:rsidRPr="00083FD6">
        <w:t>Uznaje się, że wszelkie koszty związane z wypełnieniem wymagań określonych powyżej nie podlegają odrębnej zapłacie i są uwzględnione w cenie kontraktowej.</w:t>
      </w:r>
    </w:p>
    <w:p w:rsidR="003D06BB" w:rsidRPr="00083FD6" w:rsidRDefault="003D06BB" w:rsidP="003D06BB">
      <w:pPr>
        <w:tabs>
          <w:tab w:val="center" w:pos="5400"/>
          <w:tab w:val="right" w:pos="9936"/>
        </w:tabs>
        <w:rPr>
          <w:b/>
          <w:spacing w:val="-3"/>
        </w:rPr>
      </w:pPr>
    </w:p>
    <w:p w:rsidR="003D06BB" w:rsidRPr="00083FD6" w:rsidRDefault="003D06BB" w:rsidP="003D06BB">
      <w:pPr>
        <w:tabs>
          <w:tab w:val="center" w:pos="5400"/>
          <w:tab w:val="right" w:pos="9936"/>
        </w:tabs>
        <w:rPr>
          <w:b/>
          <w:spacing w:val="-3"/>
        </w:rPr>
      </w:pPr>
      <w:r w:rsidRPr="00083FD6">
        <w:rPr>
          <w:b/>
          <w:spacing w:val="-3"/>
        </w:rPr>
        <w:t>7.2. Zasady określania ilości Robót i materiałów</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Długości i odległości pomiędzy wyszczególnionymi punktami skrajnymi będą obmierzone poziomo wzdłuż linii osiowej.</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Jeżeli w Specyfikacji Technicznej dla danej Roboty nie postanowiono inaczej, uważa się że, mierzone ilości będą określane zgodnie z zasadami arytmetyki z dokładnością odpowiadającą podanej dla danej pozycji w kosztorysie ofertowym.</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Jeśli Specyfikacje Techniczne właściwe dla danych Robót nie wymagają tego inaczej, objętości będą wyliczone w m</w:t>
      </w:r>
      <w:r w:rsidRPr="00083FD6">
        <w:rPr>
          <w:spacing w:val="-3"/>
          <w:vertAlign w:val="superscript"/>
        </w:rPr>
        <w:t>3</w:t>
      </w:r>
      <w:r w:rsidRPr="00083FD6">
        <w:rPr>
          <w:spacing w:val="-3"/>
        </w:rPr>
        <w:t xml:space="preserve"> jako długość pomnożona przez średni przekrój. Ilości, które mają być obmierzone wagowo, będą ważone w tonach lub kilogramach zgodnie z wymaganiami  Specyfikacji Technicznych. Dla ustalenia powierzchni warstw konstrukcyjnych nawierzchni wiążące są wymiary górnej płaszczyzny warstwy.</w:t>
      </w:r>
    </w:p>
    <w:p w:rsidR="003D06BB" w:rsidRPr="00083FD6" w:rsidRDefault="003D06BB" w:rsidP="003D06BB">
      <w:r w:rsidRPr="00083FD6">
        <w:t>Uznaje się, że wszelkie koszty związane z wypełnieniem wymagań określonych powyżej nie podlegają odrębnej zapłacie i są uwzględnione w cenie kontraktowej.</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3D06BB" w:rsidRPr="00083FD6" w:rsidRDefault="003D06BB" w:rsidP="003D06BB">
      <w:pPr>
        <w:tabs>
          <w:tab w:val="center" w:pos="5400"/>
          <w:tab w:val="right" w:pos="9936"/>
        </w:tabs>
        <w:rPr>
          <w:b/>
          <w:spacing w:val="-3"/>
        </w:rPr>
      </w:pPr>
      <w:r w:rsidRPr="00083FD6">
        <w:rPr>
          <w:b/>
          <w:spacing w:val="-3"/>
        </w:rPr>
        <w:t>7.3. Urządzenia i sprzęt pomiarowy</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Wszystkie urządzenia i sprzęt pomiarowy, stosowany w czasie obmiaru Robót będą zaakceptowane przez  </w:t>
      </w:r>
      <w:r w:rsidRPr="00083FD6">
        <w:t>Inżyniera</w:t>
      </w:r>
      <w:r w:rsidRPr="00083FD6">
        <w:rPr>
          <w:spacing w:val="-3"/>
        </w:rPr>
        <w: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Urządzenia i sprzęt pomiarowy zostaną dostarczone przez Wykonawcę. Jeżeli urządzenia te lub sprzęt wymagają badań atestujących to Wykonawca będzie posiadać ważne świadectwa legalizacji.</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Wszystkie urządzenia pomiarowe będą przez Wykonawcę utrzymywane w dobrym stanie, w całym okresie trwania Robót.</w:t>
      </w:r>
    </w:p>
    <w:p w:rsidR="003D06BB" w:rsidRPr="00083FD6" w:rsidRDefault="003D06BB" w:rsidP="003D06BB">
      <w:r w:rsidRPr="00083FD6">
        <w:t>Uznaje się, że wszelkie koszty związane z wypełnieniem wymagań określonych powyżej nie podlegają odrębnej zapłacie i są uwzględnione w cenie kontraktowej.</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3D06BB" w:rsidRPr="00083FD6" w:rsidRDefault="003D06BB" w:rsidP="003D06BB">
      <w:pPr>
        <w:tabs>
          <w:tab w:val="center" w:pos="5400"/>
          <w:tab w:val="right" w:pos="9936"/>
        </w:tabs>
        <w:rPr>
          <w:b/>
          <w:spacing w:val="-3"/>
        </w:rPr>
      </w:pPr>
      <w:r w:rsidRPr="00083FD6">
        <w:rPr>
          <w:b/>
          <w:spacing w:val="-3"/>
        </w:rPr>
        <w:t>7.4. Wagi i zasady ważenia</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Wykonawca dostarczy i zainstaluje urządzenia wagowe odpowiadające odnośnym wymaganiom Specyfikacji Technicznych. Będzie utrzymywać to wyposażenie zapewniając w sposób ciągły zachowanie dokładności wg norm zatwierdzonych przez </w:t>
      </w:r>
      <w:r w:rsidRPr="00083FD6">
        <w:t>Inżyniera</w:t>
      </w:r>
      <w:r w:rsidRPr="00083FD6">
        <w:rPr>
          <w:spacing w:val="-3"/>
        </w:rPr>
        <w:t>.</w:t>
      </w:r>
    </w:p>
    <w:p w:rsidR="003D06BB" w:rsidRPr="00083FD6" w:rsidRDefault="003D06BB" w:rsidP="003D06BB">
      <w:r w:rsidRPr="00083FD6">
        <w:t>Uznaje się, że wszelkie koszty związane z wypełnieniem wymagań określonych powyżej nie podlegają odrębnej zapłacie i są uwzględnione w cenie kontraktowej.</w:t>
      </w:r>
    </w:p>
    <w:p w:rsidR="003D06BB" w:rsidRPr="00083FD6" w:rsidRDefault="003D06BB" w:rsidP="003D06BB">
      <w:pPr>
        <w:ind w:firstLine="993"/>
      </w:pPr>
    </w:p>
    <w:p w:rsidR="003D06BB" w:rsidRPr="00083FD6" w:rsidRDefault="003D06BB" w:rsidP="003D06BB">
      <w:pPr>
        <w:tabs>
          <w:tab w:val="center" w:pos="5400"/>
          <w:tab w:val="right" w:pos="9936"/>
        </w:tabs>
        <w:rPr>
          <w:b/>
          <w:spacing w:val="-3"/>
        </w:rPr>
      </w:pPr>
      <w:r w:rsidRPr="00083FD6">
        <w:rPr>
          <w:b/>
          <w:spacing w:val="-3"/>
        </w:rPr>
        <w:t>7.5. Czas przeprowadzenia obmiaru</w:t>
      </w:r>
    </w:p>
    <w:p w:rsidR="003D06BB" w:rsidRPr="00083FD6" w:rsidRDefault="003D06BB" w:rsidP="003D06BB">
      <w:pPr>
        <w:tabs>
          <w:tab w:val="center" w:pos="5400"/>
          <w:tab w:val="right" w:pos="9936"/>
        </w:tabs>
        <w:rPr>
          <w:b/>
          <w:spacing w:val="-3"/>
        </w:rPr>
      </w:pPr>
      <w:r w:rsidRPr="00083FD6">
        <w:rPr>
          <w:spacing w:val="-3"/>
        </w:rPr>
        <w:t>Geodezyjne Obmiary będą przeprowadzone przed częściowym lub ostatecznym odbiorem odcinków Robót, a także w przypadku występowania dłuższej przerwy w Robotach.</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Geodezyjny</w:t>
      </w:r>
      <w:r w:rsidRPr="00083FD6">
        <w:rPr>
          <w:color w:val="99CC00"/>
          <w:spacing w:val="-3"/>
        </w:rPr>
        <w:t xml:space="preserve"> </w:t>
      </w:r>
      <w:r w:rsidRPr="00083FD6">
        <w:rPr>
          <w:spacing w:val="-3"/>
        </w:rPr>
        <w:t>Obmiar Robót zanikających przeprowadza się w czasie ich wykonywania. Obmiar Robót podlegających zakryciu przeprowadza się przed ich zakryciem.</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Roboty pomiarowe do obmiaru oraz nieodzowne obliczenia będą wykonane w sposób zrozumiały i jednoznaczny. 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w:t>
      </w:r>
      <w:r w:rsidRPr="00083FD6">
        <w:t>Inżyniera</w:t>
      </w:r>
      <w:r w:rsidRPr="00083FD6">
        <w:rPr>
          <w:spacing w:val="-3"/>
        </w:rPr>
        <w:t>.</w:t>
      </w:r>
    </w:p>
    <w:p w:rsidR="003D06BB" w:rsidRDefault="003D06BB" w:rsidP="003D06BB">
      <w:r w:rsidRPr="00083FD6">
        <w:t>Uznaje się, że wszelkie koszty związane z wypełnieniem wymagań określonych powyżej nie podlegają odrębnej zapłacie i są uwzględnione w cenie kontraktowej.</w:t>
      </w:r>
    </w:p>
    <w:p w:rsidR="003D06BB" w:rsidRPr="00083FD6" w:rsidRDefault="003D06BB" w:rsidP="003D06BB"/>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b/>
          <w:spacing w:val="-3"/>
        </w:rPr>
        <w:t>8. ODBIÓR ROBÓT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3D06BB" w:rsidRPr="00083FD6" w:rsidRDefault="003D06BB" w:rsidP="003D06BB">
      <w:pPr>
        <w:tabs>
          <w:tab w:val="center" w:pos="5400"/>
          <w:tab w:val="right" w:pos="9936"/>
        </w:tabs>
        <w:rPr>
          <w:b/>
          <w:spacing w:val="-3"/>
        </w:rPr>
      </w:pPr>
      <w:r w:rsidRPr="00083FD6">
        <w:rPr>
          <w:b/>
          <w:spacing w:val="-3"/>
        </w:rPr>
        <w:t>8.1. Rodzaje odbiorów robót</w:t>
      </w:r>
    </w:p>
    <w:p w:rsidR="003D06BB" w:rsidRPr="00083FD6" w:rsidRDefault="003D06BB" w:rsidP="003D06BB">
      <w:pPr>
        <w:tabs>
          <w:tab w:val="center" w:pos="5400"/>
          <w:tab w:val="right" w:pos="9936"/>
        </w:tabs>
        <w:rPr>
          <w:spacing w:val="-3"/>
        </w:rPr>
      </w:pPr>
      <w:r w:rsidRPr="00083FD6">
        <w:rPr>
          <w:spacing w:val="-3"/>
        </w:rPr>
        <w:t>W zależności od ustaleń odpowiednich ST, Roboty podlegają następującym etapom odbioru:</w:t>
      </w:r>
    </w:p>
    <w:p w:rsidR="003D06BB" w:rsidRPr="00083FD6" w:rsidRDefault="003D06BB" w:rsidP="003D06BB">
      <w:pPr>
        <w:tabs>
          <w:tab w:val="center" w:pos="5400"/>
          <w:tab w:val="right" w:pos="9936"/>
        </w:tabs>
        <w:rPr>
          <w:spacing w:val="-3"/>
        </w:rPr>
      </w:pPr>
    </w:p>
    <w:p w:rsidR="003D06BB" w:rsidRPr="00083FD6" w:rsidRDefault="003D06BB" w:rsidP="003D06BB">
      <w:pPr>
        <w:tabs>
          <w:tab w:val="center" w:pos="5832"/>
          <w:tab w:val="right" w:pos="10368"/>
        </w:tabs>
        <w:ind w:left="432" w:hanging="432"/>
        <w:rPr>
          <w:spacing w:val="-3"/>
        </w:rPr>
      </w:pPr>
      <w:r w:rsidRPr="00083FD6">
        <w:rPr>
          <w:spacing w:val="-3"/>
        </w:rPr>
        <w:lastRenderedPageBreak/>
        <w:t xml:space="preserve">     a) odbiorowi Robót zanikających i ulegających zakryciu,</w:t>
      </w:r>
    </w:p>
    <w:p w:rsidR="003D06BB" w:rsidRPr="00083FD6" w:rsidRDefault="003D06BB" w:rsidP="003D06BB">
      <w:pPr>
        <w:tabs>
          <w:tab w:val="center" w:pos="5400"/>
          <w:tab w:val="right" w:pos="9936"/>
        </w:tabs>
        <w:rPr>
          <w:spacing w:val="-3"/>
        </w:rPr>
      </w:pPr>
      <w:r w:rsidRPr="00083FD6">
        <w:rPr>
          <w:spacing w:val="-3"/>
        </w:rPr>
        <w:t xml:space="preserve">     b) odbiorowi częściowemu,</w:t>
      </w:r>
    </w:p>
    <w:p w:rsidR="003D06BB" w:rsidRPr="00083FD6" w:rsidRDefault="003D06BB" w:rsidP="003D06BB">
      <w:pPr>
        <w:tabs>
          <w:tab w:val="center" w:pos="5400"/>
          <w:tab w:val="right" w:pos="9936"/>
        </w:tabs>
        <w:rPr>
          <w:spacing w:val="-3"/>
        </w:rPr>
      </w:pPr>
      <w:r w:rsidRPr="00083FD6">
        <w:rPr>
          <w:spacing w:val="-3"/>
        </w:rPr>
        <w:t xml:space="preserve">     c) odbiorowi </w:t>
      </w:r>
      <w:r w:rsidRPr="00083FD6">
        <w:t>ostatecznemu</w:t>
      </w:r>
      <w:r w:rsidRPr="00083FD6">
        <w:rPr>
          <w:spacing w:val="-3"/>
        </w:rPr>
        <w:t>,</w:t>
      </w:r>
    </w:p>
    <w:p w:rsidR="003D06BB" w:rsidRPr="00083FD6" w:rsidRDefault="003D06BB" w:rsidP="003D06BB">
      <w:pPr>
        <w:tabs>
          <w:tab w:val="center" w:pos="5400"/>
          <w:tab w:val="right" w:pos="9936"/>
        </w:tabs>
        <w:rPr>
          <w:spacing w:val="-3"/>
        </w:rPr>
      </w:pPr>
      <w:r w:rsidRPr="00083FD6">
        <w:rPr>
          <w:spacing w:val="-3"/>
        </w:rPr>
        <w:t xml:space="preserve">     d) odbiorowi</w:t>
      </w:r>
      <w:r w:rsidRPr="00083FD6">
        <w:t xml:space="preserve"> przed upływem rękojmi</w:t>
      </w:r>
      <w:r w:rsidRPr="00083FD6">
        <w:rPr>
          <w:spacing w:val="-3"/>
        </w:rPr>
        <w:t>.</w:t>
      </w:r>
    </w:p>
    <w:p w:rsidR="003D06BB" w:rsidRPr="00083FD6" w:rsidRDefault="003D06BB" w:rsidP="003D06BB">
      <w:pPr>
        <w:tabs>
          <w:tab w:val="center" w:pos="5400"/>
          <w:tab w:val="right" w:pos="9936"/>
        </w:tabs>
        <w:rPr>
          <w:b/>
          <w:spacing w:val="-3"/>
          <w:u w:val="single"/>
        </w:rPr>
      </w:pPr>
    </w:p>
    <w:p w:rsidR="003D06BB" w:rsidRPr="00083FD6" w:rsidRDefault="003D06BB" w:rsidP="003D06BB">
      <w:pPr>
        <w:tabs>
          <w:tab w:val="center" w:pos="5400"/>
          <w:tab w:val="right" w:pos="9936"/>
        </w:tabs>
        <w:rPr>
          <w:b/>
          <w:spacing w:val="-3"/>
        </w:rPr>
      </w:pPr>
      <w:r w:rsidRPr="00083FD6">
        <w:rPr>
          <w:b/>
          <w:spacing w:val="-3"/>
        </w:rPr>
        <w:t xml:space="preserve">8.2. Odbiór Robót zanikających i ulegających zakryciu </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Odbiór Robót zanikających i ulegających zakryciu polega na finalnej ocenie ilości i jakości wykonywanych Robót, które w dalszym procesie realizacji ulegną zakryciu.</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Odbiór Robót zanikających i ulegających zakryciu będzie dokonany w czasie umożliwiającym wykonanie ewentualnych korekt i poprawek bez hamowania ogólnego postępu Robót. Odbioru Robót dokonuje </w:t>
      </w:r>
      <w:r w:rsidRPr="00083FD6">
        <w:t>Inżynier</w:t>
      </w:r>
      <w:r w:rsidRPr="00083FD6">
        <w:rPr>
          <w:spacing w:val="-3"/>
        </w:rPr>
        <w: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Gotowość danej części Robót do odbioru zgłasza Wykonawca wpisem do Dziennika Budowy i jednoczesnym powiadomieniem Inżyniera. Odbiór będzie przeprowadzony niezwłocznie, nie później jednak niż w ciągu 3 dni od daty zgłoszenia wpisem do Dziennika Budowy i powiadomienia o tym fakcie </w:t>
      </w:r>
      <w:r w:rsidRPr="00083FD6">
        <w:t>Inżyniera</w:t>
      </w:r>
      <w:r w:rsidRPr="00083FD6">
        <w:rPr>
          <w:spacing w:val="-3"/>
        </w:rPr>
        <w:t xml:space="preserve">. </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Jakość i ilość Robót ulegających zakryciu ocenia </w:t>
      </w:r>
      <w:r w:rsidRPr="00083FD6">
        <w:t>Inżyniera</w:t>
      </w:r>
      <w:r w:rsidRPr="00083FD6">
        <w:rPr>
          <w:spacing w:val="-3"/>
        </w:rPr>
        <w:t xml:space="preserve"> na podstawie dokumentów zawierających komplet wyników badań laboratoryjnych i w oparciu o przeprowadzone pomiary, w konfrontacji z Dokumentacją Projektową, ST i uprzednimi ustaleniami.</w:t>
      </w:r>
    </w:p>
    <w:p w:rsidR="003D06BB" w:rsidRPr="00083FD6" w:rsidRDefault="003D06BB" w:rsidP="003D06BB">
      <w:r w:rsidRPr="00083FD6">
        <w:t>Inżynier może żądać odkrycia robót zakrytych, jeśli nie zostały zgłoszone do odbioru lub odmówić płatności za te roboty.</w:t>
      </w:r>
    </w:p>
    <w:p w:rsidR="003D06BB" w:rsidRPr="00083FD6" w:rsidRDefault="003D06BB" w:rsidP="003D06BB">
      <w:r w:rsidRPr="00083FD6">
        <w:t>Koszt przygotowania dokumentacji odbiorowej, nie podlega odrębnej zapłacie i przyjmuje się, że jest włączony w cenę kontraktową.</w:t>
      </w:r>
    </w:p>
    <w:p w:rsidR="003D06BB" w:rsidRPr="00083FD6" w:rsidRDefault="003D06BB" w:rsidP="003D06BB">
      <w:pPr>
        <w:ind w:firstLine="993"/>
      </w:pPr>
    </w:p>
    <w:p w:rsidR="003D06BB" w:rsidRPr="00083FD6" w:rsidRDefault="003D06BB" w:rsidP="003D06BB">
      <w:pPr>
        <w:tabs>
          <w:tab w:val="center" w:pos="5400"/>
          <w:tab w:val="right" w:pos="9936"/>
        </w:tabs>
        <w:rPr>
          <w:b/>
        </w:rPr>
      </w:pPr>
      <w:r w:rsidRPr="00083FD6">
        <w:rPr>
          <w:b/>
          <w:spacing w:val="-3"/>
        </w:rPr>
        <w:t xml:space="preserve">8.3. </w:t>
      </w:r>
      <w:r w:rsidRPr="00083FD6">
        <w:rPr>
          <w:b/>
        </w:rPr>
        <w:t xml:space="preserve">Odbiór częściowy </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Odbiór częściowy polega na ocenie ilości i jakości wykonanych części Robót. Odbioru częściowego Robót dokonuje się wg zasad jak przy odbiorze </w:t>
      </w:r>
      <w:r w:rsidRPr="00083FD6">
        <w:t>ostatecznym</w:t>
      </w:r>
      <w:r w:rsidRPr="00083FD6">
        <w:rPr>
          <w:spacing w:val="-3"/>
        </w:rPr>
        <w:t xml:space="preserve"> Robót. Odbioru Robót dokonuje </w:t>
      </w:r>
      <w:r w:rsidRPr="00083FD6">
        <w:t>Inżynier</w:t>
      </w:r>
      <w:r w:rsidRPr="00083FD6">
        <w:rPr>
          <w:spacing w:val="-3"/>
        </w:rPr>
        <w: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p>
    <w:p w:rsidR="003D06BB" w:rsidRPr="00083FD6" w:rsidRDefault="003D06BB" w:rsidP="003D06BB">
      <w:pPr>
        <w:widowControl w:val="0"/>
        <w:numPr>
          <w:ilvl w:val="1"/>
          <w:numId w:val="36"/>
        </w:numPr>
        <w:tabs>
          <w:tab w:val="center" w:pos="5820"/>
          <w:tab w:val="right" w:pos="10356"/>
        </w:tabs>
        <w:suppressAutoHyphens/>
        <w:overflowPunct/>
        <w:autoSpaceDE/>
        <w:autoSpaceDN/>
        <w:adjustRightInd/>
        <w:textAlignment w:val="auto"/>
        <w:rPr>
          <w:b/>
          <w:spacing w:val="-3"/>
        </w:rPr>
      </w:pPr>
      <w:r w:rsidRPr="00083FD6">
        <w:rPr>
          <w:b/>
          <w:spacing w:val="-3"/>
        </w:rPr>
        <w:t xml:space="preserve">Odbiór </w:t>
      </w:r>
      <w:r w:rsidRPr="00083FD6">
        <w:rPr>
          <w:b/>
        </w:rPr>
        <w:t>ostateczny</w:t>
      </w:r>
      <w:r w:rsidRPr="00083FD6">
        <w:rPr>
          <w:b/>
          <w:spacing w:val="-3"/>
        </w:rPr>
        <w:t xml:space="preserve"> Robót </w:t>
      </w:r>
    </w:p>
    <w:p w:rsidR="003D06BB" w:rsidRPr="00632100" w:rsidRDefault="003D06BB" w:rsidP="003D06BB">
      <w:pPr>
        <w:tabs>
          <w:tab w:val="center" w:pos="5400"/>
          <w:tab w:val="right" w:pos="9936"/>
        </w:tabs>
        <w:rPr>
          <w:spacing w:val="-3"/>
          <w:sz w:val="16"/>
          <w:szCs w:val="16"/>
        </w:rPr>
      </w:pPr>
    </w:p>
    <w:p w:rsidR="003D06BB" w:rsidRPr="00083FD6" w:rsidRDefault="003D06BB" w:rsidP="003D06BB">
      <w:pPr>
        <w:tabs>
          <w:tab w:val="center" w:pos="5400"/>
          <w:tab w:val="right" w:pos="9936"/>
        </w:tabs>
        <w:rPr>
          <w:b/>
          <w:spacing w:val="-3"/>
        </w:rPr>
      </w:pPr>
      <w:r w:rsidRPr="00083FD6">
        <w:rPr>
          <w:b/>
          <w:spacing w:val="-3"/>
        </w:rPr>
        <w:t>8.4.1. Zasady odbioru ostatecznego robót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Odbiór </w:t>
      </w:r>
      <w:r w:rsidRPr="00083FD6">
        <w:t xml:space="preserve">ostateczny </w:t>
      </w:r>
      <w:r w:rsidRPr="00083FD6">
        <w:rPr>
          <w:spacing w:val="-3"/>
        </w:rPr>
        <w:t>polega na finalnej ocenie rzeczywistego wykonania Robót w odniesieniu do ich ilości, jakości i wartości.</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Całkowite zakończenie Robót oraz gotowość do odbioru </w:t>
      </w:r>
      <w:r w:rsidRPr="00083FD6">
        <w:t>ostatecznego</w:t>
      </w:r>
      <w:r w:rsidRPr="00083FD6">
        <w:rPr>
          <w:spacing w:val="-3"/>
        </w:rPr>
        <w:t xml:space="preserve"> będzie stwierdzona przez Wykonawcę wpisem do Dzien</w:t>
      </w:r>
      <w:r w:rsidRPr="00083FD6">
        <w:rPr>
          <w:spacing w:val="-3"/>
        </w:rPr>
        <w:softHyphen/>
        <w:t>nika Budowy z bezzwłocznym powiadomieniem na piśmie o tym fakcie Inżyniera.</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Odbiór </w:t>
      </w:r>
      <w:r w:rsidRPr="00083FD6">
        <w:t>ostateczny</w:t>
      </w:r>
      <w:r w:rsidRPr="00083FD6">
        <w:rPr>
          <w:spacing w:val="-3"/>
        </w:rPr>
        <w:t xml:space="preserve"> Robót nastąpi w terminie ustalonym w Dokumentach Umowy, licząc od dnia potwierdzenia przez Inżyniera zakończenia Robót i przyjęcia dokumentów, o których mowa w punkcie 8.4.2.</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Odbioru </w:t>
      </w:r>
      <w:r w:rsidRPr="00083FD6">
        <w:t xml:space="preserve">ostatecznego </w:t>
      </w:r>
      <w:r w:rsidRPr="00083FD6">
        <w:rPr>
          <w:spacing w:val="-3"/>
        </w:rPr>
        <w:t>Robót dokona komisja wyznaczona przez Zamawiającego w obecności Inżyniera i Wykonawcy. Komisja odbierająca Roboty dokona ich oceny jakościowej na podstawie przedłożonych dokumentów, wyników badań i pomiarów, ocenie wizualnej oraz zgodności wykonania Robót z Dokumentacją Projektową i SST.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trike/>
          <w:color w:val="99CC00"/>
          <w:spacing w:val="-3"/>
        </w:rPr>
      </w:pPr>
      <w:r w:rsidRPr="00083FD6">
        <w:rPr>
          <w:spacing w:val="-3"/>
        </w:rPr>
        <w:t xml:space="preserve">W toku odbioru </w:t>
      </w:r>
      <w:r w:rsidRPr="00083FD6">
        <w:t>ostatecznego</w:t>
      </w:r>
      <w:r w:rsidRPr="00083FD6">
        <w:rPr>
          <w:spacing w:val="-3"/>
        </w:rPr>
        <w:t xml:space="preserve"> Robót komisja zapozna się z realizacją ustaleń przyjętych w trakcie odbiorów Robót zanikających i ulegających zakryciu</w:t>
      </w:r>
      <w:r>
        <w:rPr>
          <w:spacing w:val="-3"/>
        </w:rPr>
        <w:t>.</w:t>
      </w:r>
    </w:p>
    <w:p w:rsidR="003D06BB" w:rsidRPr="00083FD6" w:rsidRDefault="003D06BB" w:rsidP="003D06BB">
      <w:r w:rsidRPr="00083FD6">
        <w:rPr>
          <w:spacing w:val="-3"/>
        </w:rPr>
        <w:t xml:space="preserve">W przypadku stwierdzenia przez komisję, wad trwałych nie mających większego wpływu na cechy eksploatacyjne obiektu i bezpieczeństwo ruchu, komisja dokona potrąceń zgodnie z Instrukcją DPT-14 </w:t>
      </w:r>
      <w:r>
        <w:rPr>
          <w:spacing w:val="-3"/>
        </w:rPr>
        <w:t>Ocena jakości na drogach krajowych, Część I – roboty drogowe – Załącznik do Zarządzenia nr 10 Genera</w:t>
      </w:r>
      <w:r w:rsidRPr="00083FD6">
        <w:rPr>
          <w:spacing w:val="-3"/>
        </w:rPr>
        <w:t xml:space="preserve">lnego Dyrektora Dróg </w:t>
      </w:r>
      <w:r>
        <w:rPr>
          <w:spacing w:val="-3"/>
        </w:rPr>
        <w:t>Krajowych i Autostrad</w:t>
      </w:r>
      <w:r w:rsidRPr="00083FD6">
        <w:rPr>
          <w:spacing w:val="-3"/>
        </w:rPr>
        <w:t xml:space="preserve"> z dnia </w:t>
      </w:r>
      <w:r>
        <w:rPr>
          <w:spacing w:val="-3"/>
        </w:rPr>
        <w:t>30</w:t>
      </w:r>
      <w:r w:rsidRPr="00083FD6">
        <w:rPr>
          <w:spacing w:val="-3"/>
        </w:rPr>
        <w:t xml:space="preserve"> </w:t>
      </w:r>
      <w:r>
        <w:rPr>
          <w:spacing w:val="-3"/>
        </w:rPr>
        <w:t>marca</w:t>
      </w:r>
      <w:r w:rsidRPr="00083FD6">
        <w:rPr>
          <w:spacing w:val="-3"/>
        </w:rPr>
        <w:t xml:space="preserve"> </w:t>
      </w:r>
      <w:r>
        <w:rPr>
          <w:spacing w:val="-3"/>
        </w:rPr>
        <w:t>2017</w:t>
      </w:r>
      <w:r w:rsidRPr="00083FD6">
        <w:rPr>
          <w:spacing w:val="-3"/>
        </w:rPr>
        <w:t xml:space="preserve">r. </w:t>
      </w:r>
      <w:r>
        <w:rPr>
          <w:spacing w:val="-3"/>
        </w:rPr>
        <w:t xml:space="preserve">(ze </w:t>
      </w:r>
      <w:r w:rsidRPr="00083FD6">
        <w:rPr>
          <w:spacing w:val="-3"/>
        </w:rPr>
        <w:t>zmianami</w:t>
      </w:r>
      <w:r>
        <w:rPr>
          <w:spacing w:val="-3"/>
        </w:rPr>
        <w:t>)</w:t>
      </w:r>
      <w:r w:rsidRPr="00083FD6">
        <w:rPr>
          <w:spacing w:val="-3"/>
        </w:rPr>
        <w:t>.</w:t>
      </w:r>
    </w:p>
    <w:p w:rsidR="00D44A3E" w:rsidRPr="006D4EBC" w:rsidRDefault="003D06BB" w:rsidP="006D4EBC">
      <w:r w:rsidRPr="00083FD6">
        <w:t>Uznaje się, że wszelkie koszty związane z wypełnieniem wymagań określonych powyżej nie podlegają odrębnej zapłacie i są uw</w:t>
      </w:r>
      <w:r w:rsidR="006D4EBC">
        <w:t>zględnione w cenie kontraktowej.</w:t>
      </w:r>
    </w:p>
    <w:p w:rsidR="00D44A3E" w:rsidRDefault="00D44A3E" w:rsidP="003D06BB">
      <w:pPr>
        <w:tabs>
          <w:tab w:val="center" w:pos="5400"/>
          <w:tab w:val="right" w:pos="9936"/>
        </w:tabs>
        <w:rPr>
          <w:b/>
          <w:spacing w:val="-3"/>
        </w:rPr>
      </w:pPr>
    </w:p>
    <w:p w:rsidR="003D06BB" w:rsidRPr="00083FD6" w:rsidRDefault="003D06BB" w:rsidP="003D06BB">
      <w:pPr>
        <w:tabs>
          <w:tab w:val="center" w:pos="5400"/>
          <w:tab w:val="right" w:pos="9936"/>
        </w:tabs>
        <w:rPr>
          <w:b/>
          <w:spacing w:val="-3"/>
        </w:rPr>
      </w:pPr>
      <w:r w:rsidRPr="00083FD6">
        <w:rPr>
          <w:b/>
          <w:spacing w:val="-3"/>
        </w:rPr>
        <w:t>8.4.2. Dokumenty do odbioru ostatecznego</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Podstawowym dokumentem do dokonania odbioru </w:t>
      </w:r>
      <w:r w:rsidRPr="00083FD6">
        <w:t>ostatecznego</w:t>
      </w:r>
      <w:r w:rsidRPr="00083FD6">
        <w:rPr>
          <w:spacing w:val="-3"/>
        </w:rPr>
        <w:t xml:space="preserve"> Robót jest protokół odbioru </w:t>
      </w:r>
      <w:r w:rsidRPr="00083FD6">
        <w:t>ostatecznego</w:t>
      </w:r>
      <w:r w:rsidRPr="00083FD6">
        <w:rPr>
          <w:spacing w:val="-3"/>
        </w:rPr>
        <w:t xml:space="preserve"> Robót sporządzony wg  wzoru ustalonego przez Zamawiającego.</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Do odbioru </w:t>
      </w:r>
      <w:r w:rsidRPr="00083FD6">
        <w:t>ostatecznego</w:t>
      </w:r>
      <w:r w:rsidRPr="00083FD6">
        <w:rPr>
          <w:spacing w:val="-3"/>
        </w:rPr>
        <w:t xml:space="preserve"> Wykonawca jest </w:t>
      </w:r>
      <w:r w:rsidRPr="00E610DD">
        <w:rPr>
          <w:spacing w:val="-3"/>
        </w:rPr>
        <w:t>zobowiązany przygotować następujące dokumenty:</w:t>
      </w:r>
    </w:p>
    <w:p w:rsidR="003D06BB" w:rsidRPr="00083FD6" w:rsidRDefault="003D06BB" w:rsidP="003D06BB">
      <w:pPr>
        <w:numPr>
          <w:ilvl w:val="0"/>
          <w:numId w:val="25"/>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t>Dokumentację Projektową podstawową z naniesionymi zmianami oraz dodatkową, jeśli została sporządzona w trakcie realizacji Umowy.</w:t>
      </w:r>
    </w:p>
    <w:p w:rsidR="003D06BB" w:rsidRPr="00083FD6" w:rsidRDefault="003D06BB" w:rsidP="003D06BB">
      <w:pPr>
        <w:numPr>
          <w:ilvl w:val="0"/>
          <w:numId w:val="22"/>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t>Specyfikacje Techniczne (podstawowe z Umowy i ew. uzupełniające lub zamienne).</w:t>
      </w:r>
    </w:p>
    <w:p w:rsidR="003D06BB" w:rsidRPr="00083FD6" w:rsidRDefault="003D06BB" w:rsidP="003D06BB">
      <w:pPr>
        <w:numPr>
          <w:ilvl w:val="0"/>
          <w:numId w:val="22"/>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t>Recepty i ustalenia technologiczne.</w:t>
      </w:r>
    </w:p>
    <w:p w:rsidR="003D06BB" w:rsidRPr="00083FD6" w:rsidRDefault="003D06BB" w:rsidP="003D06BB">
      <w:pPr>
        <w:numPr>
          <w:ilvl w:val="0"/>
          <w:numId w:val="22"/>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t>Dzienniki Budowy i Książki Obmiarów (oryginały).</w:t>
      </w:r>
    </w:p>
    <w:p w:rsidR="003D06BB" w:rsidRPr="00083FD6" w:rsidRDefault="003D06BB" w:rsidP="003D06BB">
      <w:pPr>
        <w:numPr>
          <w:ilvl w:val="0"/>
          <w:numId w:val="22"/>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t>Wyniki pomiarów kontrolnych oraz badań i oznaczeń laboratoryjnych, zgodnie z ST i ew. PZJ.</w:t>
      </w:r>
    </w:p>
    <w:p w:rsidR="003D06BB" w:rsidRPr="00083FD6" w:rsidRDefault="003D06BB" w:rsidP="003D06BB">
      <w:pPr>
        <w:numPr>
          <w:ilvl w:val="0"/>
          <w:numId w:val="22"/>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t>Informacja o znakach CE i znakach budowlanych wyrobów umieszczone na opakowaniach lub dołączone do dokumentów handlowych oraz oświadczenia o zgodności.</w:t>
      </w:r>
    </w:p>
    <w:p w:rsidR="003D06BB" w:rsidRPr="00083FD6" w:rsidRDefault="003D06BB" w:rsidP="003D06BB">
      <w:pPr>
        <w:numPr>
          <w:ilvl w:val="0"/>
          <w:numId w:val="22"/>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lastRenderedPageBreak/>
        <w:t>Opinię technologiczną sporządzoną na podstawie wszystkich wyników badań i pomiarów załączonych do dokumentów odbioru, wykonanych zgodnie z ST i PZJ.</w:t>
      </w:r>
    </w:p>
    <w:p w:rsidR="003D06BB" w:rsidRPr="00083FD6" w:rsidRDefault="003D06BB" w:rsidP="003D06BB">
      <w:pPr>
        <w:numPr>
          <w:ilvl w:val="0"/>
          <w:numId w:val="22"/>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t>Rysunki (dokumentacje) na wykonanie robót towarzyszących (np. na przełożenie linii telefonicznej, energetycznej, gazowej, oświetlenia itp.) oraz protokoły odbioru i przekazania tych robót właścicielom urządzeń.</w:t>
      </w:r>
    </w:p>
    <w:p w:rsidR="003D06BB" w:rsidRPr="00083FD6" w:rsidRDefault="003D06BB" w:rsidP="003D06BB">
      <w:pPr>
        <w:numPr>
          <w:ilvl w:val="0"/>
          <w:numId w:val="22"/>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t>Geodezyjną inwentaryzację powykonawczą Robót i sieci uzbrojenia terenu w formie elektronicznej edytowalnej na płycie CD wg programu uzgodnionego z Zamawiającym oraz wydruku (3 egzemplarzy).</w:t>
      </w:r>
    </w:p>
    <w:p w:rsidR="003D06BB" w:rsidRPr="00632100" w:rsidRDefault="003D06BB" w:rsidP="003D06BB">
      <w:pPr>
        <w:numPr>
          <w:ilvl w:val="0"/>
          <w:numId w:val="22"/>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t xml:space="preserve">Kopię mapy zasadniczej powstałej w wyniku geodezyjnej inwentaryzacji powykonawczej. w formie elektronicznej </w:t>
      </w:r>
      <w:r w:rsidRPr="00632100">
        <w:rPr>
          <w:spacing w:val="-3"/>
        </w:rPr>
        <w:t>edytowalnej na płycie CD wg programu uzgodnionego z Zamawiającym oraz wydruku (3 egz.).</w:t>
      </w:r>
    </w:p>
    <w:p w:rsidR="003D06BB" w:rsidRPr="00632100" w:rsidRDefault="003D06BB" w:rsidP="003D06BB">
      <w:pPr>
        <w:numPr>
          <w:ilvl w:val="0"/>
          <w:numId w:val="22"/>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632100">
        <w:rPr>
          <w:spacing w:val="-3"/>
        </w:rPr>
        <w:t xml:space="preserve">Geodezyjne wykonanie szkicu przebiegu granic prawnych z ich stabilizacją w terenie świadkami betonowymi granicy pasa drogowego. </w:t>
      </w:r>
    </w:p>
    <w:p w:rsidR="003D06BB" w:rsidRPr="00083FD6" w:rsidRDefault="003D06BB" w:rsidP="003D06BB">
      <w:pPr>
        <w:numPr>
          <w:ilvl w:val="0"/>
          <w:numId w:val="22"/>
        </w:numPr>
        <w:overflowPunct/>
        <w:autoSpaceDE/>
        <w:autoSpaceDN/>
        <w:adjustRightInd/>
        <w:textAlignment w:val="auto"/>
      </w:pPr>
      <w:r w:rsidRPr="00632100">
        <w:t>Operat usytuowania</w:t>
      </w:r>
      <w:r>
        <w:t xml:space="preserve"> punktów pomiarowych.</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rPr>
          <w:strike/>
          <w:color w:val="99CC00"/>
          <w:spacing w:val="-3"/>
        </w:rPr>
      </w:pPr>
      <w:r w:rsidRPr="00083FD6">
        <w:rPr>
          <w:spacing w:val="-3"/>
        </w:rPr>
        <w:t xml:space="preserve">W przypadku, gdy wg komisji, Roboty pod względem przygotowania dokumentacyjnego nie będą gotowe do odbioru </w:t>
      </w:r>
      <w:r w:rsidRPr="00083FD6">
        <w:t>ostatecznego</w:t>
      </w:r>
      <w:r w:rsidRPr="00083FD6">
        <w:rPr>
          <w:spacing w:val="-3"/>
        </w:rPr>
        <w:t xml:space="preserve">, komisja w porozumieniu z Wykonawcą wyznaczy ponowny termin odbioru </w:t>
      </w:r>
      <w:r w:rsidRPr="00083FD6">
        <w:t>ostatecznego</w:t>
      </w:r>
      <w:r w:rsidRPr="00083FD6">
        <w:rPr>
          <w:spacing w:val="-3"/>
        </w:rPr>
        <w:t xml:space="preserve"> Robót. </w:t>
      </w:r>
    </w:p>
    <w:p w:rsidR="003D06BB" w:rsidRPr="00083FD6" w:rsidRDefault="003D06BB" w:rsidP="003D06BB">
      <w:r w:rsidRPr="00083FD6">
        <w:t>Uznaje się, że wszelkie koszty związane z wypełnieniem wymagań określonych powyżej nie podlegają odrębnej zapłacie i są uwzględnione w cenie kontraktowej.</w:t>
      </w:r>
    </w:p>
    <w:p w:rsidR="003D06BB" w:rsidRPr="00083FD6" w:rsidRDefault="003D06BB" w:rsidP="003D06BB">
      <w:pPr>
        <w:tabs>
          <w:tab w:val="center" w:pos="5400"/>
          <w:tab w:val="right" w:pos="9936"/>
        </w:tabs>
        <w:rPr>
          <w:b/>
          <w:spacing w:val="-3"/>
        </w:rPr>
      </w:pPr>
    </w:p>
    <w:p w:rsidR="003D06BB" w:rsidRPr="00083FD6" w:rsidRDefault="003D06BB" w:rsidP="003D06BB">
      <w:pPr>
        <w:tabs>
          <w:tab w:val="center" w:pos="5400"/>
          <w:tab w:val="right" w:pos="9936"/>
        </w:tabs>
        <w:rPr>
          <w:b/>
        </w:rPr>
      </w:pPr>
      <w:r w:rsidRPr="00083FD6">
        <w:rPr>
          <w:b/>
          <w:spacing w:val="-3"/>
        </w:rPr>
        <w:t xml:space="preserve">8.5. Odbiór </w:t>
      </w:r>
      <w:r w:rsidRPr="00083FD6">
        <w:rPr>
          <w:b/>
        </w:rPr>
        <w:t xml:space="preserve">przed upływem okresu rękojmi </w:t>
      </w:r>
    </w:p>
    <w:p w:rsidR="003D06BB" w:rsidRPr="00083FD6" w:rsidRDefault="003D06BB" w:rsidP="003D06BB">
      <w:pPr>
        <w:tabs>
          <w:tab w:val="left" w:pos="-1725"/>
          <w:tab w:val="left" w:pos="-1005"/>
          <w:tab w:val="left" w:pos="-285"/>
          <w:tab w:val="left" w:pos="3"/>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Odbiór </w:t>
      </w:r>
      <w:r w:rsidRPr="00083FD6">
        <w:t>przed okresem rękojmi</w:t>
      </w:r>
      <w:r w:rsidRPr="00083FD6">
        <w:rPr>
          <w:spacing w:val="-3"/>
        </w:rPr>
        <w:t xml:space="preserve"> polega na ocenie wykonanych Robót związanych z usunięciem wad zaistniałych w okresie rękojmi. Odbiór </w:t>
      </w:r>
      <w:r w:rsidRPr="00083FD6">
        <w:t xml:space="preserve">przed upływem okresu rękojmi </w:t>
      </w:r>
      <w:r w:rsidRPr="00083FD6">
        <w:rPr>
          <w:spacing w:val="-3"/>
        </w:rPr>
        <w:t xml:space="preserve">będzie dokonany na podstawie oceny wizualnej obiektu z uwzględnieniem zasad opisanych w punkcie 8.4. „Odbiór </w:t>
      </w:r>
      <w:r w:rsidRPr="00083FD6">
        <w:t>ostateczny</w:t>
      </w:r>
      <w:r w:rsidRPr="00083FD6">
        <w:rPr>
          <w:spacing w:val="-3"/>
        </w:rPr>
        <w:t xml:space="preserve"> Robót”.</w:t>
      </w:r>
    </w:p>
    <w:p w:rsidR="003D06BB" w:rsidRPr="00632100" w:rsidRDefault="003D06BB" w:rsidP="003D06BB">
      <w:pPr>
        <w:rPr>
          <w:b/>
          <w:sz w:val="16"/>
          <w:szCs w:val="16"/>
        </w:rPr>
      </w:pPr>
    </w:p>
    <w:p w:rsidR="003D06BB" w:rsidRPr="00632100" w:rsidRDefault="003D06BB" w:rsidP="003D06BB">
      <w:pPr>
        <w:rPr>
          <w:b/>
          <w:sz w:val="16"/>
          <w:szCs w:val="16"/>
        </w:rPr>
      </w:pPr>
    </w:p>
    <w:p w:rsidR="003D06BB" w:rsidRDefault="003D06BB" w:rsidP="003D06BB">
      <w:pPr>
        <w:numPr>
          <w:ilvl w:val="0"/>
          <w:numId w:val="36"/>
        </w:numPr>
        <w:rPr>
          <w:b/>
        </w:rPr>
      </w:pPr>
      <w:r w:rsidRPr="00083FD6">
        <w:rPr>
          <w:b/>
        </w:rPr>
        <w:t>PODSTAWA PŁATNOŚCI</w:t>
      </w:r>
    </w:p>
    <w:p w:rsidR="003D06BB" w:rsidRPr="00632100" w:rsidRDefault="003D06BB" w:rsidP="003D06BB">
      <w:pPr>
        <w:rPr>
          <w:b/>
          <w:sz w:val="16"/>
          <w:szCs w:val="16"/>
        </w:rPr>
      </w:pPr>
    </w:p>
    <w:p w:rsidR="003D06BB" w:rsidRPr="00CE2A1E" w:rsidRDefault="003D06BB" w:rsidP="003D06BB">
      <w:pPr>
        <w:pStyle w:val="Tekstpodstawowy2"/>
        <w:numPr>
          <w:ilvl w:val="1"/>
          <w:numId w:val="41"/>
        </w:numPr>
        <w:tabs>
          <w:tab w:val="left" w:pos="284"/>
        </w:tabs>
        <w:overflowPunct w:val="0"/>
        <w:autoSpaceDE w:val="0"/>
        <w:autoSpaceDN w:val="0"/>
        <w:adjustRightInd w:val="0"/>
        <w:spacing w:line="240" w:lineRule="auto"/>
        <w:jc w:val="both"/>
        <w:textAlignment w:val="baseline"/>
        <w:rPr>
          <w:b/>
          <w:sz w:val="20"/>
          <w:szCs w:val="20"/>
        </w:rPr>
      </w:pPr>
      <w:r w:rsidRPr="00CE2A1E">
        <w:rPr>
          <w:b/>
          <w:sz w:val="20"/>
          <w:szCs w:val="20"/>
        </w:rPr>
        <w:t>Ustalenia ogólne</w:t>
      </w:r>
    </w:p>
    <w:p w:rsidR="003D06BB" w:rsidRPr="00083FD6" w:rsidRDefault="003D06BB" w:rsidP="003D06BB">
      <w:pPr>
        <w:pStyle w:val="Tekstpodstawowy2"/>
        <w:tabs>
          <w:tab w:val="left" w:pos="284"/>
        </w:tabs>
        <w:overflowPunct w:val="0"/>
        <w:autoSpaceDE w:val="0"/>
        <w:autoSpaceDN w:val="0"/>
        <w:adjustRightInd w:val="0"/>
        <w:spacing w:line="240" w:lineRule="auto"/>
        <w:jc w:val="both"/>
        <w:textAlignment w:val="baseline"/>
        <w:rPr>
          <w:sz w:val="20"/>
          <w:szCs w:val="20"/>
        </w:rPr>
      </w:pPr>
      <w:r w:rsidRPr="00083FD6">
        <w:rPr>
          <w:sz w:val="20"/>
          <w:szCs w:val="20"/>
        </w:rPr>
        <w:t>Podstawę  płatności określa umowa z Wykonawcą o roboty budowlane.</w:t>
      </w:r>
    </w:p>
    <w:p w:rsidR="003D06BB" w:rsidRPr="00632100" w:rsidRDefault="003D06BB" w:rsidP="003D06BB">
      <w:pPr>
        <w:rPr>
          <w:sz w:val="10"/>
          <w:szCs w:val="10"/>
          <w:u w:val="single"/>
        </w:rPr>
      </w:pPr>
    </w:p>
    <w:p w:rsidR="003D06BB" w:rsidRPr="00083FD6" w:rsidRDefault="003D06BB" w:rsidP="003D06BB">
      <w:pPr>
        <w:tabs>
          <w:tab w:val="center" w:pos="5400"/>
          <w:tab w:val="right" w:pos="9936"/>
        </w:tabs>
        <w:rPr>
          <w:b/>
        </w:rPr>
      </w:pPr>
      <w:r w:rsidRPr="00083FD6">
        <w:rPr>
          <w:b/>
        </w:rPr>
        <w:t>9.2  Objazdy, Przejazdy, drogi tymczasowe i Organizacja Ruchu</w:t>
      </w:r>
    </w:p>
    <w:p w:rsidR="003D06BB" w:rsidRPr="00083FD6" w:rsidRDefault="003D06BB" w:rsidP="003D06BB">
      <w:r w:rsidRPr="00083FD6">
        <w:t>Koszt Objazdów, Przejazdów, dróg tymczasowych i Organizacji ruchu obejmuje wszystkie koszty związane z projektem, wykonaniem, ustawieniem utrzymaniem i demontażem oznakowania, a w tym:</w:t>
      </w:r>
    </w:p>
    <w:p w:rsidR="003D06BB" w:rsidRPr="00083FD6" w:rsidRDefault="003D06BB" w:rsidP="003D06BB">
      <w:pPr>
        <w:numPr>
          <w:ilvl w:val="0"/>
          <w:numId w:val="37"/>
        </w:numPr>
        <w:tabs>
          <w:tab w:val="clear" w:pos="720"/>
          <w:tab w:val="num" w:pos="360"/>
          <w:tab w:val="left" w:pos="426"/>
        </w:tabs>
        <w:overflowPunct/>
        <w:autoSpaceDE/>
        <w:autoSpaceDN/>
        <w:adjustRightInd/>
        <w:ind w:left="360"/>
        <w:textAlignment w:val="auto"/>
      </w:pPr>
      <w:r w:rsidRPr="00083FD6">
        <w:t>Opracowanie oraz uzgodnienie z Inżynierem i odpowiednimi instytucjami Projektu Organizacji Ruchu na czas trwania budowy oraz ewentualnych zmian do niego wraz z dostarczeniem kopii Projektu Inżynierowi i wprowadzaniem dalszych zmian i uzgodnień wynikających z postępu Robót.</w:t>
      </w:r>
    </w:p>
    <w:p w:rsidR="003D06BB" w:rsidRPr="00083FD6" w:rsidRDefault="003D06BB" w:rsidP="003D06BB">
      <w:pPr>
        <w:numPr>
          <w:ilvl w:val="0"/>
          <w:numId w:val="37"/>
        </w:numPr>
        <w:tabs>
          <w:tab w:val="clear" w:pos="720"/>
          <w:tab w:val="num" w:pos="360"/>
          <w:tab w:val="left" w:pos="426"/>
        </w:tabs>
        <w:overflowPunct/>
        <w:autoSpaceDE/>
        <w:autoSpaceDN/>
        <w:adjustRightInd/>
        <w:ind w:left="360"/>
        <w:textAlignment w:val="auto"/>
      </w:pPr>
      <w:r w:rsidRPr="00083FD6">
        <w:t>Wykonanie tymczasowego oznakowania i oświetlenia zgodnie z wymaganiami bezpieczeństwa ruchu.</w:t>
      </w:r>
    </w:p>
    <w:p w:rsidR="003D06BB" w:rsidRPr="00083FD6" w:rsidRDefault="003D06BB" w:rsidP="003D06BB">
      <w:pPr>
        <w:numPr>
          <w:ilvl w:val="0"/>
          <w:numId w:val="37"/>
        </w:numPr>
        <w:tabs>
          <w:tab w:val="clear" w:pos="720"/>
          <w:tab w:val="num" w:pos="360"/>
          <w:tab w:val="left" w:pos="426"/>
        </w:tabs>
        <w:overflowPunct/>
        <w:autoSpaceDE/>
        <w:autoSpaceDN/>
        <w:adjustRightInd/>
        <w:ind w:left="360"/>
        <w:textAlignment w:val="auto"/>
      </w:pPr>
      <w:r w:rsidRPr="00083FD6">
        <w:t>Opłaty/dzierżawy terenu.</w:t>
      </w:r>
    </w:p>
    <w:p w:rsidR="003D06BB" w:rsidRPr="00083FD6" w:rsidRDefault="003D06BB" w:rsidP="003D06BB">
      <w:pPr>
        <w:numPr>
          <w:ilvl w:val="0"/>
          <w:numId w:val="37"/>
        </w:numPr>
        <w:tabs>
          <w:tab w:val="clear" w:pos="720"/>
          <w:tab w:val="num" w:pos="360"/>
          <w:tab w:val="left" w:pos="426"/>
        </w:tabs>
        <w:overflowPunct/>
        <w:autoSpaceDE/>
        <w:autoSpaceDN/>
        <w:adjustRightInd/>
        <w:ind w:left="360"/>
        <w:textAlignment w:val="auto"/>
      </w:pPr>
      <w:r w:rsidRPr="00083FD6">
        <w:t>Przygotowanie terenu.</w:t>
      </w:r>
    </w:p>
    <w:p w:rsidR="003D06BB" w:rsidRPr="00083FD6" w:rsidRDefault="003D06BB" w:rsidP="003D06BB">
      <w:pPr>
        <w:numPr>
          <w:ilvl w:val="0"/>
          <w:numId w:val="37"/>
        </w:numPr>
        <w:tabs>
          <w:tab w:val="clear" w:pos="720"/>
          <w:tab w:val="num" w:pos="360"/>
          <w:tab w:val="left" w:pos="426"/>
        </w:tabs>
        <w:overflowPunct/>
        <w:autoSpaceDE/>
        <w:autoSpaceDN/>
        <w:adjustRightInd/>
        <w:ind w:left="360"/>
        <w:textAlignment w:val="auto"/>
      </w:pPr>
      <w:r w:rsidRPr="00083FD6">
        <w:t>Wzmocnienie podłoża pod drogi tymczasowe i rusztowania.</w:t>
      </w:r>
    </w:p>
    <w:p w:rsidR="003D06BB" w:rsidRPr="00083FD6" w:rsidRDefault="003D06BB" w:rsidP="003D06BB">
      <w:pPr>
        <w:numPr>
          <w:ilvl w:val="0"/>
          <w:numId w:val="37"/>
        </w:numPr>
        <w:tabs>
          <w:tab w:val="clear" w:pos="720"/>
          <w:tab w:val="num" w:pos="360"/>
          <w:tab w:val="left" w:pos="426"/>
          <w:tab w:val="left" w:pos="1418"/>
        </w:tabs>
        <w:overflowPunct/>
        <w:autoSpaceDE/>
        <w:autoSpaceDN/>
        <w:adjustRightInd/>
        <w:ind w:left="360"/>
        <w:textAlignment w:val="auto"/>
      </w:pPr>
      <w:r w:rsidRPr="00083FD6">
        <w:t xml:space="preserve">Dostarczenie i wykonanie konstrukcji tymczasowej nawierzchni, ramp, chodników, krawężników, barier, oznakowań i drenażu. </w:t>
      </w:r>
    </w:p>
    <w:p w:rsidR="003D06BB" w:rsidRPr="00083FD6" w:rsidRDefault="003D06BB" w:rsidP="003D06BB">
      <w:pPr>
        <w:numPr>
          <w:ilvl w:val="0"/>
          <w:numId w:val="37"/>
        </w:numPr>
        <w:tabs>
          <w:tab w:val="clear" w:pos="720"/>
          <w:tab w:val="num" w:pos="360"/>
          <w:tab w:val="left" w:pos="426"/>
        </w:tabs>
        <w:overflowPunct/>
        <w:autoSpaceDE/>
        <w:autoSpaceDN/>
        <w:adjustRightInd/>
        <w:ind w:left="360"/>
        <w:textAlignment w:val="auto"/>
      </w:pPr>
      <w:r w:rsidRPr="00083FD6">
        <w:t>Tymczasową przebudowę urządzeń obcych.</w:t>
      </w:r>
    </w:p>
    <w:p w:rsidR="003D06BB" w:rsidRPr="00083FD6" w:rsidRDefault="003D06BB" w:rsidP="003D06BB">
      <w:pPr>
        <w:numPr>
          <w:ilvl w:val="0"/>
          <w:numId w:val="37"/>
        </w:numPr>
        <w:tabs>
          <w:tab w:val="clear" w:pos="720"/>
          <w:tab w:val="num" w:pos="360"/>
          <w:tab w:val="left" w:pos="426"/>
        </w:tabs>
        <w:overflowPunct/>
        <w:autoSpaceDE/>
        <w:autoSpaceDN/>
        <w:adjustRightInd/>
        <w:ind w:left="360"/>
        <w:textAlignment w:val="auto"/>
      </w:pPr>
      <w:r w:rsidRPr="00083FD6">
        <w:t>Wykonanie remontu cząstkowego dróg objazdowych, a w przypadku znacznego uszkodzenia nawierzchni dróg objazdowych – wykonanie nowej nawierzchni na koszt Wykonawcy w technologii odpowiadającej istniejącej nawierzchni.</w:t>
      </w:r>
    </w:p>
    <w:p w:rsidR="003D06BB" w:rsidRPr="00083FD6" w:rsidRDefault="003D06BB" w:rsidP="003D06BB">
      <w:pPr>
        <w:numPr>
          <w:ilvl w:val="0"/>
          <w:numId w:val="37"/>
        </w:numPr>
        <w:tabs>
          <w:tab w:val="clear" w:pos="720"/>
          <w:tab w:val="num" w:pos="360"/>
          <w:tab w:val="left" w:pos="426"/>
        </w:tabs>
        <w:overflowPunct/>
        <w:autoSpaceDE/>
        <w:autoSpaceDN/>
        <w:adjustRightInd/>
        <w:ind w:left="360"/>
        <w:textAlignment w:val="auto"/>
      </w:pPr>
      <w:r w:rsidRPr="00083FD6">
        <w:t xml:space="preserve">Uzupełnienie ubytków pobocza dróg dojazdowych gruntem z </w:t>
      </w:r>
      <w:proofErr w:type="spellStart"/>
      <w:r w:rsidRPr="00083FD6">
        <w:t>dokopu</w:t>
      </w:r>
      <w:proofErr w:type="spellEnd"/>
      <w:r w:rsidRPr="00083FD6">
        <w:t>.</w:t>
      </w:r>
    </w:p>
    <w:p w:rsidR="003D06BB" w:rsidRPr="00083FD6" w:rsidRDefault="003D06BB" w:rsidP="003D06BB">
      <w:pPr>
        <w:numPr>
          <w:ilvl w:val="0"/>
          <w:numId w:val="37"/>
        </w:numPr>
        <w:tabs>
          <w:tab w:val="clear" w:pos="720"/>
          <w:tab w:val="num" w:pos="360"/>
          <w:tab w:val="left" w:pos="426"/>
        </w:tabs>
        <w:overflowPunct/>
        <w:autoSpaceDE/>
        <w:autoSpaceDN/>
        <w:adjustRightInd/>
        <w:ind w:left="360"/>
        <w:textAlignment w:val="auto"/>
      </w:pPr>
      <w:r w:rsidRPr="00083FD6">
        <w:t>Zakupy i koszty zakupu potrzebnych materiałów.</w:t>
      </w:r>
    </w:p>
    <w:p w:rsidR="003D06BB" w:rsidRPr="00083FD6" w:rsidRDefault="003D06BB" w:rsidP="003D06BB">
      <w:pPr>
        <w:numPr>
          <w:ilvl w:val="0"/>
          <w:numId w:val="37"/>
        </w:numPr>
        <w:tabs>
          <w:tab w:val="clear" w:pos="720"/>
          <w:tab w:val="num" w:pos="360"/>
          <w:tab w:val="left" w:pos="426"/>
        </w:tabs>
        <w:overflowPunct/>
        <w:autoSpaceDE/>
        <w:autoSpaceDN/>
        <w:adjustRightInd/>
        <w:ind w:left="360"/>
        <w:textAlignment w:val="auto"/>
      </w:pPr>
      <w:r w:rsidRPr="00083FD6">
        <w:t>Dostarczenie i koszty dostarczenia potrzebnych materiałów.</w:t>
      </w:r>
    </w:p>
    <w:p w:rsidR="003D06BB" w:rsidRPr="00083FD6" w:rsidRDefault="003D06BB" w:rsidP="003D06BB">
      <w:pPr>
        <w:numPr>
          <w:ilvl w:val="0"/>
          <w:numId w:val="37"/>
        </w:numPr>
        <w:tabs>
          <w:tab w:val="clear" w:pos="720"/>
          <w:tab w:val="num" w:pos="360"/>
          <w:tab w:val="left" w:pos="426"/>
        </w:tabs>
        <w:overflowPunct/>
        <w:autoSpaceDE/>
        <w:autoSpaceDN/>
        <w:adjustRightInd/>
        <w:ind w:left="360"/>
        <w:textAlignment w:val="auto"/>
      </w:pPr>
      <w:r w:rsidRPr="00083FD6">
        <w:t>Koszt zapewnienia niezbędnych czynników produkcji.</w:t>
      </w:r>
    </w:p>
    <w:p w:rsidR="003D06BB" w:rsidRPr="00083FD6" w:rsidRDefault="003D06BB" w:rsidP="003D06BB">
      <w:r w:rsidRPr="00083FD6">
        <w:tab/>
      </w:r>
    </w:p>
    <w:p w:rsidR="003D06BB" w:rsidRPr="00083FD6" w:rsidRDefault="003D06BB" w:rsidP="003D06BB">
      <w:r w:rsidRPr="00083FD6">
        <w:t>Koszt Utrzymania objazdów, przejazdów dróg tymczasowych i organizacji ruchu obejmuje:</w:t>
      </w:r>
    </w:p>
    <w:p w:rsidR="003D06BB" w:rsidRPr="00083FD6" w:rsidRDefault="003D06BB" w:rsidP="003D06BB">
      <w:pPr>
        <w:tabs>
          <w:tab w:val="left" w:pos="426"/>
        </w:tabs>
      </w:pPr>
      <w:r w:rsidRPr="00083FD6">
        <w:t>(a)</w:t>
      </w:r>
      <w:r w:rsidRPr="00083FD6">
        <w:tab/>
        <w:t>Oczyszczanie, przestawienie, przykrycie i usunięcie tymczasowych oznakowań pionowych, poziomych, barier i świateł.</w:t>
      </w:r>
    </w:p>
    <w:p w:rsidR="003D06BB" w:rsidRPr="00083FD6" w:rsidRDefault="003D06BB" w:rsidP="003D06BB">
      <w:pPr>
        <w:tabs>
          <w:tab w:val="left" w:pos="426"/>
        </w:tabs>
      </w:pPr>
      <w:r w:rsidRPr="00083FD6">
        <w:t>(b)</w:t>
      </w:r>
      <w:r w:rsidRPr="00083FD6">
        <w:tab/>
        <w:t>Utrzymanie płynności ruchu publicznego.</w:t>
      </w:r>
    </w:p>
    <w:p w:rsidR="003D06BB" w:rsidRPr="00083FD6" w:rsidRDefault="003D06BB" w:rsidP="003D06BB">
      <w:pPr>
        <w:tabs>
          <w:tab w:val="left" w:pos="426"/>
        </w:tabs>
      </w:pPr>
      <w:r w:rsidRPr="00083FD6">
        <w:t>(c)</w:t>
      </w:r>
      <w:r w:rsidRPr="00083FD6">
        <w:tab/>
        <w:t>Utrzymanie płynności ruchu publicznego z uwzględnieniem kierowania ruchem przy pomocy przeszkolonych sygnalistów.</w:t>
      </w:r>
    </w:p>
    <w:p w:rsidR="003D06BB" w:rsidRPr="00083FD6" w:rsidRDefault="003D06BB" w:rsidP="003D06BB">
      <w:pPr>
        <w:tabs>
          <w:tab w:val="left" w:pos="426"/>
        </w:tabs>
      </w:pPr>
      <w:r w:rsidRPr="00083FD6">
        <w:lastRenderedPageBreak/>
        <w:t>(d)</w:t>
      </w:r>
      <w:r w:rsidRPr="00083FD6">
        <w:tab/>
        <w:t>Utrzymanie w wymaganym stanie technicznym tymczasowych nawierzchni, chodników, krawężników, barier, oznakowań i drenażu</w:t>
      </w:r>
    </w:p>
    <w:p w:rsidR="003D06BB" w:rsidRPr="00083FD6" w:rsidRDefault="003D06BB" w:rsidP="003D06BB">
      <w:pPr>
        <w:ind w:firstLine="993"/>
      </w:pPr>
    </w:p>
    <w:p w:rsidR="003D06BB" w:rsidRPr="00083FD6" w:rsidRDefault="003D06BB" w:rsidP="003D06BB">
      <w:r w:rsidRPr="00083FD6">
        <w:t>Koszt Likwidacji objazdów/przejazdów i organizacji ruchu obejmuje:</w:t>
      </w:r>
    </w:p>
    <w:p w:rsidR="003D06BB" w:rsidRPr="00083FD6" w:rsidRDefault="003D06BB" w:rsidP="003D06BB">
      <w:pPr>
        <w:tabs>
          <w:tab w:val="left" w:pos="426"/>
        </w:tabs>
        <w:ind w:left="426" w:hanging="426"/>
      </w:pPr>
      <w:r w:rsidRPr="00083FD6">
        <w:t>(a)</w:t>
      </w:r>
      <w:r w:rsidRPr="00083FD6">
        <w:tab/>
        <w:t>Usunięcie wbudowanych materiałów i oznakowania.</w:t>
      </w:r>
    </w:p>
    <w:p w:rsidR="003D06BB" w:rsidRPr="00083FD6" w:rsidRDefault="003D06BB" w:rsidP="003D06BB">
      <w:pPr>
        <w:tabs>
          <w:tab w:val="left" w:pos="426"/>
        </w:tabs>
        <w:ind w:left="426" w:hanging="426"/>
      </w:pPr>
      <w:r w:rsidRPr="00083FD6">
        <w:t>(b)</w:t>
      </w:r>
      <w:r w:rsidRPr="00083FD6">
        <w:tab/>
        <w:t>Doprowadzenie terenu do stanu pierwotnego.</w:t>
      </w:r>
    </w:p>
    <w:p w:rsidR="003D06BB" w:rsidRPr="00083FD6" w:rsidRDefault="003D06BB" w:rsidP="003D06BB">
      <w:pPr>
        <w:ind w:firstLine="708"/>
      </w:pPr>
    </w:p>
    <w:p w:rsidR="003D06BB" w:rsidRPr="00083FD6" w:rsidRDefault="003D06BB" w:rsidP="003D06BB">
      <w:r w:rsidRPr="00083FD6">
        <w:t>Uznaje się, że wszelkie koszty związane z wypełnieniem wymagań określonych powyżej nie podlegają odrębnej zapłacie i są uwzględnione w cenie kontraktowej.</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875"/>
        <w:rPr>
          <w:b/>
          <w:spacing w:val="-3"/>
        </w:rPr>
      </w:pPr>
    </w:p>
    <w:p w:rsidR="003D06BB" w:rsidRPr="00083FD6" w:rsidRDefault="003D06BB" w:rsidP="003D06BB">
      <w:pPr>
        <w:tabs>
          <w:tab w:val="center" w:pos="5400"/>
          <w:tab w:val="right" w:pos="9936"/>
        </w:tabs>
        <w:rPr>
          <w:b/>
        </w:rPr>
      </w:pPr>
      <w:r w:rsidRPr="00083FD6">
        <w:rPr>
          <w:b/>
        </w:rPr>
        <w:t xml:space="preserve">9.3. Zaplecze Wykonawcy </w:t>
      </w:r>
    </w:p>
    <w:p w:rsidR="003D06BB" w:rsidRPr="00083FD6" w:rsidRDefault="003D06BB" w:rsidP="003D06BB">
      <w:pPr>
        <w:tabs>
          <w:tab w:val="center" w:pos="6109"/>
          <w:tab w:val="right" w:pos="10645"/>
        </w:tabs>
      </w:pPr>
      <w:r w:rsidRPr="00083FD6">
        <w:t>Zaplecze Wykonawcy składa się z niezbędnych instalacji, urządzeń, biur, placów składowych oraz dróg dojazdowych i wewnętrznych potrzebnych do realizacji wymienionych Robót.</w:t>
      </w:r>
    </w:p>
    <w:p w:rsidR="003D06BB" w:rsidRPr="00CE2A1E" w:rsidRDefault="003D06BB" w:rsidP="003D06BB">
      <w:pPr>
        <w:tabs>
          <w:tab w:val="center" w:pos="6109"/>
          <w:tab w:val="right" w:pos="10645"/>
        </w:tabs>
        <w:rPr>
          <w:sz w:val="16"/>
          <w:szCs w:val="16"/>
        </w:rPr>
      </w:pPr>
    </w:p>
    <w:p w:rsidR="003D06BB" w:rsidRPr="00083FD6" w:rsidRDefault="003D06BB" w:rsidP="003D06BB">
      <w:pPr>
        <w:tabs>
          <w:tab w:val="center" w:pos="6109"/>
          <w:tab w:val="right" w:pos="10645"/>
        </w:tabs>
      </w:pPr>
      <w:r w:rsidRPr="00083FD6">
        <w:t xml:space="preserve">Koszt urządzenia Zaplecza Wykonawcy obejmuje: </w:t>
      </w:r>
    </w:p>
    <w:p w:rsidR="003D06BB" w:rsidRPr="00083FD6" w:rsidRDefault="003D06BB" w:rsidP="003D06BB">
      <w:pPr>
        <w:tabs>
          <w:tab w:val="num" w:pos="2149"/>
          <w:tab w:val="center" w:pos="4680"/>
          <w:tab w:val="right" w:pos="9216"/>
        </w:tabs>
      </w:pPr>
      <w:r w:rsidRPr="00083FD6">
        <w:t>(a) Urządzenie Zaplecza Wykonawcy obejmuje zainstalowanie i wykonanie wszystkich niezbędnych urządzeń, instalacji, dróg dojazdowych i wewnętrznych, biur (w tym kontenerów biurowych na terenie budowy i w pobliżu obiektów mostowych), placów i zabezpieczeń potrzebnych Wykonawcy przy realizacji Robót.</w:t>
      </w:r>
    </w:p>
    <w:p w:rsidR="003D06BB" w:rsidRPr="00083FD6" w:rsidRDefault="003D06BB" w:rsidP="003D06BB">
      <w:pPr>
        <w:tabs>
          <w:tab w:val="center" w:pos="4680"/>
          <w:tab w:val="right" w:pos="9216"/>
        </w:tabs>
      </w:pPr>
      <w:r w:rsidRPr="00083FD6">
        <w:t>(b) Opłaty/dzierżawy terenu</w:t>
      </w:r>
    </w:p>
    <w:p w:rsidR="003D06BB" w:rsidRPr="00083FD6" w:rsidRDefault="003D06BB" w:rsidP="003D06BB">
      <w:pPr>
        <w:tabs>
          <w:tab w:val="center" w:pos="4680"/>
          <w:tab w:val="right" w:pos="9216"/>
        </w:tabs>
      </w:pPr>
      <w:r w:rsidRPr="00083FD6">
        <w:t>(c) Przygotowanie terenu</w:t>
      </w:r>
    </w:p>
    <w:p w:rsidR="003D06BB" w:rsidRPr="00083FD6" w:rsidRDefault="003D06BB" w:rsidP="003D06BB">
      <w:pPr>
        <w:tabs>
          <w:tab w:val="center" w:pos="4680"/>
          <w:tab w:val="right" w:pos="9216"/>
        </w:tabs>
      </w:pPr>
      <w:r w:rsidRPr="00083FD6">
        <w:t>(d) Utrzymanie Zaplecza Wykonawcy  przez czas trwania Robót oraz wszystkie koszty eksploatacyjne związane z użytkowaniem powyższego Zaplecza.</w:t>
      </w:r>
    </w:p>
    <w:p w:rsidR="003D06BB" w:rsidRPr="00CE2A1E" w:rsidRDefault="003D06BB" w:rsidP="003D06BB">
      <w:pPr>
        <w:tabs>
          <w:tab w:val="center" w:pos="6109"/>
          <w:tab w:val="right" w:pos="10645"/>
        </w:tabs>
        <w:rPr>
          <w:sz w:val="16"/>
          <w:szCs w:val="16"/>
        </w:rPr>
      </w:pPr>
    </w:p>
    <w:p w:rsidR="003D06BB" w:rsidRPr="00083FD6" w:rsidRDefault="003D06BB" w:rsidP="003D06BB">
      <w:pPr>
        <w:tabs>
          <w:tab w:val="center" w:pos="6109"/>
          <w:tab w:val="right" w:pos="10645"/>
        </w:tabs>
      </w:pPr>
      <w:r w:rsidRPr="00083FD6">
        <w:t>Likwidacja Zaplecza Wykonawcy obejmuje usunięcie wszystkich urządzeń, instalacji, dróg dojazdowych i wewnętrznych, biur, placów zabezpieczeń., oczyszczenie terenu i doprowadzenie do stanu pierwotnego.</w:t>
      </w:r>
    </w:p>
    <w:p w:rsidR="003D06BB" w:rsidRPr="00CE2A1E" w:rsidRDefault="003D06BB" w:rsidP="003D06BB">
      <w:pPr>
        <w:tabs>
          <w:tab w:val="center" w:pos="6480"/>
          <w:tab w:val="right" w:pos="11016"/>
        </w:tabs>
        <w:rPr>
          <w:color w:val="000000"/>
          <w:sz w:val="16"/>
          <w:szCs w:val="16"/>
        </w:rPr>
      </w:pPr>
    </w:p>
    <w:p w:rsidR="003D06BB" w:rsidRPr="00083FD6" w:rsidRDefault="003D06BB" w:rsidP="003D06BB">
      <w:pPr>
        <w:tabs>
          <w:tab w:val="center" w:pos="6480"/>
          <w:tab w:val="right" w:pos="11016"/>
        </w:tabs>
        <w:rPr>
          <w:color w:val="000000"/>
        </w:rPr>
      </w:pPr>
      <w:r w:rsidRPr="00083FD6">
        <w:rPr>
          <w:color w:val="000000"/>
        </w:rPr>
        <w:t>Koszt organizacji i utrzymania zaplecza Wykonawcy mieszczą się w kosztach ogólnych budowy i obciążają Wykonawcę robót.</w:t>
      </w:r>
    </w:p>
    <w:p w:rsidR="003D06BB" w:rsidRPr="00083FD6" w:rsidRDefault="003D06BB" w:rsidP="003D06BB">
      <w:pPr>
        <w:tabs>
          <w:tab w:val="center" w:pos="6480"/>
          <w:tab w:val="right" w:pos="11016"/>
        </w:tabs>
        <w:ind w:left="709"/>
        <w:rPr>
          <w:color w:val="000000"/>
        </w:rPr>
      </w:pPr>
    </w:p>
    <w:p w:rsidR="003D06BB" w:rsidRPr="00083FD6" w:rsidRDefault="003D06BB" w:rsidP="003D06BB">
      <w:pPr>
        <w:tabs>
          <w:tab w:val="center" w:pos="5400"/>
          <w:tab w:val="right" w:pos="9936"/>
        </w:tabs>
        <w:rPr>
          <w:b/>
        </w:rPr>
      </w:pPr>
      <w:r w:rsidRPr="00083FD6">
        <w:rPr>
          <w:b/>
        </w:rPr>
        <w:t>9.4. Zaplecze Zamawiającego i Inżyniera Kontraktu</w:t>
      </w:r>
    </w:p>
    <w:p w:rsidR="003D06BB" w:rsidRDefault="003D06BB" w:rsidP="003D06BB">
      <w:pPr>
        <w:tabs>
          <w:tab w:val="left" w:pos="360"/>
          <w:tab w:val="center" w:pos="6192"/>
          <w:tab w:val="right" w:pos="10728"/>
        </w:tabs>
      </w:pPr>
      <w:r>
        <w:t>Nie dotyczy.</w:t>
      </w:r>
    </w:p>
    <w:p w:rsidR="003D06BB" w:rsidRDefault="003D06BB" w:rsidP="003D06BB">
      <w:pPr>
        <w:tabs>
          <w:tab w:val="left" w:pos="360"/>
          <w:tab w:val="center" w:pos="6192"/>
          <w:tab w:val="right" w:pos="10728"/>
        </w:tabs>
      </w:pPr>
    </w:p>
    <w:p w:rsidR="003D06BB" w:rsidRPr="00083FD6" w:rsidRDefault="003D06BB" w:rsidP="003D06BB">
      <w:pPr>
        <w:tabs>
          <w:tab w:val="left" w:pos="360"/>
          <w:tab w:val="center" w:pos="6192"/>
          <w:tab w:val="right" w:pos="10728"/>
        </w:tabs>
        <w:rPr>
          <w:b/>
          <w:spacing w:val="-3"/>
        </w:rPr>
      </w:pPr>
      <w:r w:rsidRPr="000A2397">
        <w:rPr>
          <w:b/>
        </w:rPr>
        <w:t>10.</w:t>
      </w:r>
      <w:r w:rsidRPr="00083FD6">
        <w:rPr>
          <w:b/>
          <w:spacing w:val="-3"/>
        </w:rPr>
        <w:t>PRZEPISY ZWIĄZANE</w:t>
      </w:r>
    </w:p>
    <w:p w:rsidR="003D06BB" w:rsidRPr="00083FD6" w:rsidRDefault="003D06BB" w:rsidP="003D06BB">
      <w:pPr>
        <w:numPr>
          <w:ilvl w:val="0"/>
          <w:numId w:val="28"/>
        </w:numPr>
        <w:tabs>
          <w:tab w:val="left" w:pos="-1725"/>
          <w:tab w:val="left" w:pos="-1005"/>
          <w:tab w:val="left" w:pos="-285"/>
          <w:tab w:val="left" w:pos="142"/>
          <w:tab w:val="left" w:pos="567"/>
          <w:tab w:val="left" w:pos="867"/>
          <w:tab w:val="left" w:pos="1011"/>
          <w:tab w:val="left" w:pos="1276"/>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s>
        <w:overflowPunct/>
        <w:autoSpaceDE/>
        <w:autoSpaceDN/>
        <w:adjustRightInd/>
        <w:textAlignment w:val="auto"/>
        <w:rPr>
          <w:spacing w:val="-3"/>
        </w:rPr>
      </w:pPr>
      <w:r w:rsidRPr="00083FD6">
        <w:rPr>
          <w:spacing w:val="-3"/>
        </w:rPr>
        <w:t>Ustawa z dnia 7 lipca 1994 - Prawo budowlane (</w:t>
      </w:r>
      <w:proofErr w:type="spellStart"/>
      <w:r w:rsidRPr="00083FD6">
        <w:rPr>
          <w:spacing w:val="-3"/>
        </w:rPr>
        <w:t>Dz.U</w:t>
      </w:r>
      <w:proofErr w:type="spellEnd"/>
      <w:r w:rsidRPr="00083FD6">
        <w:rPr>
          <w:spacing w:val="-3"/>
        </w:rPr>
        <w:t>. Nr 89 z 25.08.1994r, poz. 414 z późniejszymi zmianami wraz z aktami wykonawczymi).</w:t>
      </w:r>
    </w:p>
    <w:p w:rsidR="003D06BB" w:rsidRPr="00083FD6" w:rsidRDefault="003D06BB" w:rsidP="003D06BB">
      <w:pPr>
        <w:pStyle w:val="tekstost"/>
        <w:numPr>
          <w:ilvl w:val="0"/>
          <w:numId w:val="28"/>
        </w:numPr>
        <w:tabs>
          <w:tab w:val="left" w:pos="1276"/>
        </w:tabs>
        <w:overflowPunct/>
        <w:autoSpaceDE/>
        <w:autoSpaceDN/>
        <w:adjustRightInd/>
        <w:textAlignment w:val="auto"/>
      </w:pPr>
      <w:r w:rsidRPr="00083FD6">
        <w:t>Rozporządzenie Ministra Infrastruktury z 26.06.2002 r. w sprawie dziennika budowy, montażu i rozbiórki tablicy informacyjnej oraz ogłoszenia zawierającego dane dotyczące bezpieczeństwa pracy i ochrony zdrowia. (</w:t>
      </w:r>
      <w:proofErr w:type="spellStart"/>
      <w:r w:rsidRPr="00083FD6">
        <w:t>Dz.U</w:t>
      </w:r>
      <w:proofErr w:type="spellEnd"/>
      <w:r w:rsidRPr="00083FD6">
        <w:t>. Nr 108 z 17.07.2002r., poz.953).</w:t>
      </w:r>
    </w:p>
    <w:p w:rsidR="003D06BB" w:rsidRPr="00083FD6" w:rsidRDefault="003D06BB" w:rsidP="003D06BB">
      <w:pPr>
        <w:numPr>
          <w:ilvl w:val="0"/>
          <w:numId w:val="28"/>
        </w:numPr>
        <w:tabs>
          <w:tab w:val="left" w:pos="-1725"/>
          <w:tab w:val="left" w:pos="-1005"/>
          <w:tab w:val="left" w:pos="-285"/>
          <w:tab w:val="left" w:pos="3"/>
          <w:tab w:val="left" w:pos="147"/>
          <w:tab w:val="left" w:pos="867"/>
          <w:tab w:val="left" w:pos="1011"/>
          <w:tab w:val="left" w:pos="1276"/>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t xml:space="preserve">    Rozporządzenie Ministra Gospodarki Przestrzennej i Budownictwa z 30.12.1994r w sprawie samodzielnych funkcji technicznych w budownictwie (</w:t>
      </w:r>
      <w:proofErr w:type="spellStart"/>
      <w:r w:rsidRPr="00083FD6">
        <w:rPr>
          <w:spacing w:val="-3"/>
        </w:rPr>
        <w:t>Dz.U</w:t>
      </w:r>
      <w:proofErr w:type="spellEnd"/>
      <w:r w:rsidRPr="00083FD6">
        <w:rPr>
          <w:spacing w:val="-3"/>
        </w:rPr>
        <w:t xml:space="preserve"> Nr 8 z 1994r., poz. 38).</w:t>
      </w:r>
    </w:p>
    <w:p w:rsidR="003D06BB" w:rsidRPr="00083FD6" w:rsidRDefault="003D06BB" w:rsidP="003D06BB">
      <w:pPr>
        <w:numPr>
          <w:ilvl w:val="0"/>
          <w:numId w:val="28"/>
        </w:numPr>
        <w:tabs>
          <w:tab w:val="left" w:pos="-1725"/>
          <w:tab w:val="left" w:pos="-1005"/>
          <w:tab w:val="left" w:pos="-285"/>
          <w:tab w:val="left" w:pos="3"/>
          <w:tab w:val="left" w:pos="567"/>
          <w:tab w:val="left" w:pos="867"/>
          <w:tab w:val="left" w:pos="1011"/>
          <w:tab w:val="left" w:pos="1276"/>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t xml:space="preserve">Rozporządzenie Ministra Gospodarki Przestrzennej i Budownictwa z 21.02.1995r </w:t>
      </w:r>
      <w:r w:rsidRPr="00083FD6">
        <w:rPr>
          <w:bCs/>
        </w:rPr>
        <w:t>w sprawie rodzaju i zakresu opracowań geodezyjno-kartograficznych oraz czynności geodezyjnych obowiązujących w budownictwie</w:t>
      </w:r>
      <w:r w:rsidRPr="00083FD6">
        <w:rPr>
          <w:spacing w:val="-3"/>
        </w:rPr>
        <w:t xml:space="preserve"> (</w:t>
      </w:r>
      <w:proofErr w:type="spellStart"/>
      <w:r w:rsidRPr="00083FD6">
        <w:rPr>
          <w:spacing w:val="-3"/>
        </w:rPr>
        <w:t>Dz.U</w:t>
      </w:r>
      <w:proofErr w:type="spellEnd"/>
      <w:r w:rsidRPr="00083FD6">
        <w:rPr>
          <w:spacing w:val="-3"/>
        </w:rPr>
        <w:t xml:space="preserve"> Nr 25, poz. 133 z dnia 13 marca 1995r).</w:t>
      </w:r>
    </w:p>
    <w:p w:rsidR="003D06BB" w:rsidRPr="000A2397" w:rsidRDefault="003D06BB" w:rsidP="003D06BB">
      <w:pPr>
        <w:numPr>
          <w:ilvl w:val="0"/>
          <w:numId w:val="28"/>
        </w:numPr>
        <w:tabs>
          <w:tab w:val="left" w:pos="-1725"/>
          <w:tab w:val="left" w:pos="-1005"/>
          <w:tab w:val="left" w:pos="-285"/>
          <w:tab w:val="left" w:pos="3"/>
          <w:tab w:val="left" w:pos="567"/>
          <w:tab w:val="left" w:pos="867"/>
          <w:tab w:val="left" w:pos="1011"/>
          <w:tab w:val="left" w:pos="1276"/>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pPr>
      <w:r w:rsidRPr="00083FD6">
        <w:t xml:space="preserve">Ustawa z dnia 17 maja 1989 roku </w:t>
      </w:r>
      <w:r>
        <w:t>– Prawo geodezyjne i kartograficzne (</w:t>
      </w:r>
      <w:proofErr w:type="spellStart"/>
      <w:r>
        <w:t>Dz.U</w:t>
      </w:r>
      <w:proofErr w:type="spellEnd"/>
      <w:r>
        <w:t>. Nr 30 z 1989 r., poz.163 z późniejszymi zmianami),</w:t>
      </w:r>
      <w:r w:rsidRPr="00083FD6">
        <w:t xml:space="preserve"> </w:t>
      </w:r>
    </w:p>
    <w:p w:rsidR="003D06BB" w:rsidRPr="00083FD6" w:rsidRDefault="003D06BB" w:rsidP="003D06BB">
      <w:pPr>
        <w:numPr>
          <w:ilvl w:val="0"/>
          <w:numId w:val="28"/>
        </w:numPr>
        <w:tabs>
          <w:tab w:val="left" w:pos="-1725"/>
          <w:tab w:val="left" w:pos="-1005"/>
          <w:tab w:val="left" w:pos="-285"/>
          <w:tab w:val="left" w:pos="3"/>
          <w:tab w:val="left" w:pos="567"/>
          <w:tab w:val="left" w:pos="867"/>
          <w:tab w:val="left" w:pos="1011"/>
          <w:tab w:val="left" w:pos="1276"/>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t>Ustawa z dnia 21 marca 1985 r. o drogach publicznych (</w:t>
      </w:r>
      <w:proofErr w:type="spellStart"/>
      <w:r w:rsidRPr="00083FD6">
        <w:t>Dz.U</w:t>
      </w:r>
      <w:proofErr w:type="spellEnd"/>
      <w:r w:rsidRPr="00083FD6">
        <w:t>. Nr 14, poz. 60 z późniejszymi zmianami).</w:t>
      </w:r>
    </w:p>
    <w:p w:rsidR="003D06BB" w:rsidRPr="00083FD6" w:rsidRDefault="003D06BB" w:rsidP="003D06BB">
      <w:pPr>
        <w:numPr>
          <w:ilvl w:val="0"/>
          <w:numId w:val="28"/>
        </w:numPr>
        <w:tabs>
          <w:tab w:val="left" w:pos="-1725"/>
          <w:tab w:val="left" w:pos="-1005"/>
          <w:tab w:val="left" w:pos="-285"/>
          <w:tab w:val="left" w:pos="3"/>
          <w:tab w:val="left" w:pos="567"/>
          <w:tab w:val="left" w:pos="867"/>
          <w:tab w:val="left" w:pos="1011"/>
          <w:tab w:val="left" w:pos="1276"/>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t>Ustawa z dnia 16 kwietnia 2004r. o wyrobach budowlanych (Dz. U. nr 92 poz. 881).</w:t>
      </w:r>
    </w:p>
    <w:p w:rsidR="003D06BB" w:rsidRPr="00083FD6" w:rsidRDefault="003D06BB" w:rsidP="003D06BB">
      <w:pPr>
        <w:numPr>
          <w:ilvl w:val="0"/>
          <w:numId w:val="28"/>
        </w:numPr>
        <w:tabs>
          <w:tab w:val="left" w:pos="-1725"/>
          <w:tab w:val="left" w:pos="-1005"/>
          <w:tab w:val="left" w:pos="-285"/>
          <w:tab w:val="left" w:pos="3"/>
          <w:tab w:val="left" w:pos="567"/>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t>Ustawa z dnia 29 stycznia 2004r. Prawo zamówień publicznych (tekst jednolity Dz.U.nr.164 poz.1163 z  późniejszymi zmianami)</w:t>
      </w:r>
    </w:p>
    <w:p w:rsidR="003D06BB" w:rsidRPr="00083FD6" w:rsidRDefault="003D06BB" w:rsidP="003D06BB">
      <w:pPr>
        <w:pStyle w:val="Tekstpodstawowyzwciciem2"/>
        <w:numPr>
          <w:ilvl w:val="0"/>
          <w:numId w:val="28"/>
        </w:numPr>
        <w:spacing w:after="0"/>
        <w:jc w:val="both"/>
        <w:rPr>
          <w:rFonts w:ascii="Times New Roman" w:hAnsi="Times New Roman"/>
          <w:smallCaps w:val="0"/>
          <w:sz w:val="20"/>
        </w:rPr>
      </w:pPr>
      <w:r w:rsidRPr="00083FD6">
        <w:rPr>
          <w:rFonts w:ascii="Times New Roman" w:hAnsi="Times New Roman"/>
          <w:smallCaps w:val="0"/>
          <w:sz w:val="20"/>
        </w:rPr>
        <w:t>Rozporządzenie Ministra Infrastruktury i Rozwoju z dnia 17 lutego 2015 r. zmieniaj</w:t>
      </w:r>
      <w:r>
        <w:rPr>
          <w:rFonts w:ascii="Times New Roman" w:hAnsi="Times New Roman"/>
          <w:smallCaps w:val="0"/>
          <w:sz w:val="20"/>
        </w:rPr>
        <w:t>ą</w:t>
      </w:r>
      <w:r w:rsidRPr="00083FD6">
        <w:rPr>
          <w:rFonts w:ascii="Times New Roman" w:hAnsi="Times New Roman"/>
          <w:smallCaps w:val="0"/>
          <w:sz w:val="20"/>
        </w:rPr>
        <w:t xml:space="preserve">ce </w:t>
      </w:r>
      <w:r>
        <w:rPr>
          <w:rFonts w:ascii="Times New Roman" w:hAnsi="Times New Roman"/>
          <w:smallCaps w:val="0"/>
          <w:sz w:val="20"/>
        </w:rPr>
        <w:t>rozporządzenie w sprawie warunkó</w:t>
      </w:r>
      <w:r w:rsidRPr="00083FD6">
        <w:rPr>
          <w:rFonts w:ascii="Times New Roman" w:hAnsi="Times New Roman"/>
          <w:smallCaps w:val="0"/>
          <w:sz w:val="20"/>
        </w:rPr>
        <w:t>w technicznych, jakim powinny odpowiadać drogi publiczne i ich usytuowanie (</w:t>
      </w:r>
      <w:proofErr w:type="spellStart"/>
      <w:r w:rsidRPr="00083FD6">
        <w:rPr>
          <w:rFonts w:ascii="Times New Roman" w:hAnsi="Times New Roman"/>
          <w:smallCaps w:val="0"/>
          <w:sz w:val="20"/>
        </w:rPr>
        <w:t>Dz.U</w:t>
      </w:r>
      <w:proofErr w:type="spellEnd"/>
      <w:r w:rsidRPr="00083FD6">
        <w:rPr>
          <w:rFonts w:ascii="Times New Roman" w:hAnsi="Times New Roman"/>
          <w:smallCaps w:val="0"/>
          <w:sz w:val="20"/>
        </w:rPr>
        <w:t>. z dnia 10.03.2015 r. poz.329).</w:t>
      </w:r>
    </w:p>
    <w:p w:rsidR="003D06BB" w:rsidRPr="00083FD6" w:rsidRDefault="003D06BB" w:rsidP="003D06BB"/>
    <w:p w:rsidR="003D06BB" w:rsidRDefault="003D06BB" w:rsidP="003D06BB">
      <w:pPr>
        <w:pStyle w:val="Nagwek9"/>
        <w:spacing w:before="0"/>
        <w:jc w:val="center"/>
        <w:rPr>
          <w:rFonts w:ascii="Times New Roman" w:hAnsi="Times New Roman"/>
        </w:rPr>
      </w:pPr>
    </w:p>
    <w:p w:rsidR="003D06BB" w:rsidRDefault="003D06BB" w:rsidP="003D06BB">
      <w:pPr>
        <w:pStyle w:val="Nagwek9"/>
        <w:spacing w:before="0"/>
        <w:jc w:val="center"/>
        <w:rPr>
          <w:rFonts w:ascii="Times New Roman" w:hAnsi="Times New Roman"/>
        </w:rPr>
      </w:pPr>
    </w:p>
    <w:p w:rsidR="003D06BB" w:rsidRDefault="003D06BB" w:rsidP="003D06BB">
      <w:pPr>
        <w:pStyle w:val="Nagwek9"/>
        <w:spacing w:before="0"/>
        <w:jc w:val="center"/>
        <w:rPr>
          <w:rFonts w:ascii="Times New Roman" w:hAnsi="Times New Roman"/>
        </w:rPr>
      </w:pPr>
      <w:bookmarkStart w:id="0" w:name="_GoBack"/>
      <w:bookmarkEnd w:id="0"/>
    </w:p>
    <w:p w:rsidR="003D06BB" w:rsidRDefault="003D06BB" w:rsidP="003D06BB">
      <w:pPr>
        <w:jc w:val="center"/>
      </w:pPr>
    </w:p>
    <w:p w:rsidR="008E761A" w:rsidRPr="003D06BB" w:rsidRDefault="008E761A" w:rsidP="003D06BB"/>
    <w:sectPr w:rsidR="008E761A" w:rsidRPr="003D06BB" w:rsidSect="00951311">
      <w:headerReference w:type="even" r:id="rId10"/>
      <w:type w:val="continuous"/>
      <w:pgSz w:w="11907" w:h="16840" w:code="9"/>
      <w:pgMar w:top="1134" w:right="1134" w:bottom="1134" w:left="2268" w:header="1418"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63F3" w:rsidRDefault="00C563F3">
      <w:r>
        <w:separator/>
      </w:r>
    </w:p>
  </w:endnote>
  <w:endnote w:type="continuationSeparator" w:id="0">
    <w:p w:rsidR="00C563F3" w:rsidRDefault="00C563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imesNew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63F3" w:rsidRDefault="00C563F3">
      <w:r>
        <w:separator/>
      </w:r>
    </w:p>
  </w:footnote>
  <w:footnote w:type="continuationSeparator" w:id="0">
    <w:p w:rsidR="00C563F3" w:rsidRDefault="00C563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42EE" w:rsidRDefault="005942EE">
    <w:pPr>
      <w:rPr>
        <w:sz w:val="19"/>
      </w:rPr>
    </w:pPr>
  </w:p>
  <w:p w:rsidR="005942EE" w:rsidRDefault="005942EE">
    <w:pPr>
      <w:pStyle w:val="Nagwek"/>
      <w:rPr>
        <w:sz w:val="23"/>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42EE" w:rsidRDefault="005942EE">
    <w:pPr>
      <w:pStyle w:val="Nagwek"/>
      <w:rPr>
        <w:rFonts w:ascii="Times New Roman" w:hAnsi="Times New Roman"/>
        <w:sz w:val="19"/>
      </w:rPr>
    </w:pPr>
  </w:p>
  <w:p w:rsidR="005942EE" w:rsidRDefault="005942EE">
    <w:pPr>
      <w:pStyle w:val="Nagwek"/>
      <w:rPr>
        <w:rFonts w:ascii="Times New Roman" w:hAnsi="Times New Roman"/>
        <w:sz w:val="19"/>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3124B38"/>
    <w:lvl w:ilvl="0">
      <w:numFmt w:val="bullet"/>
      <w:lvlText w:val="*"/>
      <w:lvlJc w:val="left"/>
    </w:lvl>
  </w:abstractNum>
  <w:abstractNum w:abstractNumId="1">
    <w:nsid w:val="00000002"/>
    <w:multiLevelType w:val="multilevel"/>
    <w:tmpl w:val="00000002"/>
    <w:name w:val="WW8Num2"/>
    <w:lvl w:ilvl="0">
      <w:start w:val="8"/>
      <w:numFmt w:val="decimal"/>
      <w:lvlText w:val="%1."/>
      <w:lvlJc w:val="left"/>
      <w:pPr>
        <w:tabs>
          <w:tab w:val="num" w:pos="360"/>
        </w:tabs>
        <w:ind w:left="360" w:hanging="360"/>
      </w:pPr>
    </w:lvl>
    <w:lvl w:ilvl="1">
      <w:start w:val="4"/>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00000010"/>
    <w:multiLevelType w:val="singleLevel"/>
    <w:tmpl w:val="00000010"/>
    <w:name w:val="WW8Num16"/>
    <w:lvl w:ilvl="0">
      <w:start w:val="1"/>
      <w:numFmt w:val="lowerLetter"/>
      <w:lvlText w:val="%1)"/>
      <w:lvlJc w:val="left"/>
      <w:pPr>
        <w:tabs>
          <w:tab w:val="num" w:pos="1083"/>
        </w:tabs>
        <w:ind w:left="1083" w:hanging="360"/>
      </w:pPr>
    </w:lvl>
  </w:abstractNum>
  <w:abstractNum w:abstractNumId="3">
    <w:nsid w:val="009C1E5A"/>
    <w:multiLevelType w:val="singleLevel"/>
    <w:tmpl w:val="44B09FB4"/>
    <w:lvl w:ilvl="0">
      <w:start w:val="1"/>
      <w:numFmt w:val="lowerLetter"/>
      <w:lvlText w:val="%1)"/>
      <w:legacy w:legacy="1" w:legacySpace="0" w:legacyIndent="283"/>
      <w:lvlJc w:val="left"/>
      <w:pPr>
        <w:ind w:left="283" w:hanging="283"/>
      </w:pPr>
    </w:lvl>
  </w:abstractNum>
  <w:abstractNum w:abstractNumId="4">
    <w:nsid w:val="03C2513D"/>
    <w:multiLevelType w:val="singleLevel"/>
    <w:tmpl w:val="44B09FB4"/>
    <w:lvl w:ilvl="0">
      <w:start w:val="1"/>
      <w:numFmt w:val="lowerLetter"/>
      <w:lvlText w:val="%1)"/>
      <w:legacy w:legacy="1" w:legacySpace="0" w:legacyIndent="283"/>
      <w:lvlJc w:val="left"/>
      <w:pPr>
        <w:ind w:left="283" w:hanging="283"/>
      </w:pPr>
    </w:lvl>
  </w:abstractNum>
  <w:abstractNum w:abstractNumId="5">
    <w:nsid w:val="06E53CDB"/>
    <w:multiLevelType w:val="singleLevel"/>
    <w:tmpl w:val="0096EB18"/>
    <w:lvl w:ilvl="0">
      <w:start w:val="1"/>
      <w:numFmt w:val="decimal"/>
      <w:lvlText w:val="%1."/>
      <w:lvlJc w:val="left"/>
      <w:pPr>
        <w:tabs>
          <w:tab w:val="num" w:pos="360"/>
        </w:tabs>
        <w:ind w:left="360" w:hanging="360"/>
      </w:pPr>
    </w:lvl>
  </w:abstractNum>
  <w:abstractNum w:abstractNumId="6">
    <w:nsid w:val="0CE61022"/>
    <w:multiLevelType w:val="singleLevel"/>
    <w:tmpl w:val="1BD290E6"/>
    <w:lvl w:ilvl="0">
      <w:start w:val="1"/>
      <w:numFmt w:val="lowerLetter"/>
      <w:lvlText w:val="%1)"/>
      <w:lvlJc w:val="left"/>
      <w:pPr>
        <w:tabs>
          <w:tab w:val="num" w:pos="1230"/>
        </w:tabs>
        <w:ind w:left="1230" w:hanging="360"/>
      </w:pPr>
      <w:rPr>
        <w:rFonts w:hint="default"/>
      </w:rPr>
    </w:lvl>
  </w:abstractNum>
  <w:abstractNum w:abstractNumId="7">
    <w:nsid w:val="10B63F72"/>
    <w:multiLevelType w:val="hybridMultilevel"/>
    <w:tmpl w:val="588A1E20"/>
    <w:lvl w:ilvl="0" w:tplc="1E4C914A">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nsid w:val="12DE0847"/>
    <w:multiLevelType w:val="multilevel"/>
    <w:tmpl w:val="7B747692"/>
    <w:lvl w:ilvl="0">
      <w:start w:val="1"/>
      <w:numFmt w:val="decimal"/>
      <w:lvlText w:val="%1"/>
      <w:lvlJc w:val="left"/>
      <w:pPr>
        <w:ind w:left="405" w:hanging="405"/>
      </w:pPr>
      <w:rPr>
        <w:rFonts w:hint="default"/>
        <w:b/>
      </w:rPr>
    </w:lvl>
    <w:lvl w:ilvl="1">
      <w:start w:val="4"/>
      <w:numFmt w:val="decimal"/>
      <w:lvlText w:val="%1.%2"/>
      <w:lvlJc w:val="left"/>
      <w:pPr>
        <w:ind w:left="420" w:hanging="405"/>
      </w:pPr>
      <w:rPr>
        <w:rFonts w:hint="default"/>
        <w:b/>
      </w:rPr>
    </w:lvl>
    <w:lvl w:ilvl="2">
      <w:start w:val="6"/>
      <w:numFmt w:val="decimal"/>
      <w:lvlText w:val="%1.%2.%3"/>
      <w:lvlJc w:val="left"/>
      <w:pPr>
        <w:ind w:left="750" w:hanging="720"/>
      </w:pPr>
      <w:rPr>
        <w:rFonts w:hint="default"/>
        <w:b/>
      </w:rPr>
    </w:lvl>
    <w:lvl w:ilvl="3">
      <w:start w:val="1"/>
      <w:numFmt w:val="decimalZero"/>
      <w:lvlText w:val="%1.%2.%3.%4"/>
      <w:lvlJc w:val="left"/>
      <w:pPr>
        <w:ind w:left="765" w:hanging="720"/>
      </w:pPr>
      <w:rPr>
        <w:rFonts w:hint="default"/>
        <w:b/>
      </w:rPr>
    </w:lvl>
    <w:lvl w:ilvl="4">
      <w:start w:val="1"/>
      <w:numFmt w:val="decimal"/>
      <w:lvlText w:val="%1.%2.%3.%4.%5"/>
      <w:lvlJc w:val="left"/>
      <w:pPr>
        <w:ind w:left="780" w:hanging="720"/>
      </w:pPr>
      <w:rPr>
        <w:rFonts w:hint="default"/>
        <w:b/>
      </w:rPr>
    </w:lvl>
    <w:lvl w:ilvl="5">
      <w:start w:val="1"/>
      <w:numFmt w:val="decimal"/>
      <w:lvlText w:val="%1.%2.%3.%4.%5.%6"/>
      <w:lvlJc w:val="left"/>
      <w:pPr>
        <w:ind w:left="1155" w:hanging="1080"/>
      </w:pPr>
      <w:rPr>
        <w:rFonts w:hint="default"/>
        <w:b/>
      </w:rPr>
    </w:lvl>
    <w:lvl w:ilvl="6">
      <w:start w:val="1"/>
      <w:numFmt w:val="decimal"/>
      <w:lvlText w:val="%1.%2.%3.%4.%5.%6.%7"/>
      <w:lvlJc w:val="left"/>
      <w:pPr>
        <w:ind w:left="1170" w:hanging="1080"/>
      </w:pPr>
      <w:rPr>
        <w:rFonts w:hint="default"/>
        <w:b/>
      </w:rPr>
    </w:lvl>
    <w:lvl w:ilvl="7">
      <w:start w:val="1"/>
      <w:numFmt w:val="decimal"/>
      <w:lvlText w:val="%1.%2.%3.%4.%5.%6.%7.%8"/>
      <w:lvlJc w:val="left"/>
      <w:pPr>
        <w:ind w:left="1545" w:hanging="1440"/>
      </w:pPr>
      <w:rPr>
        <w:rFonts w:hint="default"/>
        <w:b/>
      </w:rPr>
    </w:lvl>
    <w:lvl w:ilvl="8">
      <w:start w:val="1"/>
      <w:numFmt w:val="decimal"/>
      <w:lvlText w:val="%1.%2.%3.%4.%5.%6.%7.%8.%9"/>
      <w:lvlJc w:val="left"/>
      <w:pPr>
        <w:ind w:left="1560" w:hanging="1440"/>
      </w:pPr>
      <w:rPr>
        <w:rFonts w:hint="default"/>
        <w:b/>
      </w:rPr>
    </w:lvl>
  </w:abstractNum>
  <w:abstractNum w:abstractNumId="9">
    <w:nsid w:val="15784947"/>
    <w:multiLevelType w:val="hybridMultilevel"/>
    <w:tmpl w:val="CCB4AEA2"/>
    <w:lvl w:ilvl="0" w:tplc="1E4C914A">
      <w:start w:val="1"/>
      <w:numFmt w:val="lowerLetter"/>
      <w:lvlText w:val="%1)"/>
      <w:lvlJc w:val="left"/>
      <w:pPr>
        <w:tabs>
          <w:tab w:val="num" w:pos="780"/>
        </w:tabs>
        <w:ind w:left="7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nsid w:val="184838DD"/>
    <w:multiLevelType w:val="singleLevel"/>
    <w:tmpl w:val="7EA84F3E"/>
    <w:lvl w:ilvl="0">
      <w:start w:val="1"/>
      <w:numFmt w:val="lowerLetter"/>
      <w:lvlText w:val="(%1)"/>
      <w:legacy w:legacy="1" w:legacySpace="0" w:legacyIndent="283"/>
      <w:lvlJc w:val="left"/>
      <w:pPr>
        <w:ind w:left="283" w:hanging="283"/>
      </w:pPr>
    </w:lvl>
  </w:abstractNum>
  <w:abstractNum w:abstractNumId="11">
    <w:nsid w:val="20FC0C6B"/>
    <w:multiLevelType w:val="singleLevel"/>
    <w:tmpl w:val="245E9776"/>
    <w:lvl w:ilvl="0">
      <w:start w:val="1"/>
      <w:numFmt w:val="decimal"/>
      <w:lvlText w:val="%1."/>
      <w:legacy w:legacy="1" w:legacySpace="57" w:legacyIndent="340"/>
      <w:lvlJc w:val="left"/>
      <w:pPr>
        <w:ind w:left="341" w:hanging="340"/>
      </w:pPr>
    </w:lvl>
  </w:abstractNum>
  <w:abstractNum w:abstractNumId="12">
    <w:nsid w:val="23A359F9"/>
    <w:multiLevelType w:val="multilevel"/>
    <w:tmpl w:val="72F6B60A"/>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i w:val="0"/>
      </w:rPr>
    </w:lvl>
    <w:lvl w:ilvl="3">
      <w:start w:val="1"/>
      <w:numFmt w:val="decimalZero"/>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3A82F4D"/>
    <w:multiLevelType w:val="multilevel"/>
    <w:tmpl w:val="9D229D72"/>
    <w:lvl w:ilvl="0">
      <w:start w:val="1"/>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8BB3BA7"/>
    <w:multiLevelType w:val="singleLevel"/>
    <w:tmpl w:val="7EA84F3E"/>
    <w:lvl w:ilvl="0">
      <w:start w:val="1"/>
      <w:numFmt w:val="lowerLetter"/>
      <w:lvlText w:val="(%1)"/>
      <w:legacy w:legacy="1" w:legacySpace="0" w:legacyIndent="283"/>
      <w:lvlJc w:val="left"/>
      <w:pPr>
        <w:ind w:left="283" w:hanging="283"/>
      </w:pPr>
    </w:lvl>
  </w:abstractNum>
  <w:abstractNum w:abstractNumId="15">
    <w:nsid w:val="2C93302F"/>
    <w:multiLevelType w:val="singleLevel"/>
    <w:tmpl w:val="6FD4B1D4"/>
    <w:lvl w:ilvl="0">
      <w:start w:val="1"/>
      <w:numFmt w:val="decimal"/>
      <w:lvlText w:val="%1)"/>
      <w:legacy w:legacy="1" w:legacySpace="0" w:legacyIndent="283"/>
      <w:lvlJc w:val="left"/>
      <w:pPr>
        <w:ind w:left="283" w:hanging="283"/>
      </w:pPr>
    </w:lvl>
  </w:abstractNum>
  <w:abstractNum w:abstractNumId="16">
    <w:nsid w:val="2D7065F5"/>
    <w:multiLevelType w:val="singleLevel"/>
    <w:tmpl w:val="7EA84F3E"/>
    <w:lvl w:ilvl="0">
      <w:start w:val="1"/>
      <w:numFmt w:val="lowerLetter"/>
      <w:lvlText w:val="(%1)"/>
      <w:legacy w:legacy="1" w:legacySpace="0" w:legacyIndent="283"/>
      <w:lvlJc w:val="left"/>
      <w:pPr>
        <w:ind w:left="283" w:hanging="283"/>
      </w:pPr>
    </w:lvl>
  </w:abstractNum>
  <w:abstractNum w:abstractNumId="17">
    <w:nsid w:val="30A606AD"/>
    <w:multiLevelType w:val="hybridMultilevel"/>
    <w:tmpl w:val="9852E7D4"/>
    <w:lvl w:ilvl="0" w:tplc="C01478A4">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8">
    <w:nsid w:val="3558352B"/>
    <w:multiLevelType w:val="singleLevel"/>
    <w:tmpl w:val="EFECB958"/>
    <w:lvl w:ilvl="0">
      <w:start w:val="1"/>
      <w:numFmt w:val="decimal"/>
      <w:lvlText w:val="%1."/>
      <w:legacy w:legacy="1" w:legacySpace="0" w:legacyIndent="283"/>
      <w:lvlJc w:val="left"/>
      <w:pPr>
        <w:ind w:left="283" w:hanging="283"/>
      </w:pPr>
    </w:lvl>
  </w:abstractNum>
  <w:abstractNum w:abstractNumId="19">
    <w:nsid w:val="39860F51"/>
    <w:multiLevelType w:val="hybridMultilevel"/>
    <w:tmpl w:val="AD2E4B6E"/>
    <w:lvl w:ilvl="0" w:tplc="C01478A4">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nsid w:val="3CBB147A"/>
    <w:multiLevelType w:val="multilevel"/>
    <w:tmpl w:val="9E2A5B78"/>
    <w:lvl w:ilvl="0">
      <w:start w:val="1"/>
      <w:numFmt w:val="decimal"/>
      <w:lvlText w:val="%1"/>
      <w:lvlJc w:val="left"/>
      <w:pPr>
        <w:ind w:left="405" w:hanging="405"/>
      </w:pPr>
      <w:rPr>
        <w:rFonts w:hint="default"/>
        <w:b/>
      </w:rPr>
    </w:lvl>
    <w:lvl w:ilvl="1">
      <w:start w:val="4"/>
      <w:numFmt w:val="decimal"/>
      <w:lvlText w:val="%1.%2"/>
      <w:lvlJc w:val="left"/>
      <w:pPr>
        <w:ind w:left="405" w:hanging="405"/>
      </w:pPr>
      <w:rPr>
        <w:rFonts w:hint="default"/>
        <w:b/>
      </w:rPr>
    </w:lvl>
    <w:lvl w:ilvl="2">
      <w:start w:val="7"/>
      <w:numFmt w:val="decimal"/>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1">
    <w:nsid w:val="3E311A8E"/>
    <w:multiLevelType w:val="hybridMultilevel"/>
    <w:tmpl w:val="DE088E9C"/>
    <w:lvl w:ilvl="0" w:tplc="86B44452">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nsid w:val="42016D67"/>
    <w:multiLevelType w:val="multilevel"/>
    <w:tmpl w:val="93246716"/>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2863E2B"/>
    <w:multiLevelType w:val="singleLevel"/>
    <w:tmpl w:val="8B920B92"/>
    <w:lvl w:ilvl="0">
      <w:start w:val="1"/>
      <w:numFmt w:val="lowerLetter"/>
      <w:lvlText w:val="%1)"/>
      <w:lvlJc w:val="left"/>
      <w:pPr>
        <w:tabs>
          <w:tab w:val="num" w:pos="1515"/>
        </w:tabs>
        <w:ind w:left="1515" w:hanging="360"/>
      </w:pPr>
      <w:rPr>
        <w:rFonts w:hint="default"/>
      </w:rPr>
    </w:lvl>
  </w:abstractNum>
  <w:abstractNum w:abstractNumId="24">
    <w:nsid w:val="4EC17820"/>
    <w:multiLevelType w:val="singleLevel"/>
    <w:tmpl w:val="77101E46"/>
    <w:lvl w:ilvl="0">
      <w:start w:val="1"/>
      <w:numFmt w:val="upperLetter"/>
      <w:lvlText w:val="(%1)"/>
      <w:lvlJc w:val="left"/>
      <w:pPr>
        <w:tabs>
          <w:tab w:val="num" w:pos="375"/>
        </w:tabs>
        <w:ind w:left="375" w:hanging="375"/>
      </w:pPr>
      <w:rPr>
        <w:rFonts w:hint="default"/>
      </w:rPr>
    </w:lvl>
  </w:abstractNum>
  <w:abstractNum w:abstractNumId="25">
    <w:nsid w:val="51416E61"/>
    <w:multiLevelType w:val="multilevel"/>
    <w:tmpl w:val="0D164872"/>
    <w:lvl w:ilvl="0">
      <w:start w:val="1"/>
      <w:numFmt w:val="decimal"/>
      <w:lvlText w:val="%1."/>
      <w:lvlJc w:val="left"/>
      <w:pPr>
        <w:ind w:left="450" w:hanging="450"/>
      </w:pPr>
      <w:rPr>
        <w:rFonts w:hint="default"/>
        <w:b/>
      </w:rPr>
    </w:lvl>
    <w:lvl w:ilvl="1">
      <w:start w:val="4"/>
      <w:numFmt w:val="decimal"/>
      <w:lvlText w:val="%1.%2."/>
      <w:lvlJc w:val="left"/>
      <w:pPr>
        <w:ind w:left="450" w:hanging="450"/>
      </w:pPr>
      <w:rPr>
        <w:rFonts w:hint="default"/>
        <w:b/>
      </w:rPr>
    </w:lvl>
    <w:lvl w:ilvl="2">
      <w:start w:val="7"/>
      <w:numFmt w:val="decimal"/>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6">
    <w:nsid w:val="52F13BE8"/>
    <w:multiLevelType w:val="hybridMultilevel"/>
    <w:tmpl w:val="E3BE927C"/>
    <w:lvl w:ilvl="0" w:tplc="C01478A4">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nsid w:val="552366EC"/>
    <w:multiLevelType w:val="singleLevel"/>
    <w:tmpl w:val="747A08C6"/>
    <w:lvl w:ilvl="0">
      <w:start w:val="2"/>
      <w:numFmt w:val="lowerLetter"/>
      <w:lvlText w:val="%1)"/>
      <w:legacy w:legacy="1" w:legacySpace="0" w:legacyIndent="283"/>
      <w:lvlJc w:val="left"/>
      <w:pPr>
        <w:ind w:left="283" w:hanging="283"/>
      </w:pPr>
    </w:lvl>
  </w:abstractNum>
  <w:abstractNum w:abstractNumId="28">
    <w:nsid w:val="568D2C0D"/>
    <w:multiLevelType w:val="singleLevel"/>
    <w:tmpl w:val="3FA2A40E"/>
    <w:lvl w:ilvl="0">
      <w:start w:val="1"/>
      <w:numFmt w:val="decimal"/>
      <w:lvlText w:val="%1."/>
      <w:legacy w:legacy="1" w:legacySpace="0" w:legacyIndent="288"/>
      <w:lvlJc w:val="left"/>
      <w:pPr>
        <w:ind w:left="288" w:hanging="288"/>
      </w:pPr>
    </w:lvl>
  </w:abstractNum>
  <w:abstractNum w:abstractNumId="29">
    <w:nsid w:val="5C7546FD"/>
    <w:multiLevelType w:val="hybridMultilevel"/>
    <w:tmpl w:val="217AA580"/>
    <w:lvl w:ilvl="0" w:tplc="1E4C914A">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nsid w:val="5D142028"/>
    <w:multiLevelType w:val="multilevel"/>
    <w:tmpl w:val="C6C64C88"/>
    <w:lvl w:ilvl="0">
      <w:start w:val="1"/>
      <w:numFmt w:val="decimal"/>
      <w:lvlText w:val="%1."/>
      <w:lvlJc w:val="left"/>
      <w:pPr>
        <w:tabs>
          <w:tab w:val="num" w:pos="660"/>
        </w:tabs>
        <w:ind w:left="660" w:hanging="660"/>
      </w:pPr>
      <w:rPr>
        <w:rFonts w:hint="default"/>
        <w:b/>
      </w:rPr>
    </w:lvl>
    <w:lvl w:ilvl="1">
      <w:start w:val="4"/>
      <w:numFmt w:val="decimal"/>
      <w:lvlText w:val="%1.%2."/>
      <w:lvlJc w:val="left"/>
      <w:pPr>
        <w:tabs>
          <w:tab w:val="num" w:pos="660"/>
        </w:tabs>
        <w:ind w:left="660" w:hanging="660"/>
      </w:pPr>
      <w:rPr>
        <w:rFonts w:hint="default"/>
        <w:b/>
      </w:rPr>
    </w:lvl>
    <w:lvl w:ilvl="2">
      <w:start w:val="31"/>
      <w:numFmt w:val="decimal"/>
      <w:lvlText w:val="%1.%2.%3."/>
      <w:lvlJc w:val="left"/>
      <w:pPr>
        <w:tabs>
          <w:tab w:val="num" w:pos="720"/>
        </w:tabs>
        <w:ind w:left="720" w:hanging="720"/>
      </w:pPr>
      <w:rPr>
        <w:rFonts w:hint="default"/>
        <w:b/>
      </w:rPr>
    </w:lvl>
    <w:lvl w:ilvl="3">
      <w:start w:val="1"/>
      <w:numFmt w:val="decimalZero"/>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nsid w:val="606C6658"/>
    <w:multiLevelType w:val="multilevel"/>
    <w:tmpl w:val="396AEB7C"/>
    <w:lvl w:ilvl="0">
      <w:start w:val="9"/>
      <w:numFmt w:val="decimal"/>
      <w:lvlText w:val="%1"/>
      <w:lvlJc w:val="left"/>
      <w:pPr>
        <w:tabs>
          <w:tab w:val="num" w:pos="390"/>
        </w:tabs>
        <w:ind w:left="390" w:hanging="390"/>
      </w:pPr>
      <w:rPr>
        <w:b/>
        <w:color w:val="auto"/>
      </w:rPr>
    </w:lvl>
    <w:lvl w:ilvl="1">
      <w:start w:val="1"/>
      <w:numFmt w:val="decimal"/>
      <w:lvlText w:val="%1.%2"/>
      <w:lvlJc w:val="left"/>
      <w:pPr>
        <w:tabs>
          <w:tab w:val="num" w:pos="390"/>
        </w:tabs>
        <w:ind w:left="390" w:hanging="390"/>
      </w:pPr>
      <w:rPr>
        <w:b/>
        <w:color w:val="auto"/>
      </w:rPr>
    </w:lvl>
    <w:lvl w:ilvl="2">
      <w:start w:val="1"/>
      <w:numFmt w:val="decimal"/>
      <w:lvlText w:val="%1.%2.%3"/>
      <w:lvlJc w:val="left"/>
      <w:pPr>
        <w:tabs>
          <w:tab w:val="num" w:pos="720"/>
        </w:tabs>
        <w:ind w:left="720" w:hanging="720"/>
      </w:pPr>
      <w:rPr>
        <w:b/>
        <w:color w:val="auto"/>
      </w:rPr>
    </w:lvl>
    <w:lvl w:ilvl="3">
      <w:start w:val="1"/>
      <w:numFmt w:val="decimal"/>
      <w:lvlText w:val="%1.%2.%3.%4"/>
      <w:lvlJc w:val="left"/>
      <w:pPr>
        <w:tabs>
          <w:tab w:val="num" w:pos="720"/>
        </w:tabs>
        <w:ind w:left="720" w:hanging="720"/>
      </w:pPr>
      <w:rPr>
        <w:b/>
        <w:color w:val="auto"/>
      </w:rPr>
    </w:lvl>
    <w:lvl w:ilvl="4">
      <w:start w:val="1"/>
      <w:numFmt w:val="decimal"/>
      <w:lvlText w:val="%1.%2.%3.%4.%5"/>
      <w:lvlJc w:val="left"/>
      <w:pPr>
        <w:tabs>
          <w:tab w:val="num" w:pos="720"/>
        </w:tabs>
        <w:ind w:left="720" w:hanging="720"/>
      </w:pPr>
      <w:rPr>
        <w:b/>
        <w:color w:val="auto"/>
      </w:rPr>
    </w:lvl>
    <w:lvl w:ilvl="5">
      <w:start w:val="1"/>
      <w:numFmt w:val="decimal"/>
      <w:lvlText w:val="%1.%2.%3.%4.%5.%6"/>
      <w:lvlJc w:val="left"/>
      <w:pPr>
        <w:tabs>
          <w:tab w:val="num" w:pos="1080"/>
        </w:tabs>
        <w:ind w:left="1080" w:hanging="1080"/>
      </w:pPr>
      <w:rPr>
        <w:b/>
        <w:color w:val="auto"/>
      </w:rPr>
    </w:lvl>
    <w:lvl w:ilvl="6">
      <w:start w:val="1"/>
      <w:numFmt w:val="decimal"/>
      <w:lvlText w:val="%1.%2.%3.%4.%5.%6.%7"/>
      <w:lvlJc w:val="left"/>
      <w:pPr>
        <w:tabs>
          <w:tab w:val="num" w:pos="1080"/>
        </w:tabs>
        <w:ind w:left="1080" w:hanging="1080"/>
      </w:pPr>
      <w:rPr>
        <w:b/>
        <w:color w:val="auto"/>
      </w:rPr>
    </w:lvl>
    <w:lvl w:ilvl="7">
      <w:start w:val="1"/>
      <w:numFmt w:val="decimal"/>
      <w:lvlText w:val="%1.%2.%3.%4.%5.%6.%7.%8"/>
      <w:lvlJc w:val="left"/>
      <w:pPr>
        <w:tabs>
          <w:tab w:val="num" w:pos="1440"/>
        </w:tabs>
        <w:ind w:left="1440" w:hanging="1440"/>
      </w:pPr>
      <w:rPr>
        <w:b/>
        <w:color w:val="auto"/>
      </w:rPr>
    </w:lvl>
    <w:lvl w:ilvl="8">
      <w:start w:val="1"/>
      <w:numFmt w:val="decimal"/>
      <w:lvlText w:val="%1.%2.%3.%4.%5.%6.%7.%8.%9"/>
      <w:lvlJc w:val="left"/>
      <w:pPr>
        <w:tabs>
          <w:tab w:val="num" w:pos="1440"/>
        </w:tabs>
        <w:ind w:left="1440" w:hanging="1440"/>
      </w:pPr>
      <w:rPr>
        <w:b/>
        <w:color w:val="auto"/>
      </w:rPr>
    </w:lvl>
  </w:abstractNum>
  <w:abstractNum w:abstractNumId="32">
    <w:nsid w:val="62C85A4D"/>
    <w:multiLevelType w:val="singleLevel"/>
    <w:tmpl w:val="44B09FB4"/>
    <w:lvl w:ilvl="0">
      <w:start w:val="1"/>
      <w:numFmt w:val="lowerLetter"/>
      <w:lvlText w:val="%1)"/>
      <w:legacy w:legacy="1" w:legacySpace="0" w:legacyIndent="283"/>
      <w:lvlJc w:val="left"/>
      <w:pPr>
        <w:ind w:left="567" w:hanging="283"/>
      </w:pPr>
    </w:lvl>
  </w:abstractNum>
  <w:abstractNum w:abstractNumId="33">
    <w:nsid w:val="637C46AE"/>
    <w:multiLevelType w:val="multilevel"/>
    <w:tmpl w:val="A0FC5090"/>
    <w:lvl w:ilvl="0">
      <w:start w:val="1"/>
      <w:numFmt w:val="decimal"/>
      <w:lvlText w:val="%1"/>
      <w:lvlJc w:val="left"/>
      <w:pPr>
        <w:ind w:left="405" w:hanging="405"/>
      </w:pPr>
      <w:rPr>
        <w:rFonts w:hint="default"/>
        <w:b/>
      </w:rPr>
    </w:lvl>
    <w:lvl w:ilvl="1">
      <w:start w:val="4"/>
      <w:numFmt w:val="decimal"/>
      <w:lvlText w:val="%1.%2"/>
      <w:lvlJc w:val="left"/>
      <w:pPr>
        <w:ind w:left="405" w:hanging="405"/>
      </w:pPr>
      <w:rPr>
        <w:rFonts w:hint="default"/>
        <w:b/>
      </w:rPr>
    </w:lvl>
    <w:lvl w:ilvl="2">
      <w:start w:val="7"/>
      <w:numFmt w:val="decimal"/>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4">
    <w:nsid w:val="69582273"/>
    <w:multiLevelType w:val="singleLevel"/>
    <w:tmpl w:val="44B09FB4"/>
    <w:lvl w:ilvl="0">
      <w:start w:val="1"/>
      <w:numFmt w:val="lowerLetter"/>
      <w:lvlText w:val="%1)"/>
      <w:legacy w:legacy="1" w:legacySpace="0" w:legacyIndent="283"/>
      <w:lvlJc w:val="left"/>
      <w:pPr>
        <w:ind w:left="283" w:hanging="283"/>
      </w:pPr>
    </w:lvl>
  </w:abstractNum>
  <w:abstractNum w:abstractNumId="35">
    <w:nsid w:val="6A8C5DC5"/>
    <w:multiLevelType w:val="singleLevel"/>
    <w:tmpl w:val="44B09FB4"/>
    <w:lvl w:ilvl="0">
      <w:start w:val="1"/>
      <w:numFmt w:val="lowerLetter"/>
      <w:lvlText w:val="%1)"/>
      <w:legacy w:legacy="1" w:legacySpace="0" w:legacyIndent="283"/>
      <w:lvlJc w:val="left"/>
      <w:pPr>
        <w:ind w:left="283" w:hanging="283"/>
      </w:pPr>
    </w:lvl>
  </w:abstractNum>
  <w:abstractNum w:abstractNumId="36">
    <w:nsid w:val="6F5F57E6"/>
    <w:multiLevelType w:val="singleLevel"/>
    <w:tmpl w:val="EFECB958"/>
    <w:lvl w:ilvl="0">
      <w:start w:val="1"/>
      <w:numFmt w:val="decimal"/>
      <w:lvlText w:val="%1."/>
      <w:legacy w:legacy="1" w:legacySpace="0" w:legacyIndent="283"/>
      <w:lvlJc w:val="left"/>
      <w:pPr>
        <w:ind w:left="283" w:hanging="283"/>
      </w:pPr>
    </w:lvl>
  </w:abstractNum>
  <w:abstractNum w:abstractNumId="37">
    <w:nsid w:val="726F6429"/>
    <w:multiLevelType w:val="multilevel"/>
    <w:tmpl w:val="83D290EC"/>
    <w:lvl w:ilvl="0">
      <w:start w:val="1"/>
      <w:numFmt w:val="decimal"/>
      <w:lvlText w:val="%1."/>
      <w:legacy w:legacy="1" w:legacySpace="0" w:legacyIndent="283"/>
      <w:lvlJc w:val="left"/>
      <w:pPr>
        <w:ind w:left="283" w:hanging="283"/>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38">
    <w:nsid w:val="76631617"/>
    <w:multiLevelType w:val="multilevel"/>
    <w:tmpl w:val="4A168886"/>
    <w:lvl w:ilvl="0">
      <w:start w:val="1"/>
      <w:numFmt w:val="decimal"/>
      <w:lvlText w:val="%1."/>
      <w:lvlJc w:val="left"/>
      <w:pPr>
        <w:ind w:left="450" w:hanging="450"/>
      </w:pPr>
      <w:rPr>
        <w:rFonts w:hint="default"/>
        <w:b/>
      </w:rPr>
    </w:lvl>
    <w:lvl w:ilvl="1">
      <w:start w:val="4"/>
      <w:numFmt w:val="decimal"/>
      <w:lvlText w:val="%1.%2."/>
      <w:lvlJc w:val="left"/>
      <w:pPr>
        <w:ind w:left="450" w:hanging="450"/>
      </w:pPr>
      <w:rPr>
        <w:rFonts w:hint="default"/>
        <w:b/>
      </w:rPr>
    </w:lvl>
    <w:lvl w:ilvl="2">
      <w:start w:val="7"/>
      <w:numFmt w:val="decimal"/>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9">
    <w:nsid w:val="77DA4862"/>
    <w:multiLevelType w:val="singleLevel"/>
    <w:tmpl w:val="44B09FB4"/>
    <w:lvl w:ilvl="0">
      <w:start w:val="1"/>
      <w:numFmt w:val="lowerLetter"/>
      <w:lvlText w:val="%1)"/>
      <w:legacy w:legacy="1" w:legacySpace="0" w:legacyIndent="283"/>
      <w:lvlJc w:val="left"/>
      <w:pPr>
        <w:ind w:left="283" w:hanging="283"/>
      </w:pPr>
    </w:lvl>
  </w:abstractNum>
  <w:abstractNum w:abstractNumId="40">
    <w:nsid w:val="7A0B38FB"/>
    <w:multiLevelType w:val="hybridMultilevel"/>
    <w:tmpl w:val="A91C2F10"/>
    <w:lvl w:ilvl="0" w:tplc="EADCB7B8">
      <w:start w:val="3"/>
      <w:numFmt w:val="lowerLetter"/>
      <w:lvlText w:val="%1)"/>
      <w:lvlJc w:val="left"/>
      <w:pPr>
        <w:ind w:left="1515" w:hanging="360"/>
      </w:pPr>
      <w:rPr>
        <w:rFonts w:hint="default"/>
      </w:rPr>
    </w:lvl>
    <w:lvl w:ilvl="1" w:tplc="04150019" w:tentative="1">
      <w:start w:val="1"/>
      <w:numFmt w:val="lowerLetter"/>
      <w:lvlText w:val="%2."/>
      <w:lvlJc w:val="left"/>
      <w:pPr>
        <w:ind w:left="2235" w:hanging="360"/>
      </w:pPr>
    </w:lvl>
    <w:lvl w:ilvl="2" w:tplc="0415001B" w:tentative="1">
      <w:start w:val="1"/>
      <w:numFmt w:val="lowerRoman"/>
      <w:lvlText w:val="%3."/>
      <w:lvlJc w:val="right"/>
      <w:pPr>
        <w:ind w:left="2955" w:hanging="180"/>
      </w:pPr>
    </w:lvl>
    <w:lvl w:ilvl="3" w:tplc="0415000F" w:tentative="1">
      <w:start w:val="1"/>
      <w:numFmt w:val="decimal"/>
      <w:lvlText w:val="%4."/>
      <w:lvlJc w:val="left"/>
      <w:pPr>
        <w:ind w:left="3675" w:hanging="360"/>
      </w:pPr>
    </w:lvl>
    <w:lvl w:ilvl="4" w:tplc="04150019" w:tentative="1">
      <w:start w:val="1"/>
      <w:numFmt w:val="lowerLetter"/>
      <w:lvlText w:val="%5."/>
      <w:lvlJc w:val="left"/>
      <w:pPr>
        <w:ind w:left="4395" w:hanging="360"/>
      </w:pPr>
    </w:lvl>
    <w:lvl w:ilvl="5" w:tplc="0415001B" w:tentative="1">
      <w:start w:val="1"/>
      <w:numFmt w:val="lowerRoman"/>
      <w:lvlText w:val="%6."/>
      <w:lvlJc w:val="right"/>
      <w:pPr>
        <w:ind w:left="5115" w:hanging="180"/>
      </w:pPr>
    </w:lvl>
    <w:lvl w:ilvl="6" w:tplc="0415000F" w:tentative="1">
      <w:start w:val="1"/>
      <w:numFmt w:val="decimal"/>
      <w:lvlText w:val="%7."/>
      <w:lvlJc w:val="left"/>
      <w:pPr>
        <w:ind w:left="5835" w:hanging="360"/>
      </w:pPr>
    </w:lvl>
    <w:lvl w:ilvl="7" w:tplc="04150019" w:tentative="1">
      <w:start w:val="1"/>
      <w:numFmt w:val="lowerLetter"/>
      <w:lvlText w:val="%8."/>
      <w:lvlJc w:val="left"/>
      <w:pPr>
        <w:ind w:left="6555" w:hanging="360"/>
      </w:pPr>
    </w:lvl>
    <w:lvl w:ilvl="8" w:tplc="0415001B" w:tentative="1">
      <w:start w:val="1"/>
      <w:numFmt w:val="lowerRoman"/>
      <w:lvlText w:val="%9."/>
      <w:lvlJc w:val="right"/>
      <w:pPr>
        <w:ind w:left="7275" w:hanging="180"/>
      </w:pPr>
    </w:lvl>
  </w:abstractNum>
  <w:abstractNum w:abstractNumId="41">
    <w:nsid w:val="7CFD4B3F"/>
    <w:multiLevelType w:val="singleLevel"/>
    <w:tmpl w:val="44B09FB4"/>
    <w:lvl w:ilvl="0">
      <w:start w:val="1"/>
      <w:numFmt w:val="lowerLetter"/>
      <w:lvlText w:val="%1)"/>
      <w:legacy w:legacy="1" w:legacySpace="0" w:legacyIndent="283"/>
      <w:lvlJc w:val="left"/>
      <w:pPr>
        <w:ind w:left="283" w:hanging="283"/>
      </w:pPr>
    </w:lvl>
  </w:abstractNum>
  <w:num w:numId="1">
    <w:abstractNumId w:val="39"/>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3"/>
  </w:num>
  <w:num w:numId="4">
    <w:abstractNumId w:val="27"/>
  </w:num>
  <w:num w:numId="5">
    <w:abstractNumId w:val="41"/>
  </w:num>
  <w:num w:numId="6">
    <w:abstractNumId w:val="15"/>
  </w:num>
  <w:num w:numId="7">
    <w:abstractNumId w:val="32"/>
  </w:num>
  <w:num w:numId="8">
    <w:abstractNumId w:val="4"/>
  </w:num>
  <w:num w:numId="9">
    <w:abstractNumId w:val="18"/>
  </w:num>
  <w:num w:numId="10">
    <w:abstractNumId w:val="35"/>
  </w:num>
  <w:num w:numId="11">
    <w:abstractNumId w:val="34"/>
  </w:num>
  <w:num w:numId="12">
    <w:abstractNumId w:val="11"/>
  </w:num>
  <w:num w:numId="13">
    <w:abstractNumId w:val="10"/>
  </w:num>
  <w:num w:numId="14">
    <w:abstractNumId w:val="16"/>
  </w:num>
  <w:num w:numId="15">
    <w:abstractNumId w:val="14"/>
  </w:num>
  <w:num w:numId="16">
    <w:abstractNumId w:val="36"/>
  </w:num>
  <w:num w:numId="17">
    <w:abstractNumId w:val="1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20"/>
  </w:num>
  <w:num w:numId="20">
    <w:abstractNumId w:val="38"/>
  </w:num>
  <w:num w:numId="21">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22">
    <w:abstractNumId w:val="28"/>
    <w:lvlOverride w:ilvl="0">
      <w:lvl w:ilvl="0">
        <w:start w:val="1"/>
        <w:numFmt w:val="decimal"/>
        <w:lvlText w:val="%1."/>
        <w:legacy w:legacy="1" w:legacySpace="0" w:legacyIndent="288"/>
        <w:lvlJc w:val="left"/>
        <w:pPr>
          <w:ind w:left="288" w:hanging="288"/>
        </w:pPr>
      </w:lvl>
    </w:lvlOverride>
  </w:num>
  <w:num w:numId="23">
    <w:abstractNumId w:val="37"/>
  </w:num>
  <w:num w:numId="24">
    <w:abstractNumId w:val="37"/>
    <w:lvlOverride w:ilvl="0">
      <w:lvl w:ilvl="0">
        <w:start w:val="1"/>
        <w:numFmt w:val="decimal"/>
        <w:lvlText w:val="%1."/>
        <w:legacy w:legacy="1" w:legacySpace="0" w:legacyIndent="283"/>
        <w:lvlJc w:val="left"/>
        <w:pPr>
          <w:ind w:left="283" w:hanging="283"/>
        </w:pPr>
      </w:lvl>
    </w:lvlOverride>
    <w:lvlOverride w:ilvl="1">
      <w:lvl w:ilvl="1">
        <w:start w:val="5"/>
        <w:numFmt w:val="decimal"/>
        <w:isLgl/>
        <w:lvlText w:val="%1.%2"/>
        <w:lvlJc w:val="left"/>
        <w:pPr>
          <w:tabs>
            <w:tab w:val="num" w:pos="360"/>
          </w:tabs>
          <w:ind w:left="360" w:hanging="360"/>
        </w:pPr>
      </w:lvl>
    </w:lvlOverride>
    <w:lvlOverride w:ilvl="2">
      <w:lvl w:ilvl="2">
        <w:start w:val="1"/>
        <w:numFmt w:val="decimal"/>
        <w:isLgl/>
        <w:lvlText w:val="%1.%2.%3"/>
        <w:lvlJc w:val="left"/>
        <w:pPr>
          <w:tabs>
            <w:tab w:val="num" w:pos="720"/>
          </w:tabs>
          <w:ind w:left="720" w:hanging="720"/>
        </w:pPr>
      </w:lvl>
    </w:lvlOverride>
    <w:lvlOverride w:ilvl="3">
      <w:lvl w:ilvl="3">
        <w:start w:val="1"/>
        <w:numFmt w:val="decimal"/>
        <w:isLgl/>
        <w:lvlText w:val="%1.%2.%3.%4"/>
        <w:lvlJc w:val="left"/>
        <w:pPr>
          <w:tabs>
            <w:tab w:val="num" w:pos="720"/>
          </w:tabs>
          <w:ind w:left="720" w:hanging="720"/>
        </w:pPr>
      </w:lvl>
    </w:lvlOverride>
    <w:lvlOverride w:ilvl="4">
      <w:lvl w:ilvl="4">
        <w:start w:val="1"/>
        <w:numFmt w:val="decimal"/>
        <w:isLgl/>
        <w:lvlText w:val="%1.%2.%3.%4.%5"/>
        <w:lvlJc w:val="left"/>
        <w:pPr>
          <w:tabs>
            <w:tab w:val="num" w:pos="1080"/>
          </w:tabs>
          <w:ind w:left="1080" w:hanging="1080"/>
        </w:pPr>
      </w:lvl>
    </w:lvlOverride>
    <w:lvlOverride w:ilvl="5">
      <w:lvl w:ilvl="5">
        <w:start w:val="1"/>
        <w:numFmt w:val="decimal"/>
        <w:isLgl/>
        <w:lvlText w:val="%1.%2.%3.%4.%5.%6"/>
        <w:lvlJc w:val="left"/>
        <w:pPr>
          <w:tabs>
            <w:tab w:val="num" w:pos="1080"/>
          </w:tabs>
          <w:ind w:left="1080" w:hanging="1080"/>
        </w:pPr>
      </w:lvl>
    </w:lvlOverride>
    <w:lvlOverride w:ilvl="6">
      <w:lvl w:ilvl="6">
        <w:start w:val="1"/>
        <w:numFmt w:val="decimal"/>
        <w:isLgl/>
        <w:lvlText w:val="%1.%2.%3.%4.%5.%6.%7"/>
        <w:lvlJc w:val="left"/>
        <w:pPr>
          <w:tabs>
            <w:tab w:val="num" w:pos="1440"/>
          </w:tabs>
          <w:ind w:left="1440" w:hanging="1440"/>
        </w:pPr>
      </w:lvl>
    </w:lvlOverride>
    <w:lvlOverride w:ilvl="7">
      <w:lvl w:ilvl="7">
        <w:start w:val="1"/>
        <w:numFmt w:val="decimal"/>
        <w:isLgl/>
        <w:lvlText w:val="%1.%2.%3.%4.%5.%6.%7.%8"/>
        <w:lvlJc w:val="left"/>
        <w:pPr>
          <w:tabs>
            <w:tab w:val="num" w:pos="1440"/>
          </w:tabs>
          <w:ind w:left="1440" w:hanging="1440"/>
        </w:pPr>
      </w:lvl>
    </w:lvlOverride>
    <w:lvlOverride w:ilvl="8">
      <w:lvl w:ilvl="8">
        <w:start w:val="1"/>
        <w:numFmt w:val="decimal"/>
        <w:isLgl/>
        <w:lvlText w:val="%1.%2.%3.%4.%5.%6.%7.%8.%9"/>
        <w:lvlJc w:val="left"/>
        <w:pPr>
          <w:tabs>
            <w:tab w:val="num" w:pos="1800"/>
          </w:tabs>
          <w:ind w:left="1800" w:hanging="1800"/>
        </w:pPr>
      </w:lvl>
    </w:lvlOverride>
  </w:num>
  <w:num w:numId="25">
    <w:abstractNumId w:val="28"/>
  </w:num>
  <w:num w:numId="26">
    <w:abstractNumId w:val="24"/>
  </w:num>
  <w:num w:numId="27">
    <w:abstractNumId w:val="6"/>
  </w:num>
  <w:num w:numId="28">
    <w:abstractNumId w:val="5"/>
  </w:num>
  <w:num w:numId="29">
    <w:abstractNumId w:val="30"/>
  </w:num>
  <w:num w:numId="30">
    <w:abstractNumId w:val="23"/>
  </w:num>
  <w:num w:numId="31">
    <w:abstractNumId w:val="13"/>
  </w:num>
  <w:num w:numId="32">
    <w:abstractNumId w:val="29"/>
  </w:num>
  <w:num w:numId="33">
    <w:abstractNumId w:val="9"/>
  </w:num>
  <w:num w:numId="34">
    <w:abstractNumId w:val="7"/>
  </w:num>
  <w:num w:numId="35">
    <w:abstractNumId w:val="2"/>
  </w:num>
  <w:num w:numId="36">
    <w:abstractNumId w:val="1"/>
  </w:num>
  <w:num w:numId="37">
    <w:abstractNumId w:val="21"/>
  </w:num>
  <w:num w:numId="38">
    <w:abstractNumId w:val="17"/>
  </w:num>
  <w:num w:numId="39">
    <w:abstractNumId w:val="19"/>
  </w:num>
  <w:num w:numId="40">
    <w:abstractNumId w:val="26"/>
  </w:num>
  <w:num w:numId="41">
    <w:abstractNumId w:val="31"/>
  </w:num>
  <w:num w:numId="42">
    <w:abstractNumId w:val="40"/>
  </w:num>
  <w:num w:numId="43">
    <w:abstractNumId w:val="8"/>
  </w:num>
  <w:num w:numId="44">
    <w:abstractNumId w:val="33"/>
  </w:num>
  <w:num w:numId="45">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attachedTemplate r:id="rId1"/>
  <w:stylePaneFormatFilter w:val="3F01"/>
  <w:defaultTabStop w:val="709"/>
  <w:hyphenationZone w:val="425"/>
  <w:doNotHyphenateCaps/>
  <w:evenAndOddHeader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rsids>
    <w:rsidRoot w:val="00BB4A70"/>
    <w:rsid w:val="0002092F"/>
    <w:rsid w:val="000437B5"/>
    <w:rsid w:val="00052DD8"/>
    <w:rsid w:val="00061035"/>
    <w:rsid w:val="00076810"/>
    <w:rsid w:val="000859E7"/>
    <w:rsid w:val="00091528"/>
    <w:rsid w:val="00092BC9"/>
    <w:rsid w:val="000A6F85"/>
    <w:rsid w:val="000A74C4"/>
    <w:rsid w:val="000C0B94"/>
    <w:rsid w:val="000C6FA3"/>
    <w:rsid w:val="000E781A"/>
    <w:rsid w:val="000F0209"/>
    <w:rsid w:val="0012088F"/>
    <w:rsid w:val="00163306"/>
    <w:rsid w:val="00175A35"/>
    <w:rsid w:val="001B739A"/>
    <w:rsid w:val="001D6262"/>
    <w:rsid w:val="001E2816"/>
    <w:rsid w:val="00216610"/>
    <w:rsid w:val="002951AC"/>
    <w:rsid w:val="002B6CB5"/>
    <w:rsid w:val="002F5A5B"/>
    <w:rsid w:val="00352EDB"/>
    <w:rsid w:val="003D06BB"/>
    <w:rsid w:val="003D4B7B"/>
    <w:rsid w:val="00420CEB"/>
    <w:rsid w:val="00425BC6"/>
    <w:rsid w:val="004329D8"/>
    <w:rsid w:val="00436ADB"/>
    <w:rsid w:val="00445790"/>
    <w:rsid w:val="00450A53"/>
    <w:rsid w:val="00486A3D"/>
    <w:rsid w:val="004870D2"/>
    <w:rsid w:val="00496B68"/>
    <w:rsid w:val="004A1609"/>
    <w:rsid w:val="00516014"/>
    <w:rsid w:val="005332D4"/>
    <w:rsid w:val="00536B04"/>
    <w:rsid w:val="005707D4"/>
    <w:rsid w:val="00570A08"/>
    <w:rsid w:val="00586212"/>
    <w:rsid w:val="005942EE"/>
    <w:rsid w:val="005F7934"/>
    <w:rsid w:val="00647561"/>
    <w:rsid w:val="00663214"/>
    <w:rsid w:val="0066597B"/>
    <w:rsid w:val="00666282"/>
    <w:rsid w:val="006D4EBC"/>
    <w:rsid w:val="007453EA"/>
    <w:rsid w:val="00746AD0"/>
    <w:rsid w:val="0078250C"/>
    <w:rsid w:val="007B2FFD"/>
    <w:rsid w:val="007C7035"/>
    <w:rsid w:val="007F1BFA"/>
    <w:rsid w:val="00817D63"/>
    <w:rsid w:val="00842993"/>
    <w:rsid w:val="0087349D"/>
    <w:rsid w:val="00881D09"/>
    <w:rsid w:val="0088570C"/>
    <w:rsid w:val="0088601D"/>
    <w:rsid w:val="008A027C"/>
    <w:rsid w:val="008E761A"/>
    <w:rsid w:val="00951311"/>
    <w:rsid w:val="009D1487"/>
    <w:rsid w:val="009D21AF"/>
    <w:rsid w:val="00A149C9"/>
    <w:rsid w:val="00A1700A"/>
    <w:rsid w:val="00A3556F"/>
    <w:rsid w:val="00A72E62"/>
    <w:rsid w:val="00A76FD9"/>
    <w:rsid w:val="00A83E7C"/>
    <w:rsid w:val="00A97239"/>
    <w:rsid w:val="00AB51FB"/>
    <w:rsid w:val="00AC7263"/>
    <w:rsid w:val="00AE382B"/>
    <w:rsid w:val="00B10869"/>
    <w:rsid w:val="00B15B8D"/>
    <w:rsid w:val="00B32F11"/>
    <w:rsid w:val="00B600A3"/>
    <w:rsid w:val="00BB4A70"/>
    <w:rsid w:val="00C0245A"/>
    <w:rsid w:val="00C338C9"/>
    <w:rsid w:val="00C563F3"/>
    <w:rsid w:val="00C61A1C"/>
    <w:rsid w:val="00C97978"/>
    <w:rsid w:val="00CB5537"/>
    <w:rsid w:val="00CD3B5B"/>
    <w:rsid w:val="00CE3E4C"/>
    <w:rsid w:val="00D056C0"/>
    <w:rsid w:val="00D11B0A"/>
    <w:rsid w:val="00D33602"/>
    <w:rsid w:val="00D35A67"/>
    <w:rsid w:val="00D44A3E"/>
    <w:rsid w:val="00D70E0B"/>
    <w:rsid w:val="00D72C39"/>
    <w:rsid w:val="00D9618C"/>
    <w:rsid w:val="00DA4063"/>
    <w:rsid w:val="00DB6EE6"/>
    <w:rsid w:val="00DE3F39"/>
    <w:rsid w:val="00E03B41"/>
    <w:rsid w:val="00E42410"/>
    <w:rsid w:val="00E83AB7"/>
    <w:rsid w:val="00E86B9A"/>
    <w:rsid w:val="00EC2E4E"/>
    <w:rsid w:val="00ED5E22"/>
    <w:rsid w:val="00ED681C"/>
    <w:rsid w:val="00EF2F09"/>
    <w:rsid w:val="00F30958"/>
    <w:rsid w:val="00F6460A"/>
    <w:rsid w:val="00F70B04"/>
    <w:rsid w:val="00F771EA"/>
    <w:rsid w:val="00FA08BB"/>
    <w:rsid w:val="00FB47E1"/>
    <w:rsid w:val="00FB5898"/>
    <w:rsid w:val="00FC0848"/>
    <w:rsid w:val="00FD0998"/>
    <w:rsid w:val="00FD4D1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aliases w:val="tekst"/>
    <w:qFormat/>
    <w:rsid w:val="00F6460A"/>
    <w:pPr>
      <w:overflowPunct w:val="0"/>
      <w:autoSpaceDE w:val="0"/>
      <w:autoSpaceDN w:val="0"/>
      <w:adjustRightInd w:val="0"/>
      <w:jc w:val="both"/>
      <w:textAlignment w:val="baseline"/>
    </w:pPr>
  </w:style>
  <w:style w:type="paragraph" w:styleId="Nagwek1">
    <w:name w:val="heading 1"/>
    <w:basedOn w:val="Normalny"/>
    <w:next w:val="Normalny"/>
    <w:qFormat/>
    <w:rsid w:val="00F6460A"/>
    <w:pPr>
      <w:keepNext/>
      <w:keepLines/>
      <w:suppressAutoHyphens/>
      <w:spacing w:before="120" w:after="120"/>
      <w:outlineLvl w:val="0"/>
    </w:pPr>
    <w:rPr>
      <w:b/>
      <w:caps/>
      <w:kern w:val="28"/>
    </w:rPr>
  </w:style>
  <w:style w:type="paragraph" w:styleId="Nagwek2">
    <w:name w:val="heading 2"/>
    <w:basedOn w:val="Normalny"/>
    <w:next w:val="Normalny"/>
    <w:qFormat/>
    <w:rsid w:val="00F6460A"/>
    <w:pPr>
      <w:keepNext/>
      <w:spacing w:before="120" w:after="120"/>
      <w:outlineLvl w:val="1"/>
    </w:pPr>
    <w:rPr>
      <w:b/>
    </w:rPr>
  </w:style>
  <w:style w:type="paragraph" w:styleId="Nagwek3">
    <w:name w:val="heading 3"/>
    <w:basedOn w:val="Normalny"/>
    <w:next w:val="Normalny"/>
    <w:qFormat/>
    <w:rsid w:val="00F6460A"/>
    <w:pPr>
      <w:keepNext/>
      <w:spacing w:before="60" w:after="60"/>
      <w:outlineLvl w:val="2"/>
    </w:pPr>
  </w:style>
  <w:style w:type="paragraph" w:styleId="Nagwek9">
    <w:name w:val="heading 9"/>
    <w:basedOn w:val="Normalny"/>
    <w:next w:val="Normalny"/>
    <w:link w:val="Nagwek9Znak"/>
    <w:semiHidden/>
    <w:unhideWhenUsed/>
    <w:qFormat/>
    <w:rsid w:val="003D06BB"/>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semiHidden/>
    <w:rsid w:val="00F6460A"/>
    <w:pPr>
      <w:tabs>
        <w:tab w:val="right" w:leader="dot" w:pos="7371"/>
      </w:tabs>
      <w:spacing w:before="120" w:after="120"/>
      <w:jc w:val="left"/>
    </w:pPr>
    <w:rPr>
      <w:b/>
      <w:caps/>
    </w:rPr>
  </w:style>
  <w:style w:type="paragraph" w:styleId="Spistreci2">
    <w:name w:val="toc 2"/>
    <w:basedOn w:val="Normalny"/>
    <w:next w:val="Normalny"/>
    <w:semiHidden/>
    <w:rsid w:val="00F6460A"/>
    <w:pPr>
      <w:tabs>
        <w:tab w:val="right" w:leader="dot" w:pos="7371"/>
      </w:tabs>
      <w:ind w:left="200"/>
      <w:jc w:val="left"/>
    </w:pPr>
  </w:style>
  <w:style w:type="paragraph" w:styleId="Spistreci3">
    <w:name w:val="toc 3"/>
    <w:basedOn w:val="Normalny"/>
    <w:next w:val="Normalny"/>
    <w:semiHidden/>
    <w:rsid w:val="00F6460A"/>
    <w:pPr>
      <w:tabs>
        <w:tab w:val="right" w:leader="dot" w:pos="7371"/>
      </w:tabs>
      <w:ind w:left="400"/>
      <w:jc w:val="left"/>
    </w:pPr>
  </w:style>
  <w:style w:type="paragraph" w:styleId="Spistreci4">
    <w:name w:val="toc 4"/>
    <w:basedOn w:val="Normalny"/>
    <w:next w:val="Normalny"/>
    <w:semiHidden/>
    <w:rsid w:val="00F6460A"/>
    <w:pPr>
      <w:tabs>
        <w:tab w:val="right" w:leader="dot" w:pos="7371"/>
      </w:tabs>
      <w:ind w:left="600"/>
      <w:jc w:val="left"/>
    </w:pPr>
    <w:rPr>
      <w:sz w:val="18"/>
    </w:rPr>
  </w:style>
  <w:style w:type="paragraph" w:styleId="Spistreci5">
    <w:name w:val="toc 5"/>
    <w:basedOn w:val="Normalny"/>
    <w:next w:val="Normalny"/>
    <w:semiHidden/>
    <w:rsid w:val="00F6460A"/>
    <w:pPr>
      <w:tabs>
        <w:tab w:val="right" w:leader="dot" w:pos="7371"/>
      </w:tabs>
      <w:ind w:left="800"/>
      <w:jc w:val="left"/>
    </w:pPr>
    <w:rPr>
      <w:sz w:val="18"/>
    </w:rPr>
  </w:style>
  <w:style w:type="paragraph" w:styleId="Spistreci6">
    <w:name w:val="toc 6"/>
    <w:basedOn w:val="Normalny"/>
    <w:next w:val="Normalny"/>
    <w:semiHidden/>
    <w:rsid w:val="00F6460A"/>
    <w:pPr>
      <w:tabs>
        <w:tab w:val="right" w:leader="dot" w:pos="7371"/>
      </w:tabs>
      <w:ind w:left="1000"/>
      <w:jc w:val="left"/>
    </w:pPr>
    <w:rPr>
      <w:sz w:val="18"/>
    </w:rPr>
  </w:style>
  <w:style w:type="paragraph" w:styleId="Spistreci7">
    <w:name w:val="toc 7"/>
    <w:basedOn w:val="Normalny"/>
    <w:next w:val="Normalny"/>
    <w:semiHidden/>
    <w:rsid w:val="00F6460A"/>
    <w:pPr>
      <w:tabs>
        <w:tab w:val="right" w:leader="dot" w:pos="7371"/>
      </w:tabs>
      <w:ind w:left="1200"/>
      <w:jc w:val="left"/>
    </w:pPr>
    <w:rPr>
      <w:sz w:val="18"/>
    </w:rPr>
  </w:style>
  <w:style w:type="paragraph" w:styleId="Spistreci8">
    <w:name w:val="toc 8"/>
    <w:basedOn w:val="Normalny"/>
    <w:next w:val="Normalny"/>
    <w:semiHidden/>
    <w:rsid w:val="00F6460A"/>
    <w:pPr>
      <w:tabs>
        <w:tab w:val="right" w:leader="dot" w:pos="7371"/>
      </w:tabs>
      <w:ind w:left="1400"/>
      <w:jc w:val="left"/>
    </w:pPr>
    <w:rPr>
      <w:sz w:val="18"/>
    </w:rPr>
  </w:style>
  <w:style w:type="paragraph" w:styleId="Spistreci9">
    <w:name w:val="toc 9"/>
    <w:basedOn w:val="Normalny"/>
    <w:next w:val="Normalny"/>
    <w:semiHidden/>
    <w:rsid w:val="00F6460A"/>
    <w:pPr>
      <w:tabs>
        <w:tab w:val="right" w:leader="dot" w:pos="7371"/>
      </w:tabs>
      <w:ind w:left="1600"/>
      <w:jc w:val="left"/>
    </w:pPr>
    <w:rPr>
      <w:sz w:val="18"/>
    </w:rPr>
  </w:style>
  <w:style w:type="character" w:styleId="Numerstrony">
    <w:name w:val="page number"/>
    <w:basedOn w:val="Domylnaczcionkaakapitu"/>
    <w:rsid w:val="00F6460A"/>
  </w:style>
  <w:style w:type="paragraph" w:customStyle="1" w:styleId="StylIwony">
    <w:name w:val="Styl Iwony"/>
    <w:basedOn w:val="Normalny"/>
    <w:rsid w:val="00F6460A"/>
    <w:pPr>
      <w:spacing w:before="120" w:after="120"/>
    </w:pPr>
    <w:rPr>
      <w:rFonts w:ascii="Bookman Old Style" w:hAnsi="Bookman Old Style"/>
      <w:sz w:val="24"/>
    </w:rPr>
  </w:style>
  <w:style w:type="paragraph" w:styleId="Nagwek">
    <w:name w:val="header"/>
    <w:basedOn w:val="Normalny"/>
    <w:rsid w:val="00F6460A"/>
    <w:pPr>
      <w:tabs>
        <w:tab w:val="center" w:pos="4536"/>
        <w:tab w:val="right" w:pos="9072"/>
      </w:tabs>
      <w:jc w:val="left"/>
    </w:pPr>
    <w:rPr>
      <w:rFonts w:ascii="Century Gothic" w:hAnsi="Century Gothic"/>
      <w:sz w:val="24"/>
    </w:rPr>
  </w:style>
  <w:style w:type="paragraph" w:styleId="Stopka">
    <w:name w:val="footer"/>
    <w:basedOn w:val="Normalny"/>
    <w:rsid w:val="00F6460A"/>
    <w:pPr>
      <w:tabs>
        <w:tab w:val="center" w:pos="4536"/>
        <w:tab w:val="right" w:pos="9072"/>
      </w:tabs>
    </w:pPr>
  </w:style>
  <w:style w:type="paragraph" w:styleId="Tekstprzypisudolnego">
    <w:name w:val="footnote text"/>
    <w:basedOn w:val="Normalny"/>
    <w:semiHidden/>
    <w:rsid w:val="00F6460A"/>
  </w:style>
  <w:style w:type="paragraph" w:customStyle="1" w:styleId="tekstost">
    <w:name w:val="tekst ost"/>
    <w:basedOn w:val="Normalny"/>
    <w:rsid w:val="00F6460A"/>
  </w:style>
  <w:style w:type="character" w:styleId="Odwoanieprzypisudolnego">
    <w:name w:val="footnote reference"/>
    <w:basedOn w:val="Domylnaczcionkaakapitu"/>
    <w:semiHidden/>
    <w:rsid w:val="00F6460A"/>
    <w:rPr>
      <w:vertAlign w:val="superscript"/>
    </w:rPr>
  </w:style>
  <w:style w:type="paragraph" w:customStyle="1" w:styleId="Standardowytekst">
    <w:name w:val="Standardowy.tekst"/>
    <w:link w:val="StandardowytekstZnak"/>
    <w:rsid w:val="00951311"/>
    <w:pPr>
      <w:overflowPunct w:val="0"/>
      <w:autoSpaceDE w:val="0"/>
      <w:autoSpaceDN w:val="0"/>
      <w:adjustRightInd w:val="0"/>
      <w:jc w:val="both"/>
      <w:textAlignment w:val="baseline"/>
    </w:pPr>
  </w:style>
  <w:style w:type="character" w:customStyle="1" w:styleId="StandardowytekstZnak">
    <w:name w:val="Standardowy.tekst Znak"/>
    <w:link w:val="Standardowytekst"/>
    <w:locked/>
    <w:rsid w:val="00951311"/>
  </w:style>
  <w:style w:type="table" w:styleId="Tabela-Siatka">
    <w:name w:val="Table Grid"/>
    <w:basedOn w:val="Standardowy"/>
    <w:rsid w:val="009513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8E761A"/>
    <w:pPr>
      <w:ind w:left="720"/>
      <w:contextualSpacing/>
    </w:pPr>
  </w:style>
  <w:style w:type="character" w:customStyle="1" w:styleId="Nagwek9Znak">
    <w:name w:val="Nagłówek 9 Znak"/>
    <w:basedOn w:val="Domylnaczcionkaakapitu"/>
    <w:link w:val="Nagwek9"/>
    <w:semiHidden/>
    <w:rsid w:val="003D06BB"/>
    <w:rPr>
      <w:rFonts w:asciiTheme="majorHAnsi" w:eastAsiaTheme="majorEastAsia" w:hAnsiTheme="majorHAnsi" w:cstheme="majorBidi"/>
      <w:i/>
      <w:iCs/>
      <w:color w:val="404040" w:themeColor="text1" w:themeTint="BF"/>
    </w:rPr>
  </w:style>
  <w:style w:type="paragraph" w:styleId="Tekstpodstawowy">
    <w:name w:val="Body Text"/>
    <w:basedOn w:val="Normalny"/>
    <w:link w:val="TekstpodstawowyZnak"/>
    <w:rsid w:val="003D06BB"/>
    <w:pPr>
      <w:overflowPunct/>
      <w:autoSpaceDE/>
      <w:autoSpaceDN/>
      <w:adjustRightInd/>
      <w:jc w:val="left"/>
      <w:textAlignment w:val="auto"/>
    </w:pPr>
    <w:rPr>
      <w:rFonts w:ascii="Arial" w:hAnsi="Arial"/>
      <w:spacing w:val="-4"/>
      <w:sz w:val="24"/>
    </w:rPr>
  </w:style>
  <w:style w:type="character" w:customStyle="1" w:styleId="TekstpodstawowyZnak">
    <w:name w:val="Tekst podstawowy Znak"/>
    <w:basedOn w:val="Domylnaczcionkaakapitu"/>
    <w:link w:val="Tekstpodstawowy"/>
    <w:rsid w:val="003D06BB"/>
    <w:rPr>
      <w:rFonts w:ascii="Arial" w:hAnsi="Arial"/>
      <w:spacing w:val="-4"/>
      <w:sz w:val="24"/>
    </w:rPr>
  </w:style>
  <w:style w:type="paragraph" w:styleId="Tekstpodstawowy2">
    <w:name w:val="Body Text 2"/>
    <w:basedOn w:val="Normalny"/>
    <w:link w:val="Tekstpodstawowy2Znak"/>
    <w:rsid w:val="003D06BB"/>
    <w:pPr>
      <w:overflowPunct/>
      <w:autoSpaceDE/>
      <w:autoSpaceDN/>
      <w:adjustRightInd/>
      <w:spacing w:after="120" w:line="480" w:lineRule="auto"/>
      <w:jc w:val="left"/>
      <w:textAlignment w:val="auto"/>
    </w:pPr>
    <w:rPr>
      <w:sz w:val="24"/>
      <w:szCs w:val="24"/>
    </w:rPr>
  </w:style>
  <w:style w:type="character" w:customStyle="1" w:styleId="Tekstpodstawowy2Znak">
    <w:name w:val="Tekst podstawowy 2 Znak"/>
    <w:basedOn w:val="Domylnaczcionkaakapitu"/>
    <w:link w:val="Tekstpodstawowy2"/>
    <w:rsid w:val="003D06BB"/>
    <w:rPr>
      <w:sz w:val="24"/>
      <w:szCs w:val="24"/>
    </w:rPr>
  </w:style>
  <w:style w:type="paragraph" w:styleId="Tekstpodstawowy3">
    <w:name w:val="Body Text 3"/>
    <w:basedOn w:val="Normalny"/>
    <w:link w:val="Tekstpodstawowy3Znak"/>
    <w:rsid w:val="003D06BB"/>
    <w:pPr>
      <w:overflowPunct/>
      <w:autoSpaceDE/>
      <w:autoSpaceDN/>
      <w:adjustRightInd/>
      <w:spacing w:after="120"/>
      <w:jc w:val="left"/>
      <w:textAlignment w:val="auto"/>
    </w:pPr>
    <w:rPr>
      <w:sz w:val="16"/>
      <w:szCs w:val="16"/>
    </w:rPr>
  </w:style>
  <w:style w:type="character" w:customStyle="1" w:styleId="Tekstpodstawowy3Znak">
    <w:name w:val="Tekst podstawowy 3 Znak"/>
    <w:basedOn w:val="Domylnaczcionkaakapitu"/>
    <w:link w:val="Tekstpodstawowy3"/>
    <w:rsid w:val="003D06BB"/>
    <w:rPr>
      <w:sz w:val="16"/>
      <w:szCs w:val="16"/>
    </w:rPr>
  </w:style>
  <w:style w:type="character" w:styleId="Hipercze">
    <w:name w:val="Hyperlink"/>
    <w:unhideWhenUsed/>
    <w:rsid w:val="003D06BB"/>
    <w:rPr>
      <w:color w:val="auto"/>
      <w:u w:val="single"/>
    </w:rPr>
  </w:style>
  <w:style w:type="paragraph" w:styleId="Tekstpodstawowywcity">
    <w:name w:val="Body Text Indent"/>
    <w:basedOn w:val="Normalny"/>
    <w:link w:val="TekstpodstawowywcityZnak"/>
    <w:rsid w:val="003D06BB"/>
    <w:pPr>
      <w:spacing w:after="120"/>
      <w:ind w:left="283"/>
    </w:pPr>
  </w:style>
  <w:style w:type="character" w:customStyle="1" w:styleId="TekstpodstawowywcityZnak">
    <w:name w:val="Tekst podstawowy wcięty Znak"/>
    <w:basedOn w:val="Domylnaczcionkaakapitu"/>
    <w:link w:val="Tekstpodstawowywcity"/>
    <w:rsid w:val="003D06BB"/>
  </w:style>
  <w:style w:type="paragraph" w:styleId="Tekstpodstawowyzwciciem2">
    <w:name w:val="Body Text First Indent 2"/>
    <w:basedOn w:val="Tekstpodstawowywcity"/>
    <w:link w:val="Tekstpodstawowyzwciciem2Znak"/>
    <w:rsid w:val="003D06BB"/>
    <w:pPr>
      <w:overflowPunct/>
      <w:autoSpaceDE/>
      <w:autoSpaceDN/>
      <w:adjustRightInd/>
      <w:ind w:firstLine="210"/>
      <w:jc w:val="left"/>
      <w:textAlignment w:val="auto"/>
    </w:pPr>
    <w:rPr>
      <w:rFonts w:ascii="Arial" w:hAnsi="Arial"/>
      <w:smallCaps/>
      <w:sz w:val="22"/>
    </w:rPr>
  </w:style>
  <w:style w:type="character" w:customStyle="1" w:styleId="Tekstpodstawowyzwciciem2Znak">
    <w:name w:val="Tekst podstawowy z wcięciem 2 Znak"/>
    <w:basedOn w:val="TekstpodstawowywcityZnak"/>
    <w:link w:val="Tekstpodstawowyzwciciem2"/>
    <w:rsid w:val="003D06BB"/>
    <w:rPr>
      <w:rFonts w:ascii="Arial" w:hAnsi="Arial"/>
      <w:smallCaps/>
      <w:sz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pl.wikipedia.org/wiki/Odpad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Szablony\ost%20do%20druku.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DAD339-3332-4382-BEBC-B22E5BC22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ost do druku</Template>
  <TotalTime>240</TotalTime>
  <Pages>18</Pages>
  <Words>10014</Words>
  <Characters>60089</Characters>
  <Application>Microsoft Office Word</Application>
  <DocSecurity>0</DocSecurity>
  <Lines>500</Lines>
  <Paragraphs>139</Paragraphs>
  <ScaleCrop>false</ScaleCrop>
  <HeadingPairs>
    <vt:vector size="2" baseType="variant">
      <vt:variant>
        <vt:lpstr>Tytuł</vt:lpstr>
      </vt:variant>
      <vt:variant>
        <vt:i4>1</vt:i4>
      </vt:variant>
    </vt:vector>
  </HeadingPairs>
  <TitlesOfParts>
    <vt:vector size="1" baseType="lpstr">
      <vt:lpstr>D-M-00.00.00</vt:lpstr>
    </vt:vector>
  </TitlesOfParts>
  <Company>BZDBDiM Sp. z o.o.</Company>
  <LinksUpToDate>false</LinksUpToDate>
  <CharactersWithSpaces>69964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D-M-00.00.00</dc:title>
  <dc:subject>ost</dc:subject>
  <dc:creator>T6T4H</dc:creator>
  <cp:keywords>specyfikacje, drogi, drogownictwo</cp:keywords>
  <dc:description>Wymagania ogólne_x000d_
</dc:description>
  <cp:lastModifiedBy>Kompuer</cp:lastModifiedBy>
  <cp:revision>34</cp:revision>
  <cp:lastPrinted>2017-09-21T09:53:00Z</cp:lastPrinted>
  <dcterms:created xsi:type="dcterms:W3CDTF">2010-10-18T05:53:00Z</dcterms:created>
  <dcterms:modified xsi:type="dcterms:W3CDTF">2020-06-08T05:40:00Z</dcterms:modified>
</cp:coreProperties>
</file>